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44C38" w14:textId="18867C0E" w:rsidR="00202E76" w:rsidRPr="00A578CB" w:rsidRDefault="007156D5" w:rsidP="007719C7">
      <w:pPr>
        <w:jc w:val="center"/>
        <w:rPr>
          <w:rFonts w:ascii="Garamond" w:hAnsi="Garamond"/>
          <w:sz w:val="20"/>
          <w:szCs w:val="20"/>
        </w:rPr>
      </w:pPr>
      <w:r w:rsidRPr="00A578CB">
        <w:rPr>
          <w:rFonts w:ascii="Garamond" w:hAnsi="Garamond"/>
          <w:b/>
          <w:sz w:val="20"/>
          <w:szCs w:val="20"/>
        </w:rPr>
        <w:t xml:space="preserve">                                                                                                                      </w:t>
      </w:r>
    </w:p>
    <w:p w14:paraId="784B0C56" w14:textId="4520A22E" w:rsidR="004F7157" w:rsidRPr="004F7157" w:rsidRDefault="009D3776" w:rsidP="004F7157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9D3776">
        <w:rPr>
          <w:rFonts w:ascii="Arial" w:hAnsi="Arial" w:cs="Arial"/>
          <w:b/>
          <w:sz w:val="20"/>
          <w:szCs w:val="20"/>
        </w:rPr>
        <w:t>OGGETTO:</w:t>
      </w:r>
      <w:r w:rsidR="009D564B" w:rsidRPr="009D564B">
        <w:t xml:space="preserve"> </w:t>
      </w:r>
      <w:r w:rsidR="00DD362F" w:rsidRPr="00DD362F">
        <w:rPr>
          <w:rFonts w:ascii="Arial" w:hAnsi="Arial" w:cs="Arial"/>
          <w:b/>
          <w:sz w:val="20"/>
          <w:szCs w:val="20"/>
        </w:rPr>
        <w:t>Procedura Aperta, mediante Richiesta di Offerta in Busta chiusa digitale, gestita interamente per via telematica, da aggiudicarsi mediante il criterio dell’offerta economicamente più vantaggiosa ai sensi degli artt. 58, 60 e 95 comma 3 del D.lgs. n.50/2016 e s.m.i., per l’affidamento di dei servizi di revisione legale dei conti - ex art. 2409 bis del c.c. e s.m.i. – del bilancio annuale di esercizio di Cotral Spa per gli esercizi sociali 2023, 2024 e 2025 e di Altri servizi di Revisione dei conti.</w:t>
      </w:r>
    </w:p>
    <w:p w14:paraId="72253E65" w14:textId="77777777" w:rsidR="004F7157" w:rsidRPr="004F7157" w:rsidRDefault="004F7157" w:rsidP="004F7157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</w:p>
    <w:p w14:paraId="16F0AE86" w14:textId="1A5C7AAD" w:rsidR="006930C7" w:rsidRDefault="00DD362F" w:rsidP="004F7157">
      <w:pPr>
        <w:spacing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Bando di gara n. 05</w:t>
      </w:r>
      <w:r w:rsidR="008C3304">
        <w:rPr>
          <w:rFonts w:ascii="Arial" w:hAnsi="Arial" w:cs="Arial"/>
          <w:b/>
          <w:sz w:val="20"/>
          <w:szCs w:val="20"/>
        </w:rPr>
        <w:t>/2023</w:t>
      </w:r>
    </w:p>
    <w:p w14:paraId="54BD9D53" w14:textId="77777777" w:rsidR="00714A69" w:rsidRDefault="00714A69" w:rsidP="004F7157">
      <w:pPr>
        <w:spacing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0D8B6FC1" w14:textId="77777777" w:rsidR="004F7157" w:rsidRPr="00A153F4" w:rsidRDefault="004F7157" w:rsidP="004F7157">
      <w:pPr>
        <w:spacing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2A640F17" w14:textId="4D60779C" w:rsidR="006930C7" w:rsidRPr="001D5EB3" w:rsidRDefault="00264EC7" w:rsidP="00115AC0">
      <w:pPr>
        <w:jc w:val="both"/>
        <w:rPr>
          <w:rFonts w:ascii="Arial" w:hAnsi="Arial" w:cs="Arial"/>
          <w:b/>
          <w:sz w:val="20"/>
          <w:szCs w:val="20"/>
        </w:rPr>
      </w:pPr>
      <w:r w:rsidRPr="00115AC0">
        <w:rPr>
          <w:rFonts w:ascii="Arial" w:hAnsi="Arial" w:cs="Arial"/>
          <w:b/>
        </w:rPr>
        <w:t>IMPRESA SINGOLA/CONSORZIO</w:t>
      </w:r>
      <w:r w:rsidRPr="001D5EB3">
        <w:rPr>
          <w:rFonts w:ascii="Arial" w:hAnsi="Arial" w:cs="Arial"/>
          <w:b/>
          <w:sz w:val="20"/>
          <w:szCs w:val="20"/>
        </w:rPr>
        <w:t xml:space="preserve"> </w:t>
      </w:r>
      <w:r w:rsidR="006930C7" w:rsidRPr="001D5EB3">
        <w:rPr>
          <w:rFonts w:ascii="Arial" w:hAnsi="Arial" w:cs="Arial"/>
          <w:sz w:val="20"/>
          <w:szCs w:val="20"/>
        </w:rPr>
        <w:t>di cui all’</w:t>
      </w:r>
      <w:r w:rsidR="006930C7" w:rsidRPr="001D5EB3">
        <w:rPr>
          <w:rFonts w:ascii="Arial" w:hAnsi="Arial" w:cs="Arial"/>
          <w:b/>
          <w:sz w:val="20"/>
          <w:szCs w:val="20"/>
        </w:rPr>
        <w:t xml:space="preserve"> </w:t>
      </w:r>
      <w:r w:rsidR="006930C7" w:rsidRPr="001D5EB3">
        <w:rPr>
          <w:rFonts w:ascii="Arial" w:hAnsi="Arial" w:cs="Arial"/>
          <w:sz w:val="20"/>
          <w:szCs w:val="20"/>
        </w:rPr>
        <w:t>45</w:t>
      </w:r>
      <w:r w:rsidR="00B17A00" w:rsidRPr="001D5EB3">
        <w:rPr>
          <w:rFonts w:ascii="Arial" w:hAnsi="Arial" w:cs="Arial"/>
          <w:sz w:val="20"/>
          <w:szCs w:val="20"/>
        </w:rPr>
        <w:t xml:space="preserve"> comma 1 lettere b) e c) del D.l</w:t>
      </w:r>
      <w:r w:rsidR="006930C7" w:rsidRPr="001D5EB3">
        <w:rPr>
          <w:rFonts w:ascii="Arial" w:hAnsi="Arial" w:cs="Arial"/>
          <w:sz w:val="20"/>
          <w:szCs w:val="20"/>
        </w:rPr>
        <w:t>gs. n. 50/2016</w:t>
      </w:r>
      <w:r w:rsidR="008C3304">
        <w:rPr>
          <w:rFonts w:ascii="Arial" w:hAnsi="Arial" w:cs="Arial"/>
          <w:sz w:val="20"/>
          <w:szCs w:val="20"/>
        </w:rPr>
        <w:t xml:space="preserve"> e s.m.i.</w:t>
      </w:r>
      <w:r w:rsidR="006930C7" w:rsidRPr="001D5EB3">
        <w:rPr>
          <w:rFonts w:ascii="Arial" w:hAnsi="Arial" w:cs="Arial"/>
          <w:b/>
          <w:sz w:val="20"/>
          <w:szCs w:val="20"/>
        </w:rPr>
        <w:t>:</w:t>
      </w:r>
    </w:p>
    <w:p w14:paraId="32FC1D92" w14:textId="77777777" w:rsidR="003D1EFB" w:rsidRPr="001D5EB3" w:rsidRDefault="003D1EFB" w:rsidP="00406DBE">
      <w:pPr>
        <w:jc w:val="both"/>
        <w:rPr>
          <w:rFonts w:ascii="Arial" w:hAnsi="Arial" w:cs="Arial"/>
          <w:sz w:val="20"/>
          <w:szCs w:val="20"/>
        </w:rPr>
      </w:pPr>
    </w:p>
    <w:p w14:paraId="0221D5C5" w14:textId="77777777" w:rsidR="005A0FEF" w:rsidRDefault="00BA7F7C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Il sottoscritto </w:t>
      </w:r>
      <w:sdt>
        <w:sdtPr>
          <w:rPr>
            <w:rFonts w:ascii="Arial" w:hAnsi="Arial" w:cs="Arial"/>
            <w:sz w:val="20"/>
            <w:szCs w:val="20"/>
          </w:rPr>
          <w:id w:val="-1582211556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</w:t>
          </w:r>
          <w:r w:rsidR="00312ACA" w:rsidRPr="001D5EB3">
            <w:rPr>
              <w:rFonts w:ascii="Arial" w:hAnsi="Arial" w:cs="Arial"/>
              <w:sz w:val="20"/>
              <w:szCs w:val="20"/>
            </w:rPr>
            <w:t>….</w:t>
          </w:r>
          <w:r w:rsidRPr="001D5EB3">
            <w:rPr>
              <w:rFonts w:ascii="Arial" w:hAnsi="Arial" w:cs="Arial"/>
              <w:sz w:val="20"/>
              <w:szCs w:val="20"/>
            </w:rPr>
            <w:t>….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……………………………………………..</w:t>
          </w:r>
          <w:r w:rsidR="00406DBE" w:rsidRPr="001D5EB3">
            <w:rPr>
              <w:rFonts w:ascii="Arial" w:hAnsi="Arial" w:cs="Arial"/>
              <w:sz w:val="20"/>
              <w:szCs w:val="20"/>
            </w:rPr>
            <w:t>………</w:t>
          </w:r>
          <w:r w:rsidR="003D1EFB" w:rsidRPr="001D5EB3">
            <w:rPr>
              <w:rFonts w:ascii="Arial" w:hAnsi="Arial" w:cs="Arial"/>
              <w:sz w:val="20"/>
              <w:szCs w:val="20"/>
            </w:rPr>
            <w:t>………</w:t>
          </w:r>
        </w:sdtContent>
      </w:sdt>
    </w:p>
    <w:p w14:paraId="55DCCCD2" w14:textId="77777777" w:rsidR="005A0FEF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>nato a</w:t>
      </w:r>
      <w:sdt>
        <w:sdtPr>
          <w:rPr>
            <w:rFonts w:ascii="Arial" w:hAnsi="Arial" w:cs="Arial"/>
            <w:sz w:val="20"/>
            <w:szCs w:val="20"/>
          </w:rPr>
          <w:id w:val="-1103570137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</w:t>
          </w:r>
          <w:r w:rsidR="00BA7F7C" w:rsidRPr="001D5EB3">
            <w:rPr>
              <w:rFonts w:ascii="Arial" w:hAnsi="Arial" w:cs="Arial"/>
              <w:sz w:val="20"/>
              <w:szCs w:val="20"/>
            </w:rPr>
            <w:t>……………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</w:t>
          </w:r>
          <w:r w:rsidRPr="001D5EB3">
            <w:rPr>
              <w:rFonts w:ascii="Arial" w:hAnsi="Arial" w:cs="Arial"/>
              <w:sz w:val="20"/>
              <w:szCs w:val="20"/>
            </w:rPr>
            <w:t>………………</w:t>
          </w:r>
        </w:sdtContent>
      </w:sdt>
      <w:r w:rsidRPr="001D5EB3">
        <w:rPr>
          <w:rFonts w:ascii="Arial" w:hAnsi="Arial" w:cs="Arial"/>
          <w:sz w:val="20"/>
          <w:szCs w:val="20"/>
        </w:rPr>
        <w:t xml:space="preserve">il </w:t>
      </w:r>
      <w:sdt>
        <w:sdtPr>
          <w:rPr>
            <w:rFonts w:ascii="Arial" w:hAnsi="Arial" w:cs="Arial"/>
            <w:sz w:val="20"/>
            <w:szCs w:val="20"/>
          </w:rPr>
          <w:id w:val="-702781722"/>
          <w:placeholder>
            <w:docPart w:val="DefaultPlaceholder_1081868574"/>
          </w:placeholder>
        </w:sdtPr>
        <w:sdtEndPr/>
        <w:sdtContent>
          <w:r w:rsidR="00F10313" w:rsidRPr="001D5EB3">
            <w:rPr>
              <w:rFonts w:ascii="Arial" w:hAnsi="Arial" w:cs="Arial"/>
              <w:sz w:val="20"/>
              <w:szCs w:val="20"/>
            </w:rPr>
            <w:t>…………………..……………….</w:t>
          </w:r>
          <w:r w:rsidRPr="001D5EB3">
            <w:rPr>
              <w:rFonts w:ascii="Arial" w:hAnsi="Arial" w:cs="Arial"/>
              <w:sz w:val="20"/>
              <w:szCs w:val="20"/>
            </w:rPr>
            <w:t>..</w:t>
          </w:r>
        </w:sdtContent>
      </w:sdt>
    </w:p>
    <w:p w14:paraId="4DC63C89" w14:textId="5DD0D179" w:rsidR="005A0FEF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in qualità di Legale Rappresentante dell’Impresa/Consorzio </w:t>
      </w:r>
      <w:sdt>
        <w:sdtPr>
          <w:rPr>
            <w:rFonts w:ascii="Arial" w:hAnsi="Arial" w:cs="Arial"/>
            <w:sz w:val="20"/>
            <w:szCs w:val="20"/>
          </w:rPr>
          <w:id w:val="-753122992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</w:t>
          </w:r>
          <w:r w:rsidR="00BA7F7C" w:rsidRPr="001D5EB3">
            <w:rPr>
              <w:rFonts w:ascii="Arial" w:hAnsi="Arial" w:cs="Arial"/>
              <w:sz w:val="20"/>
              <w:szCs w:val="20"/>
            </w:rPr>
            <w:t>……...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…………………….……</w:t>
          </w:r>
          <w:r w:rsidR="005A0FEF">
            <w:rPr>
              <w:rFonts w:ascii="Arial" w:hAnsi="Arial" w:cs="Arial"/>
              <w:sz w:val="20"/>
              <w:szCs w:val="20"/>
            </w:rPr>
            <w:t>……………………………………………………………………..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</w:t>
          </w:r>
          <w:r w:rsidRPr="001D5EB3">
            <w:rPr>
              <w:rFonts w:ascii="Arial" w:hAnsi="Arial" w:cs="Arial"/>
              <w:sz w:val="20"/>
              <w:szCs w:val="20"/>
            </w:rPr>
            <w:t>.</w:t>
          </w:r>
        </w:sdtContent>
      </w:sdt>
    </w:p>
    <w:p w14:paraId="599BB1B9" w14:textId="490D33FA" w:rsidR="003D1EFB" w:rsidRPr="001D5EB3" w:rsidRDefault="003D1EFB" w:rsidP="00406DBE">
      <w:pPr>
        <w:jc w:val="both"/>
        <w:rPr>
          <w:rFonts w:ascii="Arial" w:hAnsi="Arial" w:cs="Arial"/>
          <w:sz w:val="20"/>
          <w:szCs w:val="20"/>
        </w:rPr>
      </w:pPr>
      <w:r w:rsidRPr="001D5EB3">
        <w:rPr>
          <w:rFonts w:ascii="Arial" w:hAnsi="Arial" w:cs="Arial"/>
          <w:sz w:val="20"/>
          <w:szCs w:val="20"/>
        </w:rPr>
        <w:t xml:space="preserve">con sede in </w:t>
      </w:r>
      <w:sdt>
        <w:sdtPr>
          <w:rPr>
            <w:rFonts w:ascii="Arial" w:hAnsi="Arial" w:cs="Arial"/>
            <w:sz w:val="20"/>
            <w:szCs w:val="20"/>
          </w:rPr>
          <w:id w:val="-95639471"/>
          <w:placeholder>
            <w:docPart w:val="DefaultPlaceholder_1081868574"/>
          </w:placeholder>
        </w:sdtPr>
        <w:sdtEndPr/>
        <w:sdtContent>
          <w:r w:rsidRPr="001D5EB3">
            <w:rPr>
              <w:rFonts w:ascii="Arial" w:hAnsi="Arial" w:cs="Arial"/>
              <w:sz w:val="20"/>
              <w:szCs w:val="20"/>
            </w:rPr>
            <w:t>………………………………………………………</w:t>
          </w:r>
          <w:r w:rsidR="00F10313" w:rsidRPr="001D5EB3">
            <w:rPr>
              <w:rFonts w:ascii="Arial" w:hAnsi="Arial" w:cs="Arial"/>
              <w:sz w:val="20"/>
              <w:szCs w:val="20"/>
            </w:rPr>
            <w:t>…</w:t>
          </w:r>
          <w:r w:rsidRPr="001D5EB3">
            <w:rPr>
              <w:rFonts w:ascii="Arial" w:hAnsi="Arial" w:cs="Arial"/>
              <w:sz w:val="20"/>
              <w:szCs w:val="20"/>
            </w:rPr>
            <w:t>…………………………………………..</w:t>
          </w:r>
        </w:sdtContent>
      </w:sdt>
    </w:p>
    <w:p w14:paraId="44FDF480" w14:textId="77777777" w:rsidR="00A30AAD" w:rsidRPr="001D5EB3" w:rsidRDefault="00A30AAD" w:rsidP="00406DBE">
      <w:pPr>
        <w:jc w:val="center"/>
        <w:rPr>
          <w:rFonts w:ascii="Arial" w:hAnsi="Arial" w:cs="Arial"/>
          <w:sz w:val="20"/>
          <w:szCs w:val="20"/>
        </w:rPr>
      </w:pPr>
    </w:p>
    <w:p w14:paraId="5D99BAB9" w14:textId="77777777" w:rsidR="007156D5" w:rsidRPr="007254CF" w:rsidRDefault="007156D5" w:rsidP="007254CF">
      <w:pPr>
        <w:pStyle w:val="LetteraTipo"/>
        <w:jc w:val="center"/>
        <w:rPr>
          <w:b/>
        </w:rPr>
      </w:pPr>
      <w:r w:rsidRPr="007254CF">
        <w:rPr>
          <w:b/>
        </w:rPr>
        <w:t>DICHIARA</w:t>
      </w:r>
    </w:p>
    <w:p w14:paraId="6D9D3E72" w14:textId="77777777" w:rsidR="007156D5" w:rsidRPr="007254CF" w:rsidRDefault="001E0F47" w:rsidP="007254CF">
      <w:pPr>
        <w:pStyle w:val="LetteraTipo"/>
        <w:jc w:val="center"/>
        <w:rPr>
          <w:b/>
        </w:rPr>
      </w:pPr>
      <w:r w:rsidRPr="007254CF">
        <w:rPr>
          <w:b/>
        </w:rPr>
        <w:t>che la medesima</w:t>
      </w:r>
    </w:p>
    <w:p w14:paraId="1C9EB111" w14:textId="77777777" w:rsidR="005A0FEF" w:rsidRDefault="007156D5" w:rsidP="005A0FEF">
      <w:pPr>
        <w:pStyle w:val="LetteraTipo"/>
        <w:jc w:val="center"/>
        <w:rPr>
          <w:b/>
        </w:rPr>
      </w:pPr>
      <w:r w:rsidRPr="007254CF">
        <w:rPr>
          <w:b/>
        </w:rPr>
        <w:t>SI OBBLIGA</w:t>
      </w:r>
    </w:p>
    <w:p w14:paraId="2B3C2713" w14:textId="77777777" w:rsidR="00E9502E" w:rsidRDefault="00E9502E" w:rsidP="005A0FEF">
      <w:pPr>
        <w:pStyle w:val="LetteraTipo"/>
        <w:jc w:val="both"/>
        <w:rPr>
          <w:b/>
        </w:rPr>
      </w:pPr>
    </w:p>
    <w:p w14:paraId="36256972" w14:textId="31F3D5FC" w:rsidR="00A16E99" w:rsidRDefault="005E7630" w:rsidP="005A0FEF">
      <w:pPr>
        <w:pStyle w:val="LetteraTipo"/>
        <w:jc w:val="both"/>
      </w:pPr>
      <w:r>
        <w:t>ad eseguire l’appalto</w:t>
      </w:r>
      <w:r w:rsidR="00BC596A">
        <w:t xml:space="preserve"> in oggetto </w:t>
      </w:r>
      <w:r w:rsidR="00A16E99" w:rsidRPr="001D5EB3">
        <w:t>secondo quanto prescrit</w:t>
      </w:r>
      <w:r w:rsidR="007024ED">
        <w:t>to dalla documentazione tecnica</w:t>
      </w:r>
      <w:r w:rsidR="00A16E99" w:rsidRPr="001D5EB3">
        <w:t xml:space="preserve"> alle seguenti condizioni: </w:t>
      </w:r>
    </w:p>
    <w:p w14:paraId="54FCFB65" w14:textId="77777777" w:rsidR="009D422C" w:rsidRDefault="009D422C" w:rsidP="005A0FEF">
      <w:pPr>
        <w:pStyle w:val="LetteraTipo"/>
        <w:jc w:val="both"/>
      </w:pPr>
    </w:p>
    <w:p w14:paraId="4793F280" w14:textId="77777777" w:rsidR="009D422C" w:rsidRDefault="009D422C" w:rsidP="009D422C">
      <w:pPr>
        <w:pStyle w:val="LetteraTipo"/>
        <w:ind w:left="705" w:hanging="705"/>
        <w:jc w:val="both"/>
        <w:rPr>
          <w:b/>
        </w:rPr>
      </w:pPr>
      <w:r>
        <w:rPr>
          <w:b/>
        </w:rPr>
        <w:t>1) IMPORTO COMPLESSIVO OFFERTO (AREA TEMATICA A + AREA TEMATICA B)</w:t>
      </w:r>
    </w:p>
    <w:p w14:paraId="11CAF38B" w14:textId="77777777" w:rsidR="009D422C" w:rsidRDefault="009D422C" w:rsidP="009D422C">
      <w:pPr>
        <w:pStyle w:val="LetteraTipo"/>
        <w:ind w:left="705" w:hanging="705"/>
        <w:jc w:val="both"/>
        <w:rPr>
          <w:b/>
        </w:rPr>
      </w:pPr>
    </w:p>
    <w:p w14:paraId="31EDC336" w14:textId="77777777" w:rsidR="009D422C" w:rsidRDefault="009D422C" w:rsidP="009D422C">
      <w:pPr>
        <w:pStyle w:val="LetteraTipo"/>
        <w:ind w:left="705" w:hanging="705"/>
        <w:jc w:val="both"/>
        <w:rPr>
          <w:b/>
          <w:bCs/>
        </w:rPr>
      </w:pPr>
      <w:r>
        <w:rPr>
          <w:b/>
          <w:bCs/>
        </w:rPr>
        <w:t xml:space="preserve"> - </w:t>
      </w:r>
      <w:r w:rsidRPr="009D422C">
        <w:rPr>
          <w:b/>
          <w:bCs/>
        </w:rPr>
        <w:t xml:space="preserve">importo complessivo offerto (Area tematica A + Area tematica B), espresso in euro (€) </w:t>
      </w:r>
      <w:r>
        <w:rPr>
          <w:b/>
          <w:bCs/>
        </w:rPr>
        <w:t>ed</w:t>
      </w:r>
    </w:p>
    <w:p w14:paraId="0966AC70" w14:textId="77777777" w:rsidR="009D422C" w:rsidRPr="009D422C" w:rsidRDefault="009D422C" w:rsidP="009D422C">
      <w:pPr>
        <w:pStyle w:val="LetteraTipo"/>
        <w:ind w:left="705" w:hanging="705"/>
        <w:jc w:val="both"/>
        <w:rPr>
          <w:b/>
          <w:bCs/>
        </w:rPr>
      </w:pPr>
      <w:r>
        <w:rPr>
          <w:b/>
          <w:bCs/>
        </w:rPr>
        <w:t xml:space="preserve">   </w:t>
      </w:r>
      <w:r w:rsidRPr="009D422C">
        <w:rPr>
          <w:b/>
          <w:bCs/>
        </w:rPr>
        <w:t>approssimato alla seconda cifra decimale</w:t>
      </w:r>
      <w:r w:rsidRPr="009D422C">
        <w:rPr>
          <w:b/>
        </w:rPr>
        <w:t xml:space="preserve"> </w:t>
      </w:r>
      <w:r w:rsidRPr="00666834">
        <w:t xml:space="preserve">(in cifre): </w:t>
      </w:r>
    </w:p>
    <w:p w14:paraId="42F1F28B" w14:textId="77777777" w:rsidR="009D422C" w:rsidRPr="00666834" w:rsidRDefault="00A43AC7" w:rsidP="009D422C">
      <w:pPr>
        <w:pStyle w:val="LetteraTipo"/>
        <w:ind w:left="708"/>
        <w:jc w:val="both"/>
      </w:pPr>
      <w:sdt>
        <w:sdtPr>
          <w:id w:val="-954636728"/>
          <w:placeholder>
            <w:docPart w:val="264604D5E7E34A1EB91EFFE85127A70B"/>
          </w:placeholder>
        </w:sdtPr>
        <w:sdtEndPr/>
        <w:sdtContent>
          <w:r w:rsidR="009D422C" w:rsidRPr="001D5EB3">
            <w:t>…</w:t>
          </w:r>
          <w:r w:rsidR="009D422C">
            <w:t>…</w:t>
          </w:r>
          <w:r w:rsidR="009D422C" w:rsidRPr="001D5EB3">
            <w:t>…</w:t>
          </w:r>
          <w:r w:rsidR="009D422C">
            <w:t>……………………………….</w:t>
          </w:r>
          <w:r w:rsidR="009D422C" w:rsidRPr="001D5EB3">
            <w:t>…………………………………………………………………</w:t>
          </w:r>
        </w:sdtContent>
      </w:sdt>
      <w:r w:rsidR="009D422C" w:rsidRPr="00666834">
        <w:t xml:space="preserve"> </w:t>
      </w:r>
    </w:p>
    <w:p w14:paraId="56F29EA1" w14:textId="77777777" w:rsidR="009D422C" w:rsidRDefault="009D422C" w:rsidP="009D422C">
      <w:pPr>
        <w:pStyle w:val="LetteraTipo"/>
        <w:ind w:left="705" w:hanging="705"/>
        <w:jc w:val="both"/>
        <w:rPr>
          <w:b/>
          <w:bCs/>
        </w:rPr>
      </w:pPr>
      <w:r>
        <w:rPr>
          <w:b/>
          <w:bCs/>
        </w:rPr>
        <w:t xml:space="preserve">    </w:t>
      </w:r>
    </w:p>
    <w:p w14:paraId="34BC620D" w14:textId="77777777" w:rsidR="009D422C" w:rsidRDefault="009D422C" w:rsidP="009D422C">
      <w:pPr>
        <w:pStyle w:val="LetteraTipo"/>
        <w:ind w:left="705" w:hanging="705"/>
        <w:jc w:val="both"/>
        <w:rPr>
          <w:b/>
          <w:bCs/>
        </w:rPr>
      </w:pPr>
      <w:r>
        <w:rPr>
          <w:b/>
          <w:bCs/>
        </w:rPr>
        <w:t xml:space="preserve">-   </w:t>
      </w:r>
      <w:r w:rsidRPr="009D422C">
        <w:rPr>
          <w:b/>
          <w:bCs/>
        </w:rPr>
        <w:t xml:space="preserve">importo complessivo offerto (Area tematica A + Area tematica B), espresso in euro (€) </w:t>
      </w:r>
      <w:r>
        <w:rPr>
          <w:b/>
          <w:bCs/>
        </w:rPr>
        <w:t>ed</w:t>
      </w:r>
    </w:p>
    <w:p w14:paraId="3A0A6537" w14:textId="77777777" w:rsidR="009D422C" w:rsidRPr="00666834" w:rsidRDefault="009D422C" w:rsidP="009D422C">
      <w:pPr>
        <w:pStyle w:val="LetteraTipo"/>
        <w:ind w:left="705" w:hanging="705"/>
        <w:jc w:val="both"/>
      </w:pPr>
      <w:r>
        <w:rPr>
          <w:b/>
          <w:bCs/>
        </w:rPr>
        <w:t xml:space="preserve">    </w:t>
      </w:r>
      <w:r w:rsidRPr="009D422C">
        <w:rPr>
          <w:b/>
          <w:bCs/>
        </w:rPr>
        <w:t>approssimato alla seconda cifra decimale</w:t>
      </w:r>
      <w:r w:rsidRPr="009D422C">
        <w:rPr>
          <w:b/>
        </w:rPr>
        <w:t xml:space="preserve"> </w:t>
      </w:r>
      <w:r>
        <w:t>(in lettere</w:t>
      </w:r>
      <w:r w:rsidRPr="00666834">
        <w:t xml:space="preserve">): </w:t>
      </w:r>
    </w:p>
    <w:p w14:paraId="3BD9B650" w14:textId="77777777" w:rsidR="009D422C" w:rsidRPr="00666834" w:rsidRDefault="00A43AC7" w:rsidP="009D422C">
      <w:pPr>
        <w:pStyle w:val="LetteraTipo"/>
        <w:ind w:left="708"/>
        <w:jc w:val="both"/>
      </w:pPr>
      <w:sdt>
        <w:sdtPr>
          <w:id w:val="904573116"/>
          <w:placeholder>
            <w:docPart w:val="BDAFAA186F674C78974C3EDE78BF179D"/>
          </w:placeholder>
        </w:sdtPr>
        <w:sdtEndPr/>
        <w:sdtContent>
          <w:r w:rsidR="009D422C" w:rsidRPr="001D5EB3">
            <w:t>……</w:t>
          </w:r>
          <w:r w:rsidR="009D422C">
            <w:t>……………………………….</w:t>
          </w:r>
          <w:r w:rsidR="009D422C" w:rsidRPr="001D5EB3">
            <w:t>…………………………………………………………………</w:t>
          </w:r>
        </w:sdtContent>
      </w:sdt>
      <w:r w:rsidR="009D422C" w:rsidRPr="00666834">
        <w:t xml:space="preserve"> </w:t>
      </w:r>
    </w:p>
    <w:p w14:paraId="2A33F1E8" w14:textId="77777777" w:rsidR="009D422C" w:rsidRDefault="009D422C" w:rsidP="009D422C">
      <w:pPr>
        <w:pStyle w:val="LetteraTipo"/>
        <w:jc w:val="both"/>
        <w:rPr>
          <w:bCs/>
        </w:rPr>
      </w:pPr>
    </w:p>
    <w:p w14:paraId="25D418C4" w14:textId="04E15BDA" w:rsidR="009D422C" w:rsidRDefault="009D422C" w:rsidP="009D422C">
      <w:pPr>
        <w:pStyle w:val="LetteraTipo"/>
        <w:jc w:val="both"/>
        <w:rPr>
          <w:b/>
          <w:bCs/>
        </w:rPr>
      </w:pPr>
      <w:r w:rsidRPr="009D422C">
        <w:rPr>
          <w:bCs/>
        </w:rPr>
        <w:t>risultante dall’applicazione dei ribassi percentuali offerti, rispettivamente, per l’Area tematica A “Servizio di revisione legale dei conti e per l’ Area tematica B “Altri servizi” - Altri servizi di revisione dei conti</w:t>
      </w:r>
      <w:r w:rsidR="0046337F">
        <w:rPr>
          <w:bCs/>
        </w:rPr>
        <w:t>,</w:t>
      </w:r>
      <w:r w:rsidRPr="009D422C">
        <w:rPr>
          <w:bCs/>
        </w:rPr>
        <w:t xml:space="preserve"> </w:t>
      </w:r>
      <w:r w:rsidR="0046337F">
        <w:rPr>
          <w:bCs/>
        </w:rPr>
        <w:t xml:space="preserve">rispetto </w:t>
      </w:r>
      <w:r w:rsidRPr="009D422C">
        <w:rPr>
          <w:bCs/>
        </w:rPr>
        <w:t xml:space="preserve">all’importo complessivo posto a base di gara, pari ad </w:t>
      </w:r>
      <w:r w:rsidRPr="009D422C">
        <w:rPr>
          <w:b/>
          <w:bCs/>
        </w:rPr>
        <w:t>€ 279.000,00</w:t>
      </w:r>
    </w:p>
    <w:p w14:paraId="54C6D59E" w14:textId="77777777" w:rsidR="009D422C" w:rsidRDefault="009D422C" w:rsidP="009D422C">
      <w:pPr>
        <w:pStyle w:val="LetteraTipo"/>
        <w:jc w:val="both"/>
        <w:rPr>
          <w:b/>
        </w:rPr>
      </w:pPr>
    </w:p>
    <w:p w14:paraId="6AFDF400" w14:textId="77777777" w:rsidR="009D422C" w:rsidRDefault="009D422C" w:rsidP="009D422C">
      <w:pPr>
        <w:pStyle w:val="LetteraTipo"/>
        <w:ind w:left="705" w:hanging="705"/>
        <w:jc w:val="both"/>
        <w:rPr>
          <w:b/>
        </w:rPr>
      </w:pPr>
      <w:r>
        <w:rPr>
          <w:b/>
        </w:rPr>
        <w:t>2) RIBASSO PERCENTUALE AREA TEMATICA “A”</w:t>
      </w:r>
    </w:p>
    <w:p w14:paraId="2B868988" w14:textId="77777777" w:rsidR="009D422C" w:rsidRDefault="009D422C" w:rsidP="009D422C">
      <w:pPr>
        <w:pStyle w:val="LetteraTipo"/>
        <w:ind w:left="705" w:hanging="705"/>
        <w:jc w:val="both"/>
        <w:rPr>
          <w:b/>
        </w:rPr>
      </w:pPr>
    </w:p>
    <w:p w14:paraId="6356DEAD" w14:textId="77777777" w:rsidR="009D422C" w:rsidRPr="00666834" w:rsidRDefault="009D422C" w:rsidP="009D422C">
      <w:pPr>
        <w:pStyle w:val="LetteraTipo"/>
        <w:ind w:left="705" w:hanging="705"/>
        <w:jc w:val="both"/>
      </w:pPr>
      <w:r>
        <w:rPr>
          <w:b/>
        </w:rPr>
        <w:t xml:space="preserve"> - ribasso percentuale </w:t>
      </w:r>
      <w:r w:rsidRPr="00E364AD">
        <w:rPr>
          <w:b/>
        </w:rPr>
        <w:t xml:space="preserve">di sconto, </w:t>
      </w:r>
      <w:r w:rsidRPr="009D422C">
        <w:rPr>
          <w:b/>
        </w:rPr>
        <w:t>approssimato alla seconda cifra</w:t>
      </w:r>
      <w:r w:rsidRPr="00E364AD">
        <w:rPr>
          <w:b/>
        </w:rPr>
        <w:t xml:space="preserve"> decimale</w:t>
      </w:r>
      <w:r>
        <w:t xml:space="preserve"> </w:t>
      </w:r>
      <w:r w:rsidRPr="00666834">
        <w:t xml:space="preserve">(in cifre): </w:t>
      </w:r>
    </w:p>
    <w:p w14:paraId="16A97C80" w14:textId="77777777" w:rsidR="009D422C" w:rsidRPr="00666834" w:rsidRDefault="00A43AC7" w:rsidP="009D422C">
      <w:pPr>
        <w:pStyle w:val="LetteraTipo"/>
        <w:ind w:left="708"/>
        <w:jc w:val="both"/>
      </w:pPr>
      <w:sdt>
        <w:sdtPr>
          <w:id w:val="-1887094538"/>
          <w:placeholder>
            <w:docPart w:val="9A9EA5F73076481AA69E466F83BEE354"/>
          </w:placeholder>
        </w:sdtPr>
        <w:sdtEndPr/>
        <w:sdtContent>
          <w:r w:rsidR="009D422C" w:rsidRPr="001D5EB3">
            <w:t>………………………………………………………………………</w:t>
          </w:r>
        </w:sdtContent>
      </w:sdt>
      <w:r w:rsidR="009D422C" w:rsidRPr="00666834">
        <w:t xml:space="preserve"> </w:t>
      </w:r>
    </w:p>
    <w:p w14:paraId="7F19F251" w14:textId="77777777" w:rsidR="009D422C" w:rsidRPr="00666834" w:rsidRDefault="009D422C" w:rsidP="009D422C">
      <w:pPr>
        <w:pStyle w:val="LetteraTipo"/>
        <w:jc w:val="both"/>
      </w:pPr>
      <w:r>
        <w:rPr>
          <w:b/>
        </w:rPr>
        <w:t xml:space="preserve"> - ribasso percentuale</w:t>
      </w:r>
      <w:r w:rsidRPr="00E364AD">
        <w:rPr>
          <w:b/>
        </w:rPr>
        <w:t xml:space="preserve"> di sconto, approssimato alla seconda cifra decimale</w:t>
      </w:r>
      <w:r w:rsidRPr="00E364AD">
        <w:t xml:space="preserve"> </w:t>
      </w:r>
      <w:r w:rsidRPr="00666834">
        <w:t xml:space="preserve">(in lettere): </w:t>
      </w:r>
    </w:p>
    <w:p w14:paraId="217219FE" w14:textId="77777777" w:rsidR="009D422C" w:rsidRPr="00666834" w:rsidRDefault="00A43AC7" w:rsidP="009D422C">
      <w:pPr>
        <w:pStyle w:val="LetteraTipo"/>
        <w:ind w:left="708"/>
        <w:jc w:val="both"/>
      </w:pPr>
      <w:sdt>
        <w:sdtPr>
          <w:id w:val="-1804760662"/>
          <w:placeholder>
            <w:docPart w:val="016A15AB9BF449148466750E0718EFB0"/>
          </w:placeholder>
        </w:sdtPr>
        <w:sdtEndPr/>
        <w:sdtContent>
          <w:r w:rsidR="009D422C" w:rsidRPr="001D5EB3">
            <w:t>………………………………………………………………………</w:t>
          </w:r>
        </w:sdtContent>
      </w:sdt>
      <w:r w:rsidR="009D422C" w:rsidRPr="00666834">
        <w:t xml:space="preserve"> </w:t>
      </w:r>
    </w:p>
    <w:p w14:paraId="315BF5D3" w14:textId="77777777" w:rsidR="009D422C" w:rsidRDefault="009D422C" w:rsidP="009D422C">
      <w:pPr>
        <w:pStyle w:val="LetteraTipo"/>
        <w:jc w:val="both"/>
        <w:rPr>
          <w:b/>
          <w:bCs/>
        </w:rPr>
      </w:pPr>
      <w:r>
        <w:rPr>
          <w:bCs/>
        </w:rPr>
        <w:t xml:space="preserve">da applicare all’importo previsto a base di gara per l’ </w:t>
      </w:r>
      <w:r w:rsidRPr="000C1B06">
        <w:rPr>
          <w:bCs/>
        </w:rPr>
        <w:t>Area tematica A “Servizio di revisione legale dei conti</w:t>
      </w:r>
      <w:r>
        <w:rPr>
          <w:bCs/>
        </w:rPr>
        <w:t xml:space="preserve">, pari ad </w:t>
      </w:r>
      <w:r w:rsidRPr="000C1B06">
        <w:rPr>
          <w:b/>
          <w:bCs/>
        </w:rPr>
        <w:t>€ 180.000</w:t>
      </w:r>
      <w:r>
        <w:rPr>
          <w:b/>
          <w:bCs/>
        </w:rPr>
        <w:t>.</w:t>
      </w:r>
    </w:p>
    <w:p w14:paraId="2FF25D3F" w14:textId="77777777" w:rsidR="009D422C" w:rsidRDefault="009D422C" w:rsidP="009D422C">
      <w:pPr>
        <w:pStyle w:val="LetteraTipo"/>
        <w:jc w:val="both"/>
        <w:rPr>
          <w:b/>
          <w:bCs/>
        </w:rPr>
      </w:pPr>
    </w:p>
    <w:p w14:paraId="7FEFF933" w14:textId="77777777" w:rsidR="009D422C" w:rsidRDefault="009D422C" w:rsidP="009D422C">
      <w:pPr>
        <w:pStyle w:val="LetteraTipo"/>
        <w:ind w:left="705" w:hanging="705"/>
        <w:jc w:val="both"/>
        <w:rPr>
          <w:b/>
        </w:rPr>
      </w:pPr>
      <w:r>
        <w:rPr>
          <w:b/>
        </w:rPr>
        <w:lastRenderedPageBreak/>
        <w:t>3) RIBASSO PERCENTUALE AREA TEMATICA “B”</w:t>
      </w:r>
    </w:p>
    <w:p w14:paraId="34380606" w14:textId="77777777" w:rsidR="009D422C" w:rsidRDefault="009D422C" w:rsidP="009D422C">
      <w:pPr>
        <w:pStyle w:val="LetteraTipo"/>
        <w:ind w:left="705" w:hanging="705"/>
        <w:jc w:val="both"/>
        <w:rPr>
          <w:b/>
        </w:rPr>
      </w:pPr>
    </w:p>
    <w:p w14:paraId="644BEE9E" w14:textId="77777777" w:rsidR="009D422C" w:rsidRPr="00666834" w:rsidRDefault="009D422C" w:rsidP="009D422C">
      <w:pPr>
        <w:pStyle w:val="LetteraTipo"/>
        <w:ind w:left="705" w:hanging="705"/>
        <w:jc w:val="both"/>
      </w:pPr>
      <w:r>
        <w:rPr>
          <w:b/>
        </w:rPr>
        <w:t>- ribasso percentuale</w:t>
      </w:r>
      <w:r w:rsidRPr="00E364AD">
        <w:rPr>
          <w:b/>
        </w:rPr>
        <w:t xml:space="preserve"> di sconto, </w:t>
      </w:r>
      <w:r w:rsidRPr="009D422C">
        <w:rPr>
          <w:b/>
        </w:rPr>
        <w:t>approssimato alla seconda cifra</w:t>
      </w:r>
      <w:r w:rsidRPr="00E364AD">
        <w:rPr>
          <w:b/>
        </w:rPr>
        <w:t xml:space="preserve"> decimale</w:t>
      </w:r>
      <w:r>
        <w:t xml:space="preserve"> </w:t>
      </w:r>
      <w:r w:rsidRPr="00666834">
        <w:t xml:space="preserve">(in cifre): </w:t>
      </w:r>
    </w:p>
    <w:p w14:paraId="500E0674" w14:textId="77777777" w:rsidR="009D422C" w:rsidRPr="00666834" w:rsidRDefault="00A43AC7" w:rsidP="009D422C">
      <w:pPr>
        <w:pStyle w:val="LetteraTipo"/>
        <w:ind w:left="708"/>
        <w:jc w:val="both"/>
      </w:pPr>
      <w:sdt>
        <w:sdtPr>
          <w:id w:val="-1654213983"/>
          <w:placeholder>
            <w:docPart w:val="1AD005D2E35D466E83613C82BE76F9BE"/>
          </w:placeholder>
        </w:sdtPr>
        <w:sdtEndPr/>
        <w:sdtContent>
          <w:r w:rsidR="009D422C" w:rsidRPr="001D5EB3">
            <w:t>………………………………………………………………………</w:t>
          </w:r>
        </w:sdtContent>
      </w:sdt>
      <w:r w:rsidR="009D422C" w:rsidRPr="00666834">
        <w:t xml:space="preserve"> </w:t>
      </w:r>
    </w:p>
    <w:p w14:paraId="451A6EED" w14:textId="77777777" w:rsidR="009D422C" w:rsidRPr="00666834" w:rsidRDefault="009D422C" w:rsidP="009D422C">
      <w:pPr>
        <w:pStyle w:val="LetteraTipo"/>
        <w:jc w:val="both"/>
      </w:pPr>
      <w:r>
        <w:rPr>
          <w:b/>
        </w:rPr>
        <w:t>- ribasso percentuale</w:t>
      </w:r>
      <w:r w:rsidRPr="00E364AD">
        <w:rPr>
          <w:b/>
        </w:rPr>
        <w:t xml:space="preserve"> di sconto, approssimato alla seconda cifra decimale</w:t>
      </w:r>
      <w:r w:rsidRPr="00E364AD">
        <w:t xml:space="preserve"> </w:t>
      </w:r>
      <w:r w:rsidRPr="00666834">
        <w:t xml:space="preserve">(in lettere): </w:t>
      </w:r>
    </w:p>
    <w:p w14:paraId="221E4B52" w14:textId="77777777" w:rsidR="009D422C" w:rsidRPr="00666834" w:rsidRDefault="00A43AC7" w:rsidP="009D422C">
      <w:pPr>
        <w:pStyle w:val="LetteraTipo"/>
        <w:ind w:left="708"/>
        <w:jc w:val="both"/>
      </w:pPr>
      <w:sdt>
        <w:sdtPr>
          <w:id w:val="611872881"/>
          <w:placeholder>
            <w:docPart w:val="5B89F51F09F845C384D240784ABC2F88"/>
          </w:placeholder>
        </w:sdtPr>
        <w:sdtEndPr/>
        <w:sdtContent>
          <w:r w:rsidR="009D422C" w:rsidRPr="001D5EB3">
            <w:t>………………………………………………………………………</w:t>
          </w:r>
        </w:sdtContent>
      </w:sdt>
      <w:r w:rsidR="009D422C" w:rsidRPr="00666834">
        <w:t xml:space="preserve"> </w:t>
      </w:r>
    </w:p>
    <w:p w14:paraId="7F3C5EBA" w14:textId="77777777" w:rsidR="009D422C" w:rsidRDefault="009D422C" w:rsidP="009D422C">
      <w:pPr>
        <w:pStyle w:val="LetteraTipo"/>
        <w:jc w:val="both"/>
        <w:rPr>
          <w:bCs/>
        </w:rPr>
      </w:pPr>
      <w:r>
        <w:rPr>
          <w:bCs/>
        </w:rPr>
        <w:t xml:space="preserve">da applicare all’importo previsto a base di gara per l’ </w:t>
      </w:r>
      <w:r w:rsidRPr="000C1B06">
        <w:rPr>
          <w:bCs/>
        </w:rPr>
        <w:t xml:space="preserve">Area </w:t>
      </w:r>
      <w:r>
        <w:rPr>
          <w:bCs/>
        </w:rPr>
        <w:t>tematica B</w:t>
      </w:r>
      <w:r w:rsidRPr="000C1B06">
        <w:rPr>
          <w:bCs/>
        </w:rPr>
        <w:t xml:space="preserve"> </w:t>
      </w:r>
      <w:r w:rsidRPr="009D422C">
        <w:rPr>
          <w:bCs/>
        </w:rPr>
        <w:t xml:space="preserve">“Altri servizi” - </w:t>
      </w:r>
      <w:r w:rsidRPr="000C1B06">
        <w:rPr>
          <w:bCs/>
        </w:rPr>
        <w:t>Altri servizi di revisione</w:t>
      </w:r>
      <w:r>
        <w:rPr>
          <w:bCs/>
        </w:rPr>
        <w:t xml:space="preserve"> dei conti”, pari ad </w:t>
      </w:r>
      <w:r w:rsidRPr="000C1B06">
        <w:rPr>
          <w:b/>
          <w:bCs/>
        </w:rPr>
        <w:t>€ 99.000.</w:t>
      </w:r>
    </w:p>
    <w:p w14:paraId="4A0B12E3" w14:textId="77777777" w:rsidR="009D422C" w:rsidRDefault="009D422C" w:rsidP="009D422C">
      <w:pPr>
        <w:pStyle w:val="LetteraTipo"/>
        <w:jc w:val="both"/>
        <w:rPr>
          <w:bCs/>
        </w:rPr>
      </w:pPr>
    </w:p>
    <w:p w14:paraId="2AA165F2" w14:textId="77777777" w:rsidR="009D422C" w:rsidRDefault="009D422C" w:rsidP="009D422C">
      <w:pPr>
        <w:pStyle w:val="LetteraTipo"/>
        <w:jc w:val="both"/>
        <w:rPr>
          <w:b/>
          <w:bCs/>
        </w:rPr>
      </w:pPr>
      <w:r>
        <w:rPr>
          <w:b/>
          <w:bCs/>
        </w:rPr>
        <w:t>4</w:t>
      </w:r>
      <w:r w:rsidRPr="00FD1662">
        <w:rPr>
          <w:b/>
          <w:bCs/>
        </w:rPr>
        <w:t xml:space="preserve">) </w:t>
      </w:r>
      <w:r w:rsidRPr="005D3DC5">
        <w:rPr>
          <w:b/>
          <w:bCs/>
          <w:u w:val="single"/>
        </w:rPr>
        <w:t>Quotazione tariffe giornaliere p</w:t>
      </w:r>
      <w:r>
        <w:rPr>
          <w:b/>
          <w:bCs/>
          <w:u w:val="single"/>
        </w:rPr>
        <w:t>er le attività aggiuntive nell’A</w:t>
      </w:r>
      <w:r w:rsidRPr="005D3DC5">
        <w:rPr>
          <w:b/>
          <w:bCs/>
          <w:u w:val="single"/>
        </w:rPr>
        <w:t>rea tematica B</w:t>
      </w:r>
      <w:r>
        <w:rPr>
          <w:b/>
          <w:bCs/>
          <w:u w:val="single"/>
        </w:rPr>
        <w:t>, di cui all’art. 5 del Capitolato Speciale</w:t>
      </w:r>
      <w:r w:rsidRPr="005D3DC5">
        <w:rPr>
          <w:b/>
          <w:bCs/>
          <w:u w:val="single"/>
        </w:rPr>
        <w:t>:</w:t>
      </w:r>
    </w:p>
    <w:p w14:paraId="0CD0AFBC" w14:textId="77777777" w:rsidR="009D422C" w:rsidRDefault="009D422C" w:rsidP="009D422C">
      <w:pPr>
        <w:pStyle w:val="LetteraTipo"/>
        <w:jc w:val="both"/>
        <w:rPr>
          <w:b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2693"/>
        <w:gridCol w:w="4815"/>
      </w:tblGrid>
      <w:tr w:rsidR="009D422C" w14:paraId="32807680" w14:textId="77777777" w:rsidTr="008959A4">
        <w:tc>
          <w:tcPr>
            <w:tcW w:w="1271" w:type="dxa"/>
          </w:tcPr>
          <w:p w14:paraId="3CF28954" w14:textId="77777777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2693" w:type="dxa"/>
          </w:tcPr>
          <w:p w14:paraId="3F8B20AD" w14:textId="77777777" w:rsidR="009D422C" w:rsidRDefault="009D422C" w:rsidP="008959A4">
            <w:pPr>
              <w:pStyle w:val="LetteraTipo"/>
              <w:jc w:val="center"/>
              <w:rPr>
                <w:b/>
              </w:rPr>
            </w:pPr>
            <w:r>
              <w:rPr>
                <w:b/>
              </w:rPr>
              <w:t>Quotazione tariffa giornaliera in cifre</w:t>
            </w:r>
          </w:p>
        </w:tc>
        <w:tc>
          <w:tcPr>
            <w:tcW w:w="4815" w:type="dxa"/>
          </w:tcPr>
          <w:p w14:paraId="5771596C" w14:textId="77777777" w:rsidR="009D422C" w:rsidRDefault="009D422C" w:rsidP="008959A4">
            <w:pPr>
              <w:pStyle w:val="LetteraTipo"/>
              <w:jc w:val="center"/>
              <w:rPr>
                <w:b/>
              </w:rPr>
            </w:pPr>
            <w:r>
              <w:rPr>
                <w:b/>
              </w:rPr>
              <w:t>Quotazione tariffa giornaliera in lettere</w:t>
            </w:r>
          </w:p>
        </w:tc>
      </w:tr>
      <w:tr w:rsidR="009D422C" w14:paraId="596C3418" w14:textId="77777777" w:rsidTr="008959A4">
        <w:tc>
          <w:tcPr>
            <w:tcW w:w="1271" w:type="dxa"/>
          </w:tcPr>
          <w:p w14:paraId="054EE66B" w14:textId="59E25309" w:rsidR="009D422C" w:rsidRPr="00E87088" w:rsidRDefault="00964610" w:rsidP="008959A4">
            <w:pPr>
              <w:pStyle w:val="LetteraTipo"/>
              <w:jc w:val="both"/>
            </w:pPr>
            <w:r w:rsidRPr="00E87088">
              <w:t>Socio (</w:t>
            </w:r>
            <w:r w:rsidR="009D422C" w:rsidRPr="00E87088">
              <w:t>Partner</w:t>
            </w:r>
            <w:r w:rsidRPr="00E87088">
              <w:t>)</w:t>
            </w:r>
          </w:p>
          <w:p w14:paraId="3EEA4926" w14:textId="77777777" w:rsidR="009D422C" w:rsidRPr="00E87088" w:rsidRDefault="009D422C" w:rsidP="008959A4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2693" w:type="dxa"/>
          </w:tcPr>
          <w:p w14:paraId="7D6C7B2C" w14:textId="77777777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  <w:p w14:paraId="3D050C13" w14:textId="1A55EE04" w:rsidR="00964610" w:rsidRDefault="00964610" w:rsidP="008959A4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4815" w:type="dxa"/>
          </w:tcPr>
          <w:p w14:paraId="587BFA51" w14:textId="77777777" w:rsidR="00964610" w:rsidRDefault="00964610" w:rsidP="008959A4">
            <w:pPr>
              <w:pStyle w:val="LetteraTipo"/>
              <w:jc w:val="both"/>
              <w:rPr>
                <w:b/>
              </w:rPr>
            </w:pPr>
          </w:p>
          <w:p w14:paraId="05AD0382" w14:textId="09247D6B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</w:tc>
      </w:tr>
      <w:tr w:rsidR="009D422C" w14:paraId="484141A2" w14:textId="77777777" w:rsidTr="008959A4">
        <w:tc>
          <w:tcPr>
            <w:tcW w:w="1271" w:type="dxa"/>
          </w:tcPr>
          <w:p w14:paraId="27175A75" w14:textId="20B4B56B" w:rsidR="009D422C" w:rsidRPr="00E87088" w:rsidRDefault="009D422C" w:rsidP="008959A4">
            <w:pPr>
              <w:pStyle w:val="LetteraTipo"/>
              <w:jc w:val="both"/>
            </w:pPr>
            <w:r w:rsidRPr="00E87088">
              <w:t>Manager</w:t>
            </w:r>
          </w:p>
          <w:p w14:paraId="45F5F6E5" w14:textId="77777777" w:rsidR="009D422C" w:rsidRPr="00E87088" w:rsidRDefault="009D422C" w:rsidP="008959A4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2693" w:type="dxa"/>
          </w:tcPr>
          <w:p w14:paraId="080D9878" w14:textId="2208CA0D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4815" w:type="dxa"/>
          </w:tcPr>
          <w:p w14:paraId="0C9EEEF1" w14:textId="57EC2BB7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</w:tc>
      </w:tr>
      <w:tr w:rsidR="009D422C" w14:paraId="62F30938" w14:textId="77777777" w:rsidTr="008959A4">
        <w:tc>
          <w:tcPr>
            <w:tcW w:w="1271" w:type="dxa"/>
          </w:tcPr>
          <w:p w14:paraId="0A7FB288" w14:textId="022AC27D" w:rsidR="009D422C" w:rsidRPr="00E87088" w:rsidRDefault="009D422C" w:rsidP="008959A4">
            <w:pPr>
              <w:pStyle w:val="LetteraTipo"/>
              <w:jc w:val="both"/>
            </w:pPr>
            <w:r w:rsidRPr="00E87088">
              <w:t>Senior auditor</w:t>
            </w:r>
          </w:p>
          <w:p w14:paraId="5FF0B43E" w14:textId="77777777" w:rsidR="009D422C" w:rsidRPr="00E87088" w:rsidRDefault="009D422C" w:rsidP="008959A4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2693" w:type="dxa"/>
          </w:tcPr>
          <w:p w14:paraId="303F8824" w14:textId="007BA22A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4815" w:type="dxa"/>
          </w:tcPr>
          <w:p w14:paraId="105689D9" w14:textId="41FB2530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</w:tc>
      </w:tr>
      <w:tr w:rsidR="009D422C" w14:paraId="1C8EE923" w14:textId="77777777" w:rsidTr="008959A4">
        <w:tc>
          <w:tcPr>
            <w:tcW w:w="1271" w:type="dxa"/>
          </w:tcPr>
          <w:p w14:paraId="20B59CCF" w14:textId="3D73DB66" w:rsidR="009D422C" w:rsidRPr="00E87088" w:rsidRDefault="009D422C" w:rsidP="008959A4">
            <w:pPr>
              <w:pStyle w:val="LetteraTipo"/>
              <w:jc w:val="both"/>
              <w:rPr>
                <w:rFonts w:eastAsia="Times New Roman"/>
                <w:lang w:eastAsia="it-IT"/>
              </w:rPr>
            </w:pPr>
            <w:bookmarkStart w:id="0" w:name="_GoBack"/>
            <w:bookmarkEnd w:id="0"/>
            <w:r w:rsidRPr="00E87088">
              <w:rPr>
                <w:rFonts w:eastAsia="Times New Roman"/>
                <w:lang w:eastAsia="it-IT"/>
              </w:rPr>
              <w:t>Junior</w:t>
            </w:r>
          </w:p>
          <w:p w14:paraId="724D8784" w14:textId="77777777" w:rsidR="009D422C" w:rsidRPr="00E87088" w:rsidRDefault="009D422C" w:rsidP="008959A4">
            <w:pPr>
              <w:pStyle w:val="LetteraTipo"/>
              <w:jc w:val="both"/>
            </w:pPr>
            <w:r w:rsidRPr="00E87088">
              <w:t>auditor</w:t>
            </w:r>
          </w:p>
        </w:tc>
        <w:tc>
          <w:tcPr>
            <w:tcW w:w="2693" w:type="dxa"/>
          </w:tcPr>
          <w:p w14:paraId="2354B663" w14:textId="20086737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4815" w:type="dxa"/>
          </w:tcPr>
          <w:p w14:paraId="03E5A8F1" w14:textId="454FC369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</w:tc>
      </w:tr>
    </w:tbl>
    <w:p w14:paraId="3192B769" w14:textId="77777777" w:rsidR="009D422C" w:rsidRDefault="009D422C" w:rsidP="009D422C">
      <w:pPr>
        <w:pStyle w:val="LetteraTipo"/>
        <w:jc w:val="both"/>
        <w:rPr>
          <w:b/>
        </w:rPr>
      </w:pPr>
    </w:p>
    <w:p w14:paraId="64930CDC" w14:textId="77777777" w:rsidR="009D422C" w:rsidRPr="007254CF" w:rsidRDefault="009D422C" w:rsidP="009D422C">
      <w:pPr>
        <w:pStyle w:val="LetteraTipo"/>
        <w:jc w:val="both"/>
      </w:pPr>
      <w:r w:rsidRPr="00950882">
        <w:rPr>
          <w:b/>
        </w:rPr>
        <w:t>N.B.</w:t>
      </w:r>
      <w:r>
        <w:rPr>
          <w:b/>
        </w:rPr>
        <w:t>1</w:t>
      </w:r>
      <w:r>
        <w:t xml:space="preserve">: </w:t>
      </w:r>
      <w:r w:rsidRPr="007254CF">
        <w:t xml:space="preserve">il periodo di validità dell’offerta, a pena di esclusione dalla gara, non potrà essere inferiore a 180 giorni dalla data di scadenza del termine per la presentazione delle offerte. </w:t>
      </w:r>
    </w:p>
    <w:p w14:paraId="78614C54" w14:textId="77777777" w:rsidR="009D422C" w:rsidRDefault="009D422C" w:rsidP="009D422C">
      <w:pPr>
        <w:pStyle w:val="LetteraTipo"/>
        <w:jc w:val="both"/>
      </w:pPr>
      <w:r>
        <w:rPr>
          <w:b/>
        </w:rPr>
        <w:t>N.B.2</w:t>
      </w:r>
      <w:r w:rsidRPr="00A64D3E">
        <w:rPr>
          <w:b/>
        </w:rPr>
        <w:t>:</w:t>
      </w:r>
      <w:r>
        <w:t xml:space="preserve"> In caso di mancata corrispondenza tra gli importi e/o i ribassi espressi in cifre e quelli espressi il lettere, prevarranno quelli espressi in lettere.</w:t>
      </w:r>
    </w:p>
    <w:p w14:paraId="597D7B9A" w14:textId="03E003DC" w:rsidR="00BC596A" w:rsidRDefault="009D422C" w:rsidP="009D422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N.B.3</w:t>
      </w:r>
      <w:r w:rsidRPr="00A21245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 w:rsidRPr="00A21245">
        <w:rPr>
          <w:rFonts w:ascii="Arial" w:hAnsi="Arial" w:cs="Arial"/>
          <w:sz w:val="20"/>
          <w:szCs w:val="20"/>
        </w:rPr>
        <w:t>l’offerta economica presentata si intende omnicomprensiva e compensativa di tutte le attività che verranno poste in essere per l’espletamento dell’appalto secondo quanto prescritto dalla documentazione di gara.</w:t>
      </w:r>
    </w:p>
    <w:p w14:paraId="4400CB8A" w14:textId="77777777" w:rsidR="009D422C" w:rsidRPr="009D422C" w:rsidRDefault="009D422C" w:rsidP="009D422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BADF5EB" w14:textId="77777777" w:rsidR="006B4DFF" w:rsidRDefault="006B4DFF" w:rsidP="00F860B6">
      <w:pPr>
        <w:pStyle w:val="LetteraTipo"/>
        <w:jc w:val="both"/>
        <w:rPr>
          <w:b/>
          <w:sz w:val="24"/>
          <w:szCs w:val="24"/>
        </w:rPr>
      </w:pPr>
    </w:p>
    <w:p w14:paraId="4801F03F" w14:textId="1DCA0EFE" w:rsidR="00DE15B8" w:rsidRPr="007254CF" w:rsidRDefault="00DE15B8" w:rsidP="00F860B6">
      <w:pPr>
        <w:pStyle w:val="LetteraTipo"/>
        <w:jc w:val="both"/>
        <w:rPr>
          <w:b/>
          <w:sz w:val="24"/>
          <w:szCs w:val="24"/>
        </w:rPr>
      </w:pPr>
      <w:r w:rsidRPr="007254CF">
        <w:rPr>
          <w:b/>
          <w:sz w:val="24"/>
          <w:szCs w:val="24"/>
        </w:rPr>
        <w:t>A</w:t>
      </w:r>
      <w:r w:rsidR="002241BE" w:rsidRPr="007254CF">
        <w:rPr>
          <w:b/>
          <w:sz w:val="24"/>
          <w:szCs w:val="24"/>
        </w:rPr>
        <w:t>TI/CONSORZI</w:t>
      </w:r>
      <w:r w:rsidRPr="007254CF">
        <w:rPr>
          <w:b/>
          <w:sz w:val="24"/>
          <w:szCs w:val="24"/>
        </w:rPr>
        <w:t xml:space="preserve"> </w:t>
      </w:r>
      <w:r w:rsidR="00BE5000" w:rsidRPr="007254CF">
        <w:rPr>
          <w:b/>
          <w:sz w:val="24"/>
          <w:szCs w:val="24"/>
        </w:rPr>
        <w:t>di cui all’art. 48 del D.Lgs. n. 50/2016</w:t>
      </w:r>
      <w:r w:rsidR="008C3304">
        <w:rPr>
          <w:b/>
          <w:sz w:val="24"/>
          <w:szCs w:val="24"/>
        </w:rPr>
        <w:t xml:space="preserve"> E S.M.I.</w:t>
      </w:r>
      <w:r w:rsidR="00BE5000" w:rsidRPr="007254CF">
        <w:rPr>
          <w:b/>
          <w:sz w:val="24"/>
          <w:szCs w:val="24"/>
        </w:rPr>
        <w:t xml:space="preserve"> </w:t>
      </w:r>
      <w:r w:rsidR="002241BE" w:rsidRPr="007254CF">
        <w:rPr>
          <w:b/>
          <w:sz w:val="24"/>
          <w:szCs w:val="24"/>
        </w:rPr>
        <w:t>COSTITUITI</w:t>
      </w:r>
      <w:r w:rsidR="00B9334F" w:rsidRPr="007254CF">
        <w:rPr>
          <w:b/>
          <w:sz w:val="24"/>
          <w:szCs w:val="24"/>
        </w:rPr>
        <w:t>:</w:t>
      </w:r>
    </w:p>
    <w:p w14:paraId="0D6A788F" w14:textId="77777777" w:rsidR="00DE15B8" w:rsidRPr="001D5EB3" w:rsidRDefault="00DE15B8" w:rsidP="00F860B6">
      <w:pPr>
        <w:pStyle w:val="LetteraTipo"/>
        <w:jc w:val="both"/>
      </w:pPr>
    </w:p>
    <w:p w14:paraId="489FB275" w14:textId="77777777" w:rsidR="004D20F5" w:rsidRPr="001D5EB3" w:rsidRDefault="003B1614" w:rsidP="00F860B6">
      <w:pPr>
        <w:pStyle w:val="LetteraTipo"/>
        <w:jc w:val="both"/>
      </w:pPr>
      <w:r w:rsidRPr="001D5EB3">
        <w:t>L’</w:t>
      </w:r>
      <w:r w:rsidR="004D20F5" w:rsidRPr="001D5EB3">
        <w:t>Impresa/Società</w:t>
      </w:r>
      <w:sdt>
        <w:sdtPr>
          <w:id w:val="589887174"/>
          <w:placeholder>
            <w:docPart w:val="DefaultPlaceholder_1081868574"/>
          </w:placeholder>
          <w:text/>
        </w:sdtPr>
        <w:sdtEndPr/>
        <w:sdtContent>
          <w:r w:rsidR="004D20F5" w:rsidRPr="001D5EB3">
            <w:t>...........................................................................</w:t>
          </w:r>
          <w:r w:rsidRPr="001D5EB3">
            <w:t>...................................</w:t>
          </w:r>
          <w:r w:rsidR="004D20F5" w:rsidRPr="001D5EB3">
            <w:t>................</w:t>
          </w:r>
        </w:sdtContent>
      </w:sdt>
      <w:r w:rsidR="004D20F5" w:rsidRPr="001D5EB3">
        <w:t>in qualità di Mandataria/Capogruppo della costituita Associazione Temporanea d'Imprese/Consorzio in forza del mandato collettivo speciale con rappresentanza, irrevocabile, allegato alla documentazione che correda la presente offerta,</w:t>
      </w:r>
    </w:p>
    <w:p w14:paraId="318E084C" w14:textId="77777777" w:rsidR="004D20F5" w:rsidRPr="001D5EB3" w:rsidRDefault="004D20F5" w:rsidP="00F860B6">
      <w:pPr>
        <w:pStyle w:val="LetteraTipo"/>
        <w:jc w:val="both"/>
      </w:pPr>
    </w:p>
    <w:p w14:paraId="30E124A0" w14:textId="77777777" w:rsidR="004D20F5" w:rsidRPr="001D5EB3" w:rsidRDefault="004D20F5" w:rsidP="00F860B6">
      <w:pPr>
        <w:pStyle w:val="LetteraTipo"/>
        <w:jc w:val="both"/>
        <w:rPr>
          <w:i/>
        </w:rPr>
      </w:pPr>
      <w:r w:rsidRPr="001D5EB3">
        <w:rPr>
          <w:i/>
        </w:rPr>
        <w:t>ai sensi degli articoli 46 e 47 del DPR 28 dicembre 2000 n. 445, consapevole delle sanzioni penali previste dall'articolo 76 del medesimo DPR 445/2000, per le ipotesi di falsità in atti e dichiarazioni mendaci ivi indicate,</w:t>
      </w:r>
    </w:p>
    <w:p w14:paraId="62074E5E" w14:textId="77777777" w:rsidR="00DE15B8" w:rsidRPr="007254CF" w:rsidRDefault="00DE15B8" w:rsidP="007254CF">
      <w:pPr>
        <w:pStyle w:val="LetteraTipo"/>
        <w:jc w:val="center"/>
        <w:rPr>
          <w:b/>
        </w:rPr>
      </w:pPr>
      <w:r w:rsidRPr="007254CF">
        <w:rPr>
          <w:b/>
        </w:rPr>
        <w:t>DICHIARA</w:t>
      </w:r>
    </w:p>
    <w:p w14:paraId="4D565C9E" w14:textId="33E3032F" w:rsidR="00DE15B8" w:rsidRPr="007254CF" w:rsidRDefault="00DE15B8" w:rsidP="007254CF">
      <w:pPr>
        <w:pStyle w:val="LetteraTipo"/>
        <w:jc w:val="center"/>
        <w:rPr>
          <w:b/>
        </w:rPr>
      </w:pPr>
      <w:r w:rsidRPr="007254CF">
        <w:rPr>
          <w:b/>
        </w:rPr>
        <w:t>che la medesima</w:t>
      </w:r>
    </w:p>
    <w:p w14:paraId="681CC2F7" w14:textId="24497822" w:rsidR="003E7C08" w:rsidRDefault="00733BB4" w:rsidP="00C60ABC">
      <w:pPr>
        <w:pStyle w:val="LetteraTipo"/>
        <w:jc w:val="center"/>
        <w:rPr>
          <w:b/>
        </w:rPr>
      </w:pPr>
      <w:r w:rsidRPr="007254CF">
        <w:rPr>
          <w:b/>
        </w:rPr>
        <w:t>SI OBBLIGA</w:t>
      </w:r>
    </w:p>
    <w:p w14:paraId="038CA1F0" w14:textId="77777777" w:rsidR="00C60ABC" w:rsidRPr="001D5EB3" w:rsidRDefault="00C60ABC" w:rsidP="007254CF">
      <w:pPr>
        <w:pStyle w:val="LetteraTipo"/>
      </w:pPr>
    </w:p>
    <w:p w14:paraId="5D129198" w14:textId="77777777" w:rsidR="009D422C" w:rsidRDefault="009D422C" w:rsidP="009D422C">
      <w:pPr>
        <w:pStyle w:val="LetteraTipo"/>
        <w:ind w:left="705" w:hanging="705"/>
        <w:jc w:val="both"/>
        <w:rPr>
          <w:b/>
        </w:rPr>
      </w:pPr>
      <w:r>
        <w:rPr>
          <w:b/>
        </w:rPr>
        <w:t>1) IMPORTO COMPLESSIVO OFFERTO (AREA TEMATICA A + AREA TEMATICA B)</w:t>
      </w:r>
    </w:p>
    <w:p w14:paraId="3B1F693F" w14:textId="77777777" w:rsidR="009D422C" w:rsidRDefault="009D422C" w:rsidP="009D422C">
      <w:pPr>
        <w:pStyle w:val="LetteraTipo"/>
        <w:ind w:left="705" w:hanging="705"/>
        <w:jc w:val="both"/>
        <w:rPr>
          <w:b/>
        </w:rPr>
      </w:pPr>
    </w:p>
    <w:p w14:paraId="05666830" w14:textId="67295922" w:rsidR="009D422C" w:rsidRDefault="009D422C" w:rsidP="009D422C">
      <w:pPr>
        <w:pStyle w:val="LetteraTipo"/>
        <w:ind w:left="705" w:hanging="705"/>
        <w:jc w:val="both"/>
        <w:rPr>
          <w:b/>
          <w:bCs/>
        </w:rPr>
      </w:pPr>
      <w:r>
        <w:rPr>
          <w:b/>
          <w:bCs/>
        </w:rPr>
        <w:t xml:space="preserve"> - </w:t>
      </w:r>
      <w:r w:rsidRPr="009D422C">
        <w:rPr>
          <w:b/>
          <w:bCs/>
        </w:rPr>
        <w:t xml:space="preserve">importo complessivo offerto (Area tematica A + Area tematica B), espresso in euro (€) </w:t>
      </w:r>
      <w:r>
        <w:rPr>
          <w:b/>
          <w:bCs/>
        </w:rPr>
        <w:t>ed</w:t>
      </w:r>
    </w:p>
    <w:p w14:paraId="5278563B" w14:textId="384D5F2B" w:rsidR="009D422C" w:rsidRPr="009D422C" w:rsidRDefault="009D422C" w:rsidP="009D422C">
      <w:pPr>
        <w:pStyle w:val="LetteraTipo"/>
        <w:ind w:left="705" w:hanging="705"/>
        <w:jc w:val="both"/>
        <w:rPr>
          <w:b/>
          <w:bCs/>
        </w:rPr>
      </w:pPr>
      <w:r>
        <w:rPr>
          <w:b/>
          <w:bCs/>
        </w:rPr>
        <w:t xml:space="preserve">   </w:t>
      </w:r>
      <w:r w:rsidRPr="009D422C">
        <w:rPr>
          <w:b/>
          <w:bCs/>
        </w:rPr>
        <w:t>approssimato alla seconda cifra decimale</w:t>
      </w:r>
      <w:r w:rsidRPr="009D422C">
        <w:rPr>
          <w:b/>
        </w:rPr>
        <w:t xml:space="preserve"> </w:t>
      </w:r>
      <w:r w:rsidRPr="00666834">
        <w:t xml:space="preserve">(in cifre): </w:t>
      </w:r>
    </w:p>
    <w:p w14:paraId="6D90FC02" w14:textId="4D8ADF28" w:rsidR="009D422C" w:rsidRPr="00666834" w:rsidRDefault="00A43AC7" w:rsidP="009D422C">
      <w:pPr>
        <w:pStyle w:val="LetteraTipo"/>
        <w:ind w:left="708"/>
        <w:jc w:val="both"/>
      </w:pPr>
      <w:sdt>
        <w:sdtPr>
          <w:id w:val="-1412538480"/>
          <w:placeholder>
            <w:docPart w:val="89DF3EE81DE84EDFB885B8FF81513336"/>
          </w:placeholder>
        </w:sdtPr>
        <w:sdtEndPr/>
        <w:sdtContent>
          <w:r w:rsidR="009D422C" w:rsidRPr="001D5EB3">
            <w:t>…</w:t>
          </w:r>
          <w:r w:rsidR="009D422C">
            <w:t>…</w:t>
          </w:r>
          <w:r w:rsidR="009D422C" w:rsidRPr="001D5EB3">
            <w:t>…</w:t>
          </w:r>
          <w:r w:rsidR="009D422C">
            <w:t>……………………………….</w:t>
          </w:r>
          <w:r w:rsidR="009D422C" w:rsidRPr="001D5EB3">
            <w:t>…………………………………………………………………</w:t>
          </w:r>
        </w:sdtContent>
      </w:sdt>
      <w:r w:rsidR="009D422C" w:rsidRPr="00666834">
        <w:t xml:space="preserve"> </w:t>
      </w:r>
    </w:p>
    <w:p w14:paraId="72398A0E" w14:textId="77777777" w:rsidR="009D422C" w:rsidRDefault="009D422C" w:rsidP="009D422C">
      <w:pPr>
        <w:pStyle w:val="LetteraTipo"/>
        <w:ind w:left="705" w:hanging="705"/>
        <w:jc w:val="both"/>
        <w:rPr>
          <w:b/>
          <w:bCs/>
        </w:rPr>
      </w:pPr>
      <w:r>
        <w:rPr>
          <w:b/>
          <w:bCs/>
        </w:rPr>
        <w:t xml:space="preserve">    </w:t>
      </w:r>
    </w:p>
    <w:p w14:paraId="6E20CC1D" w14:textId="0B48CB18" w:rsidR="009D422C" w:rsidRDefault="009D422C" w:rsidP="009D422C">
      <w:pPr>
        <w:pStyle w:val="LetteraTipo"/>
        <w:ind w:left="705" w:hanging="705"/>
        <w:jc w:val="both"/>
        <w:rPr>
          <w:b/>
          <w:bCs/>
        </w:rPr>
      </w:pPr>
      <w:r>
        <w:rPr>
          <w:b/>
          <w:bCs/>
        </w:rPr>
        <w:t xml:space="preserve">-   </w:t>
      </w:r>
      <w:r w:rsidRPr="009D422C">
        <w:rPr>
          <w:b/>
          <w:bCs/>
        </w:rPr>
        <w:t xml:space="preserve">importo complessivo offerto (Area tematica A + Area tematica B), espresso in euro (€) </w:t>
      </w:r>
      <w:r>
        <w:rPr>
          <w:b/>
          <w:bCs/>
        </w:rPr>
        <w:t>ed</w:t>
      </w:r>
    </w:p>
    <w:p w14:paraId="7B436A3F" w14:textId="77777777" w:rsidR="009D422C" w:rsidRPr="00666834" w:rsidRDefault="009D422C" w:rsidP="009D422C">
      <w:pPr>
        <w:pStyle w:val="LetteraTipo"/>
        <w:ind w:left="705" w:hanging="705"/>
        <w:jc w:val="both"/>
      </w:pPr>
      <w:r>
        <w:rPr>
          <w:b/>
          <w:bCs/>
        </w:rPr>
        <w:t xml:space="preserve">    </w:t>
      </w:r>
      <w:r w:rsidRPr="009D422C">
        <w:rPr>
          <w:b/>
          <w:bCs/>
        </w:rPr>
        <w:t>approssimato alla seconda cifra decimale</w:t>
      </w:r>
      <w:r w:rsidRPr="009D422C">
        <w:rPr>
          <w:b/>
        </w:rPr>
        <w:t xml:space="preserve"> </w:t>
      </w:r>
      <w:r>
        <w:t>(in lettere</w:t>
      </w:r>
      <w:r w:rsidRPr="00666834">
        <w:t xml:space="preserve">): </w:t>
      </w:r>
    </w:p>
    <w:p w14:paraId="644FDA83" w14:textId="77777777" w:rsidR="009D422C" w:rsidRPr="00666834" w:rsidRDefault="00A43AC7" w:rsidP="009D422C">
      <w:pPr>
        <w:pStyle w:val="LetteraTipo"/>
        <w:ind w:left="708"/>
        <w:jc w:val="both"/>
      </w:pPr>
      <w:sdt>
        <w:sdtPr>
          <w:id w:val="2082876367"/>
          <w:placeholder>
            <w:docPart w:val="E393C682C4D64CDBA813B397E5CD5034"/>
          </w:placeholder>
        </w:sdtPr>
        <w:sdtEndPr/>
        <w:sdtContent>
          <w:r w:rsidR="009D422C" w:rsidRPr="001D5EB3">
            <w:t>……</w:t>
          </w:r>
          <w:r w:rsidR="009D422C">
            <w:t>……………………………….</w:t>
          </w:r>
          <w:r w:rsidR="009D422C" w:rsidRPr="001D5EB3">
            <w:t>…………………………………………………………………</w:t>
          </w:r>
        </w:sdtContent>
      </w:sdt>
      <w:r w:rsidR="009D422C" w:rsidRPr="00666834">
        <w:t xml:space="preserve"> </w:t>
      </w:r>
    </w:p>
    <w:p w14:paraId="02A3FC5D" w14:textId="77777777" w:rsidR="009D422C" w:rsidRDefault="009D422C" w:rsidP="009D422C">
      <w:pPr>
        <w:pStyle w:val="LetteraTipo"/>
        <w:jc w:val="both"/>
        <w:rPr>
          <w:bCs/>
        </w:rPr>
      </w:pPr>
    </w:p>
    <w:p w14:paraId="667EB585" w14:textId="7ACC262C" w:rsidR="009D422C" w:rsidRDefault="009D422C" w:rsidP="009D422C">
      <w:pPr>
        <w:pStyle w:val="LetteraTipo"/>
        <w:jc w:val="both"/>
      </w:pPr>
      <w:r w:rsidRPr="009D422C">
        <w:rPr>
          <w:bCs/>
        </w:rPr>
        <w:t>risultante dall’applicazione dei ribassi percentuali offerti, rispettivamente, per l’Area tematica A “Servizio di revisione legale dei conti e per l’ Area tematica B “Altri servizi” - Altri servizi di revisione dei conti”,</w:t>
      </w:r>
      <w:r w:rsidR="0046337F">
        <w:rPr>
          <w:bCs/>
        </w:rPr>
        <w:t xml:space="preserve"> rispetto</w:t>
      </w:r>
      <w:r w:rsidRPr="009D422C">
        <w:rPr>
          <w:bCs/>
        </w:rPr>
        <w:t xml:space="preserve"> all’importo complessivo posto a base di gara, pari ad </w:t>
      </w:r>
      <w:r w:rsidRPr="009D422C">
        <w:rPr>
          <w:b/>
          <w:bCs/>
        </w:rPr>
        <w:t>€ 279.000,00</w:t>
      </w:r>
    </w:p>
    <w:p w14:paraId="260698AB" w14:textId="77777777" w:rsidR="009D422C" w:rsidRDefault="009D422C" w:rsidP="009D422C">
      <w:pPr>
        <w:pStyle w:val="LetteraTipo"/>
        <w:jc w:val="both"/>
        <w:rPr>
          <w:b/>
        </w:rPr>
      </w:pPr>
    </w:p>
    <w:p w14:paraId="68152871" w14:textId="3F65C561" w:rsidR="009D422C" w:rsidRDefault="009D422C" w:rsidP="009D422C">
      <w:pPr>
        <w:pStyle w:val="LetteraTipo"/>
        <w:ind w:left="705" w:hanging="705"/>
        <w:jc w:val="both"/>
        <w:rPr>
          <w:b/>
        </w:rPr>
      </w:pPr>
      <w:r>
        <w:rPr>
          <w:b/>
        </w:rPr>
        <w:t>2) RIBASSO PERCENTUALE AREA TEMATICA “A”</w:t>
      </w:r>
    </w:p>
    <w:p w14:paraId="1150926F" w14:textId="77777777" w:rsidR="009D422C" w:rsidRDefault="009D422C" w:rsidP="009D422C">
      <w:pPr>
        <w:pStyle w:val="LetteraTipo"/>
        <w:ind w:left="705" w:hanging="705"/>
        <w:jc w:val="both"/>
        <w:rPr>
          <w:b/>
        </w:rPr>
      </w:pPr>
    </w:p>
    <w:p w14:paraId="661B9A6E" w14:textId="3E51E099" w:rsidR="009D422C" w:rsidRPr="00666834" w:rsidRDefault="009D422C" w:rsidP="009D422C">
      <w:pPr>
        <w:pStyle w:val="LetteraTipo"/>
        <w:ind w:left="705" w:hanging="705"/>
        <w:jc w:val="both"/>
      </w:pPr>
      <w:r>
        <w:rPr>
          <w:b/>
        </w:rPr>
        <w:t xml:space="preserve"> - ribasso percentuale </w:t>
      </w:r>
      <w:r w:rsidRPr="00E364AD">
        <w:rPr>
          <w:b/>
        </w:rPr>
        <w:t xml:space="preserve">di sconto, </w:t>
      </w:r>
      <w:r w:rsidRPr="009D422C">
        <w:rPr>
          <w:b/>
        </w:rPr>
        <w:t>approssimato alla seconda cifra</w:t>
      </w:r>
      <w:r w:rsidRPr="00E364AD">
        <w:rPr>
          <w:b/>
        </w:rPr>
        <w:t xml:space="preserve"> decimale</w:t>
      </w:r>
      <w:r>
        <w:t xml:space="preserve"> </w:t>
      </w:r>
      <w:r w:rsidRPr="00666834">
        <w:t xml:space="preserve">(in cifre): </w:t>
      </w:r>
    </w:p>
    <w:p w14:paraId="4C0064A6" w14:textId="77777777" w:rsidR="009D422C" w:rsidRPr="00666834" w:rsidRDefault="00A43AC7" w:rsidP="009D422C">
      <w:pPr>
        <w:pStyle w:val="LetteraTipo"/>
        <w:ind w:left="708"/>
        <w:jc w:val="both"/>
      </w:pPr>
      <w:sdt>
        <w:sdtPr>
          <w:id w:val="-373387254"/>
          <w:placeholder>
            <w:docPart w:val="9D6A954577FC4630BAE209CE9B3B1A87"/>
          </w:placeholder>
        </w:sdtPr>
        <w:sdtEndPr/>
        <w:sdtContent>
          <w:r w:rsidR="009D422C" w:rsidRPr="001D5EB3">
            <w:t>………………………………………………………………………</w:t>
          </w:r>
        </w:sdtContent>
      </w:sdt>
      <w:r w:rsidR="009D422C" w:rsidRPr="00666834">
        <w:t xml:space="preserve"> </w:t>
      </w:r>
    </w:p>
    <w:p w14:paraId="4622035B" w14:textId="6622168F" w:rsidR="009D422C" w:rsidRPr="00666834" w:rsidRDefault="009D422C" w:rsidP="009D422C">
      <w:pPr>
        <w:pStyle w:val="LetteraTipo"/>
        <w:jc w:val="both"/>
      </w:pPr>
      <w:r>
        <w:rPr>
          <w:b/>
        </w:rPr>
        <w:t xml:space="preserve"> - ribasso percentuale</w:t>
      </w:r>
      <w:r w:rsidRPr="00E364AD">
        <w:rPr>
          <w:b/>
        </w:rPr>
        <w:t xml:space="preserve"> di sconto, approssimato alla seconda cifra decimale</w:t>
      </w:r>
      <w:r w:rsidRPr="00E364AD">
        <w:t xml:space="preserve"> </w:t>
      </w:r>
      <w:r w:rsidRPr="00666834">
        <w:t xml:space="preserve">(in lettere): </w:t>
      </w:r>
    </w:p>
    <w:p w14:paraId="21E785BD" w14:textId="77777777" w:rsidR="009D422C" w:rsidRDefault="00A43AC7" w:rsidP="009D422C">
      <w:pPr>
        <w:pStyle w:val="LetteraTipo"/>
        <w:ind w:left="708"/>
        <w:jc w:val="both"/>
      </w:pPr>
      <w:sdt>
        <w:sdtPr>
          <w:id w:val="527771672"/>
          <w:placeholder>
            <w:docPart w:val="6E1BBB1F22644C888E1F0C0EC742BEAF"/>
          </w:placeholder>
        </w:sdtPr>
        <w:sdtEndPr/>
        <w:sdtContent>
          <w:r w:rsidR="009D422C" w:rsidRPr="001D5EB3">
            <w:t>………………………………………………………………………</w:t>
          </w:r>
        </w:sdtContent>
      </w:sdt>
      <w:r w:rsidR="009D422C" w:rsidRPr="00666834">
        <w:t xml:space="preserve"> </w:t>
      </w:r>
    </w:p>
    <w:p w14:paraId="7670EB29" w14:textId="77777777" w:rsidR="0074283D" w:rsidRPr="00666834" w:rsidRDefault="0074283D" w:rsidP="009D422C">
      <w:pPr>
        <w:pStyle w:val="LetteraTipo"/>
        <w:ind w:left="708"/>
        <w:jc w:val="both"/>
      </w:pPr>
    </w:p>
    <w:p w14:paraId="4A0268AB" w14:textId="77777777" w:rsidR="009D422C" w:rsidRDefault="009D422C" w:rsidP="009D422C">
      <w:pPr>
        <w:pStyle w:val="LetteraTipo"/>
        <w:jc w:val="both"/>
        <w:rPr>
          <w:b/>
          <w:bCs/>
        </w:rPr>
      </w:pPr>
      <w:r>
        <w:rPr>
          <w:bCs/>
        </w:rPr>
        <w:t xml:space="preserve">da applicare all’importo previsto a base di gara per l’ </w:t>
      </w:r>
      <w:r w:rsidRPr="000C1B06">
        <w:rPr>
          <w:bCs/>
        </w:rPr>
        <w:t>Area tematica A “Servizio di revisione legale dei conti</w:t>
      </w:r>
      <w:r>
        <w:rPr>
          <w:bCs/>
        </w:rPr>
        <w:t xml:space="preserve">, pari ad </w:t>
      </w:r>
      <w:r w:rsidRPr="000C1B06">
        <w:rPr>
          <w:b/>
          <w:bCs/>
        </w:rPr>
        <w:t>€ 180.000</w:t>
      </w:r>
      <w:r>
        <w:rPr>
          <w:b/>
          <w:bCs/>
        </w:rPr>
        <w:t>.</w:t>
      </w:r>
    </w:p>
    <w:p w14:paraId="64FA7E7A" w14:textId="77777777" w:rsidR="0074283D" w:rsidRDefault="0074283D" w:rsidP="009D422C">
      <w:pPr>
        <w:pStyle w:val="LetteraTipo"/>
        <w:jc w:val="both"/>
        <w:rPr>
          <w:b/>
          <w:bCs/>
        </w:rPr>
      </w:pPr>
    </w:p>
    <w:p w14:paraId="59764D20" w14:textId="77777777" w:rsidR="009D422C" w:rsidRDefault="009D422C" w:rsidP="009D422C">
      <w:pPr>
        <w:pStyle w:val="LetteraTipo"/>
        <w:jc w:val="both"/>
        <w:rPr>
          <w:b/>
          <w:bCs/>
        </w:rPr>
      </w:pPr>
    </w:p>
    <w:p w14:paraId="44C86901" w14:textId="1EA8FD72" w:rsidR="009D422C" w:rsidRDefault="009D422C" w:rsidP="009D422C">
      <w:pPr>
        <w:pStyle w:val="LetteraTipo"/>
        <w:ind w:left="705" w:hanging="705"/>
        <w:jc w:val="both"/>
        <w:rPr>
          <w:b/>
        </w:rPr>
      </w:pPr>
      <w:r>
        <w:rPr>
          <w:b/>
        </w:rPr>
        <w:t>3) RIBASSO PERCENTUALE AREA TEMATICA “B”</w:t>
      </w:r>
    </w:p>
    <w:p w14:paraId="2B95E317" w14:textId="77777777" w:rsidR="009D422C" w:rsidRDefault="009D422C" w:rsidP="009D422C">
      <w:pPr>
        <w:pStyle w:val="LetteraTipo"/>
        <w:ind w:left="705" w:hanging="705"/>
        <w:jc w:val="both"/>
        <w:rPr>
          <w:b/>
        </w:rPr>
      </w:pPr>
    </w:p>
    <w:p w14:paraId="2A7998C5" w14:textId="540FBFC0" w:rsidR="009D422C" w:rsidRPr="00666834" w:rsidRDefault="009D422C" w:rsidP="009D422C">
      <w:pPr>
        <w:pStyle w:val="LetteraTipo"/>
        <w:ind w:left="705" w:hanging="705"/>
        <w:jc w:val="both"/>
      </w:pPr>
      <w:r>
        <w:rPr>
          <w:b/>
        </w:rPr>
        <w:t>- ribasso percentuale</w:t>
      </w:r>
      <w:r w:rsidRPr="00E364AD">
        <w:rPr>
          <w:b/>
        </w:rPr>
        <w:t xml:space="preserve"> di sconto, </w:t>
      </w:r>
      <w:r w:rsidRPr="009D422C">
        <w:rPr>
          <w:b/>
        </w:rPr>
        <w:t>approssimato alla seconda cifra</w:t>
      </w:r>
      <w:r w:rsidRPr="00E364AD">
        <w:rPr>
          <w:b/>
        </w:rPr>
        <w:t xml:space="preserve"> decimale</w:t>
      </w:r>
      <w:r>
        <w:t xml:space="preserve"> </w:t>
      </w:r>
      <w:r w:rsidRPr="00666834">
        <w:t xml:space="preserve">(in cifre): </w:t>
      </w:r>
    </w:p>
    <w:p w14:paraId="15E696BC" w14:textId="77777777" w:rsidR="009D422C" w:rsidRPr="00666834" w:rsidRDefault="00A43AC7" w:rsidP="009D422C">
      <w:pPr>
        <w:pStyle w:val="LetteraTipo"/>
        <w:ind w:left="708"/>
        <w:jc w:val="both"/>
      </w:pPr>
      <w:sdt>
        <w:sdtPr>
          <w:id w:val="1981035390"/>
          <w:placeholder>
            <w:docPart w:val="D2739434538A44839D41CC6197F3150C"/>
          </w:placeholder>
        </w:sdtPr>
        <w:sdtEndPr/>
        <w:sdtContent>
          <w:r w:rsidR="009D422C" w:rsidRPr="001D5EB3">
            <w:t>………………………………………………………………………</w:t>
          </w:r>
        </w:sdtContent>
      </w:sdt>
      <w:r w:rsidR="009D422C" w:rsidRPr="00666834">
        <w:t xml:space="preserve"> </w:t>
      </w:r>
    </w:p>
    <w:p w14:paraId="4A31639E" w14:textId="7B3C1192" w:rsidR="009D422C" w:rsidRPr="00666834" w:rsidRDefault="009D422C" w:rsidP="009D422C">
      <w:pPr>
        <w:pStyle w:val="LetteraTipo"/>
        <w:jc w:val="both"/>
      </w:pPr>
      <w:r>
        <w:rPr>
          <w:b/>
        </w:rPr>
        <w:t>- ribasso percentuale</w:t>
      </w:r>
      <w:r w:rsidRPr="00E364AD">
        <w:rPr>
          <w:b/>
        </w:rPr>
        <w:t xml:space="preserve"> di sconto, approssimato alla seconda cifra decimale</w:t>
      </w:r>
      <w:r w:rsidRPr="00E364AD">
        <w:t xml:space="preserve"> </w:t>
      </w:r>
      <w:r w:rsidRPr="00666834">
        <w:t xml:space="preserve">(in lettere): </w:t>
      </w:r>
    </w:p>
    <w:p w14:paraId="63C77C83" w14:textId="77777777" w:rsidR="009D422C" w:rsidRPr="00666834" w:rsidRDefault="00A43AC7" w:rsidP="009D422C">
      <w:pPr>
        <w:pStyle w:val="LetteraTipo"/>
        <w:ind w:left="708"/>
        <w:jc w:val="both"/>
      </w:pPr>
      <w:sdt>
        <w:sdtPr>
          <w:id w:val="-1072274314"/>
          <w:placeholder>
            <w:docPart w:val="3B7F96C2D5D347789566E74AC57F93D4"/>
          </w:placeholder>
        </w:sdtPr>
        <w:sdtEndPr/>
        <w:sdtContent>
          <w:r w:rsidR="009D422C" w:rsidRPr="001D5EB3">
            <w:t>………………………………………………………………………</w:t>
          </w:r>
        </w:sdtContent>
      </w:sdt>
      <w:r w:rsidR="009D422C" w:rsidRPr="00666834">
        <w:t xml:space="preserve"> </w:t>
      </w:r>
    </w:p>
    <w:p w14:paraId="77009ECE" w14:textId="77777777" w:rsidR="009D422C" w:rsidRDefault="009D422C" w:rsidP="009D422C">
      <w:pPr>
        <w:pStyle w:val="LetteraTipo"/>
        <w:jc w:val="both"/>
        <w:rPr>
          <w:bCs/>
        </w:rPr>
      </w:pPr>
      <w:r>
        <w:rPr>
          <w:bCs/>
        </w:rPr>
        <w:t xml:space="preserve">da applicare all’importo previsto a base di gara per l’ </w:t>
      </w:r>
      <w:r w:rsidRPr="000C1B06">
        <w:rPr>
          <w:bCs/>
        </w:rPr>
        <w:t xml:space="preserve">Area </w:t>
      </w:r>
      <w:r>
        <w:rPr>
          <w:bCs/>
        </w:rPr>
        <w:t>tematica B</w:t>
      </w:r>
      <w:r w:rsidRPr="000C1B06">
        <w:rPr>
          <w:bCs/>
        </w:rPr>
        <w:t xml:space="preserve"> </w:t>
      </w:r>
      <w:r w:rsidRPr="009D422C">
        <w:rPr>
          <w:bCs/>
        </w:rPr>
        <w:t xml:space="preserve">“Altri servizi” - </w:t>
      </w:r>
      <w:r w:rsidRPr="000C1B06">
        <w:rPr>
          <w:bCs/>
        </w:rPr>
        <w:t>Altri servizi di revisione</w:t>
      </w:r>
      <w:r>
        <w:rPr>
          <w:bCs/>
        </w:rPr>
        <w:t xml:space="preserve"> dei conti”, pari ad </w:t>
      </w:r>
      <w:r w:rsidRPr="000C1B06">
        <w:rPr>
          <w:b/>
          <w:bCs/>
        </w:rPr>
        <w:t>€ 99.000.</w:t>
      </w:r>
    </w:p>
    <w:p w14:paraId="6DD93048" w14:textId="77777777" w:rsidR="009D422C" w:rsidRDefault="009D422C" w:rsidP="009D422C">
      <w:pPr>
        <w:pStyle w:val="LetteraTipo"/>
        <w:jc w:val="both"/>
        <w:rPr>
          <w:bCs/>
        </w:rPr>
      </w:pPr>
    </w:p>
    <w:p w14:paraId="78D2EE73" w14:textId="77777777" w:rsidR="0074283D" w:rsidRDefault="0074283D" w:rsidP="009D422C">
      <w:pPr>
        <w:pStyle w:val="LetteraTipo"/>
        <w:jc w:val="both"/>
        <w:rPr>
          <w:bCs/>
        </w:rPr>
      </w:pPr>
    </w:p>
    <w:p w14:paraId="63965048" w14:textId="77777777" w:rsidR="009D422C" w:rsidRDefault="009D422C" w:rsidP="009D422C">
      <w:pPr>
        <w:pStyle w:val="LetteraTipo"/>
        <w:jc w:val="both"/>
        <w:rPr>
          <w:b/>
          <w:bCs/>
        </w:rPr>
      </w:pPr>
      <w:r>
        <w:rPr>
          <w:b/>
          <w:bCs/>
        </w:rPr>
        <w:t>4</w:t>
      </w:r>
      <w:r w:rsidRPr="00FD1662">
        <w:rPr>
          <w:b/>
          <w:bCs/>
        </w:rPr>
        <w:t xml:space="preserve">) </w:t>
      </w:r>
      <w:r w:rsidRPr="005D3DC5">
        <w:rPr>
          <w:b/>
          <w:bCs/>
          <w:u w:val="single"/>
        </w:rPr>
        <w:t>Quotazione tariffe giornaliere p</w:t>
      </w:r>
      <w:r>
        <w:rPr>
          <w:b/>
          <w:bCs/>
          <w:u w:val="single"/>
        </w:rPr>
        <w:t>er le attività aggiuntive nell’A</w:t>
      </w:r>
      <w:r w:rsidRPr="005D3DC5">
        <w:rPr>
          <w:b/>
          <w:bCs/>
          <w:u w:val="single"/>
        </w:rPr>
        <w:t>rea tematica B</w:t>
      </w:r>
      <w:r>
        <w:rPr>
          <w:b/>
          <w:bCs/>
          <w:u w:val="single"/>
        </w:rPr>
        <w:t>, di cui all’art. 5 del Capitolato Speciale</w:t>
      </w:r>
      <w:r w:rsidRPr="005D3DC5">
        <w:rPr>
          <w:b/>
          <w:bCs/>
          <w:u w:val="single"/>
        </w:rPr>
        <w:t>:</w:t>
      </w:r>
    </w:p>
    <w:p w14:paraId="1892B2F3" w14:textId="77777777" w:rsidR="009D422C" w:rsidRDefault="009D422C" w:rsidP="009D422C">
      <w:pPr>
        <w:pStyle w:val="LetteraTipo"/>
        <w:jc w:val="both"/>
        <w:rPr>
          <w:b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2693"/>
        <w:gridCol w:w="4815"/>
      </w:tblGrid>
      <w:tr w:rsidR="005709B8" w14:paraId="1D9EEB16" w14:textId="77777777" w:rsidTr="00B229C8">
        <w:tc>
          <w:tcPr>
            <w:tcW w:w="1271" w:type="dxa"/>
          </w:tcPr>
          <w:p w14:paraId="7C82BC40" w14:textId="77777777" w:rsidR="005709B8" w:rsidRDefault="005709B8" w:rsidP="00B229C8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2693" w:type="dxa"/>
          </w:tcPr>
          <w:p w14:paraId="3E7CD18B" w14:textId="77777777" w:rsidR="005709B8" w:rsidRDefault="005709B8" w:rsidP="00B229C8">
            <w:pPr>
              <w:pStyle w:val="LetteraTipo"/>
              <w:jc w:val="center"/>
              <w:rPr>
                <w:b/>
              </w:rPr>
            </w:pPr>
            <w:r>
              <w:rPr>
                <w:b/>
              </w:rPr>
              <w:t>Quotazione tariffa giornaliera in cifre</w:t>
            </w:r>
          </w:p>
        </w:tc>
        <w:tc>
          <w:tcPr>
            <w:tcW w:w="4815" w:type="dxa"/>
          </w:tcPr>
          <w:p w14:paraId="557FA9B8" w14:textId="77777777" w:rsidR="005709B8" w:rsidRDefault="005709B8" w:rsidP="00B229C8">
            <w:pPr>
              <w:pStyle w:val="LetteraTipo"/>
              <w:jc w:val="center"/>
              <w:rPr>
                <w:b/>
              </w:rPr>
            </w:pPr>
            <w:r>
              <w:rPr>
                <w:b/>
              </w:rPr>
              <w:t>Quotazione tariffa giornaliera in lettere</w:t>
            </w:r>
          </w:p>
        </w:tc>
      </w:tr>
      <w:tr w:rsidR="005709B8" w14:paraId="3EBD314D" w14:textId="77777777" w:rsidTr="00B229C8">
        <w:tc>
          <w:tcPr>
            <w:tcW w:w="1271" w:type="dxa"/>
          </w:tcPr>
          <w:p w14:paraId="74AD6C67" w14:textId="77777777" w:rsidR="005709B8" w:rsidRDefault="005709B8" w:rsidP="00B229C8">
            <w:pPr>
              <w:pStyle w:val="LetteraTipo"/>
              <w:jc w:val="both"/>
            </w:pPr>
            <w:r>
              <w:t xml:space="preserve">Socio </w:t>
            </w:r>
            <w:r w:rsidRPr="00FD1662">
              <w:t xml:space="preserve"> </w:t>
            </w:r>
            <w:r>
              <w:t>(</w:t>
            </w:r>
            <w:r w:rsidRPr="00FD1662">
              <w:t>Partner</w:t>
            </w:r>
            <w:r>
              <w:t>)</w:t>
            </w:r>
          </w:p>
          <w:p w14:paraId="3C249B36" w14:textId="77777777" w:rsidR="005709B8" w:rsidRDefault="005709B8" w:rsidP="00B229C8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2693" w:type="dxa"/>
          </w:tcPr>
          <w:p w14:paraId="636340C1" w14:textId="77777777" w:rsidR="005709B8" w:rsidRDefault="005709B8" w:rsidP="00B229C8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4815" w:type="dxa"/>
          </w:tcPr>
          <w:p w14:paraId="71B819A8" w14:textId="77777777" w:rsidR="005709B8" w:rsidRDefault="005709B8" w:rsidP="00B229C8">
            <w:pPr>
              <w:pStyle w:val="LetteraTipo"/>
              <w:jc w:val="both"/>
              <w:rPr>
                <w:b/>
              </w:rPr>
            </w:pPr>
          </w:p>
        </w:tc>
      </w:tr>
      <w:tr w:rsidR="005709B8" w14:paraId="4C581D11" w14:textId="77777777" w:rsidTr="00B229C8">
        <w:tc>
          <w:tcPr>
            <w:tcW w:w="1271" w:type="dxa"/>
          </w:tcPr>
          <w:p w14:paraId="7B1926C5" w14:textId="77777777" w:rsidR="005709B8" w:rsidRDefault="005709B8" w:rsidP="00B229C8">
            <w:pPr>
              <w:pStyle w:val="LetteraTipo"/>
              <w:jc w:val="both"/>
            </w:pPr>
            <w:r w:rsidRPr="00FD1662">
              <w:t>Manager</w:t>
            </w:r>
          </w:p>
          <w:p w14:paraId="0EF13E91" w14:textId="77777777" w:rsidR="005709B8" w:rsidRDefault="005709B8" w:rsidP="00B229C8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2693" w:type="dxa"/>
          </w:tcPr>
          <w:p w14:paraId="57FA02D6" w14:textId="77777777" w:rsidR="005709B8" w:rsidRDefault="005709B8" w:rsidP="00B229C8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4815" w:type="dxa"/>
          </w:tcPr>
          <w:p w14:paraId="2D4BB47E" w14:textId="77777777" w:rsidR="005709B8" w:rsidRDefault="005709B8" w:rsidP="00B229C8">
            <w:pPr>
              <w:pStyle w:val="LetteraTipo"/>
              <w:jc w:val="both"/>
              <w:rPr>
                <w:b/>
              </w:rPr>
            </w:pPr>
          </w:p>
        </w:tc>
      </w:tr>
      <w:tr w:rsidR="005709B8" w14:paraId="6C900C6C" w14:textId="77777777" w:rsidTr="00B229C8">
        <w:tc>
          <w:tcPr>
            <w:tcW w:w="1271" w:type="dxa"/>
          </w:tcPr>
          <w:p w14:paraId="6B5FE01A" w14:textId="77777777" w:rsidR="005709B8" w:rsidRDefault="005709B8" w:rsidP="00B229C8">
            <w:pPr>
              <w:pStyle w:val="LetteraTipo"/>
              <w:jc w:val="both"/>
            </w:pPr>
            <w:r w:rsidRPr="00FD1662">
              <w:t>Senior</w:t>
            </w:r>
            <w:r>
              <w:t xml:space="preserve"> auditor</w:t>
            </w:r>
          </w:p>
          <w:p w14:paraId="582537DC" w14:textId="77777777" w:rsidR="005709B8" w:rsidRDefault="005709B8" w:rsidP="00B229C8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2693" w:type="dxa"/>
          </w:tcPr>
          <w:p w14:paraId="26DCDAD9" w14:textId="77777777" w:rsidR="005709B8" w:rsidRDefault="005709B8" w:rsidP="00B229C8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4815" w:type="dxa"/>
          </w:tcPr>
          <w:p w14:paraId="01C48E34" w14:textId="77777777" w:rsidR="005709B8" w:rsidRDefault="005709B8" w:rsidP="00B229C8">
            <w:pPr>
              <w:pStyle w:val="LetteraTipo"/>
              <w:jc w:val="both"/>
              <w:rPr>
                <w:b/>
              </w:rPr>
            </w:pPr>
          </w:p>
        </w:tc>
      </w:tr>
      <w:tr w:rsidR="005709B8" w14:paraId="4F570C4A" w14:textId="77777777" w:rsidTr="00B229C8">
        <w:tc>
          <w:tcPr>
            <w:tcW w:w="1271" w:type="dxa"/>
          </w:tcPr>
          <w:p w14:paraId="6D397987" w14:textId="77777777" w:rsidR="005709B8" w:rsidRDefault="005709B8" w:rsidP="00B229C8">
            <w:pPr>
              <w:pStyle w:val="LetteraTipo"/>
              <w:jc w:val="both"/>
              <w:rPr>
                <w:rFonts w:eastAsia="Times New Roman"/>
                <w:lang w:eastAsia="it-IT"/>
              </w:rPr>
            </w:pPr>
            <w:r w:rsidRPr="00FD1662">
              <w:rPr>
                <w:rFonts w:eastAsia="Times New Roman"/>
                <w:lang w:eastAsia="it-IT"/>
              </w:rPr>
              <w:t>Junior</w:t>
            </w:r>
          </w:p>
          <w:p w14:paraId="50F82F58" w14:textId="77777777" w:rsidR="005709B8" w:rsidRPr="007619BF" w:rsidRDefault="005709B8" w:rsidP="00B229C8">
            <w:pPr>
              <w:pStyle w:val="LetteraTipo"/>
              <w:jc w:val="both"/>
            </w:pPr>
            <w:r w:rsidRPr="007619BF">
              <w:t>auditor</w:t>
            </w:r>
          </w:p>
        </w:tc>
        <w:tc>
          <w:tcPr>
            <w:tcW w:w="2693" w:type="dxa"/>
          </w:tcPr>
          <w:p w14:paraId="5C3D342F" w14:textId="77777777" w:rsidR="005709B8" w:rsidRDefault="005709B8" w:rsidP="00B229C8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4815" w:type="dxa"/>
          </w:tcPr>
          <w:p w14:paraId="3307DA86" w14:textId="77777777" w:rsidR="005709B8" w:rsidRDefault="005709B8" w:rsidP="00B229C8">
            <w:pPr>
              <w:pStyle w:val="LetteraTipo"/>
              <w:jc w:val="both"/>
              <w:rPr>
                <w:b/>
              </w:rPr>
            </w:pPr>
          </w:p>
        </w:tc>
      </w:tr>
    </w:tbl>
    <w:p w14:paraId="38FB9E85" w14:textId="77777777" w:rsidR="009D422C" w:rsidRDefault="009D422C" w:rsidP="009D422C">
      <w:pPr>
        <w:pStyle w:val="LetteraTipo"/>
        <w:jc w:val="both"/>
        <w:rPr>
          <w:b/>
        </w:rPr>
      </w:pPr>
    </w:p>
    <w:p w14:paraId="27FD1654" w14:textId="77777777" w:rsidR="009D422C" w:rsidRPr="007254CF" w:rsidRDefault="009D422C" w:rsidP="009D422C">
      <w:pPr>
        <w:pStyle w:val="LetteraTipo"/>
        <w:jc w:val="both"/>
      </w:pPr>
      <w:r w:rsidRPr="00950882">
        <w:rPr>
          <w:b/>
        </w:rPr>
        <w:t>N.B.</w:t>
      </w:r>
      <w:r>
        <w:rPr>
          <w:b/>
        </w:rPr>
        <w:t>1</w:t>
      </w:r>
      <w:r>
        <w:t xml:space="preserve">: </w:t>
      </w:r>
      <w:r w:rsidRPr="007254CF">
        <w:t xml:space="preserve">il periodo di validità dell’offerta, a pena di esclusione dalla gara, non potrà essere inferiore a 180 giorni dalla data di scadenza del termine per la presentazione delle offerte. </w:t>
      </w:r>
    </w:p>
    <w:p w14:paraId="334E6F54" w14:textId="77777777" w:rsidR="009D422C" w:rsidRDefault="009D422C" w:rsidP="009D422C">
      <w:pPr>
        <w:pStyle w:val="LetteraTipo"/>
        <w:jc w:val="both"/>
      </w:pPr>
      <w:r>
        <w:rPr>
          <w:b/>
        </w:rPr>
        <w:t>N.B.2</w:t>
      </w:r>
      <w:r w:rsidRPr="00A64D3E">
        <w:rPr>
          <w:b/>
        </w:rPr>
        <w:t>:</w:t>
      </w:r>
      <w:r>
        <w:t xml:space="preserve"> In caso di mancata corrispondenza tra gli importi e/o i ribassi espressi in cifre e quelli espressi il lettere, prevarranno quelli espressi in lettere.</w:t>
      </w:r>
    </w:p>
    <w:p w14:paraId="6311C90C" w14:textId="77777777" w:rsidR="009D422C" w:rsidRPr="00EA1393" w:rsidRDefault="009D422C" w:rsidP="009D422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N.B.3</w:t>
      </w:r>
      <w:r w:rsidRPr="00A21245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 w:rsidRPr="00A21245">
        <w:rPr>
          <w:rFonts w:ascii="Arial" w:hAnsi="Arial" w:cs="Arial"/>
          <w:sz w:val="20"/>
          <w:szCs w:val="20"/>
        </w:rPr>
        <w:t>l’offerta economica presentata si intende omnicomprensiva e compensativa di tutte le attività che verranno poste in essere per l’espletamento dell’appalto secondo quanto prescritto dalla documentazione di gara.</w:t>
      </w:r>
    </w:p>
    <w:p w14:paraId="02EAFC30" w14:textId="77777777" w:rsidR="00E364AD" w:rsidRPr="00F41942" w:rsidRDefault="00E364AD" w:rsidP="00E364AD">
      <w:pPr>
        <w:pStyle w:val="LetteraTipo"/>
        <w:jc w:val="both"/>
        <w:rPr>
          <w:b/>
          <w:u w:val="single"/>
        </w:rPr>
      </w:pPr>
    </w:p>
    <w:p w14:paraId="2C6556D0" w14:textId="77777777" w:rsidR="001209ED" w:rsidRPr="001D5EB3" w:rsidRDefault="001209ED" w:rsidP="00666834">
      <w:pPr>
        <w:pStyle w:val="LetteraTipo"/>
        <w:jc w:val="both"/>
      </w:pPr>
      <w:r w:rsidRPr="001D5EB3">
        <w:t>Ai sensi dell’art. 48 comma 4 del D.lgs</w:t>
      </w:r>
      <w:r w:rsidR="00B17A00" w:rsidRPr="001D5EB3">
        <w:t>.</w:t>
      </w:r>
      <w:r w:rsidRPr="001D5EB3">
        <w:t xml:space="preserve"> n. 50/2016, si riportano di seguito le parti del servizio/fornitura che saranno eseguite dai singoli operatori economici riuniti o consorziati:</w:t>
      </w:r>
    </w:p>
    <w:p w14:paraId="46C03CA8" w14:textId="77777777" w:rsidR="003B1614" w:rsidRPr="001D5EB3" w:rsidRDefault="001209ED" w:rsidP="00666834">
      <w:pPr>
        <w:pStyle w:val="LetteraTipo"/>
        <w:jc w:val="both"/>
      </w:pPr>
      <w:r w:rsidRPr="001D5EB3">
        <w:t xml:space="preserve">-Impresa </w:t>
      </w:r>
      <w:sdt>
        <w:sdtPr>
          <w:id w:val="1509020651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</w:p>
    <w:p w14:paraId="57E3E3BA" w14:textId="77777777" w:rsidR="001209ED" w:rsidRPr="001D5EB3" w:rsidRDefault="001209ED" w:rsidP="00666834">
      <w:pPr>
        <w:pStyle w:val="LetteraTipo"/>
        <w:jc w:val="both"/>
      </w:pPr>
      <w:r w:rsidRPr="001D5EB3">
        <w:t xml:space="preserve">-parte servizio/fornitura </w:t>
      </w:r>
      <w:sdt>
        <w:sdtPr>
          <w:id w:val="1146320142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………………………………………………………………………..………………</w:t>
          </w:r>
        </w:sdtContent>
      </w:sdt>
    </w:p>
    <w:p w14:paraId="5CA44995" w14:textId="77777777" w:rsidR="001209ED" w:rsidRPr="001D5EB3" w:rsidRDefault="001209ED" w:rsidP="00666834">
      <w:pPr>
        <w:pStyle w:val="LetteraTipo"/>
        <w:jc w:val="both"/>
      </w:pPr>
      <w:r w:rsidRPr="001D5EB3">
        <w:t>-Impresa</w:t>
      </w:r>
      <w:r w:rsidR="003B1614" w:rsidRPr="001D5EB3">
        <w:t xml:space="preserve"> </w:t>
      </w:r>
      <w:sdt>
        <w:sdtPr>
          <w:id w:val="-43066539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  <w:r w:rsidRPr="001D5EB3">
        <w:t xml:space="preserve"> </w:t>
      </w:r>
    </w:p>
    <w:p w14:paraId="25A7D25D" w14:textId="77777777" w:rsidR="001209ED" w:rsidRPr="001D5EB3" w:rsidRDefault="001209ED" w:rsidP="00666834">
      <w:pPr>
        <w:pStyle w:val="LetteraTipo"/>
        <w:jc w:val="both"/>
      </w:pPr>
      <w:r w:rsidRPr="001D5EB3">
        <w:t>-parte servizio/f</w:t>
      </w:r>
      <w:r w:rsidR="003B1614" w:rsidRPr="001D5EB3">
        <w:t xml:space="preserve">ornitura </w:t>
      </w:r>
      <w:sdt>
        <w:sdtPr>
          <w:id w:val="-161303666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………………………………………………………………..………………………</w:t>
          </w:r>
        </w:sdtContent>
      </w:sdt>
    </w:p>
    <w:p w14:paraId="323E0F94" w14:textId="77777777" w:rsidR="001209ED" w:rsidRPr="001D5EB3" w:rsidRDefault="003B1614" w:rsidP="00666834">
      <w:pPr>
        <w:pStyle w:val="LetteraTipo"/>
        <w:jc w:val="both"/>
      </w:pPr>
      <w:r w:rsidRPr="001D5EB3">
        <w:t xml:space="preserve">-Impresa </w:t>
      </w:r>
      <w:sdt>
        <w:sdtPr>
          <w:id w:val="-1542280735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……………………………………………………………………………………………………..…</w:t>
          </w:r>
        </w:sdtContent>
      </w:sdt>
    </w:p>
    <w:p w14:paraId="11E879C9" w14:textId="77777777" w:rsidR="001209ED" w:rsidRPr="001D5EB3" w:rsidRDefault="001209ED" w:rsidP="00666834">
      <w:pPr>
        <w:pStyle w:val="LetteraTipo"/>
        <w:jc w:val="both"/>
      </w:pPr>
      <w:r w:rsidRPr="001D5EB3">
        <w:t>-part</w:t>
      </w:r>
      <w:r w:rsidR="003B1614" w:rsidRPr="001D5EB3">
        <w:t xml:space="preserve">e servizio/fornitura </w:t>
      </w:r>
      <w:sdt>
        <w:sdtPr>
          <w:id w:val="-1907687694"/>
          <w:placeholder>
            <w:docPart w:val="DefaultPlaceholder_1081868574"/>
          </w:placeholder>
          <w:text/>
        </w:sdtPr>
        <w:sdtEndPr/>
        <w:sdtContent>
          <w:r w:rsidR="00A01CAB" w:rsidRPr="001D5EB3">
            <w:t>………………………………………………………………..………………………</w:t>
          </w:r>
        </w:sdtContent>
      </w:sdt>
    </w:p>
    <w:p w14:paraId="3F946A88" w14:textId="77777777" w:rsidR="00C01609" w:rsidRDefault="00C01609" w:rsidP="00666834">
      <w:pPr>
        <w:pStyle w:val="LetteraTipo"/>
        <w:jc w:val="both"/>
        <w:rPr>
          <w:u w:val="single"/>
        </w:rPr>
      </w:pPr>
    </w:p>
    <w:p w14:paraId="6771D409" w14:textId="77777777" w:rsidR="00002A8B" w:rsidRDefault="00002A8B" w:rsidP="00F860B6">
      <w:pPr>
        <w:pStyle w:val="LetteraTipo"/>
        <w:jc w:val="both"/>
        <w:rPr>
          <w:b/>
          <w:sz w:val="24"/>
          <w:szCs w:val="24"/>
        </w:rPr>
      </w:pPr>
    </w:p>
    <w:p w14:paraId="792D7926" w14:textId="77777777" w:rsidR="00002A8B" w:rsidRDefault="00002A8B" w:rsidP="00F860B6">
      <w:pPr>
        <w:pStyle w:val="LetteraTipo"/>
        <w:jc w:val="both"/>
        <w:rPr>
          <w:b/>
          <w:sz w:val="24"/>
          <w:szCs w:val="24"/>
        </w:rPr>
      </w:pPr>
    </w:p>
    <w:p w14:paraId="3BC7AFAF" w14:textId="14E03A69" w:rsidR="00B9334F" w:rsidRPr="007254CF" w:rsidRDefault="00B9334F" w:rsidP="00F860B6">
      <w:pPr>
        <w:pStyle w:val="LetteraTipo"/>
        <w:jc w:val="both"/>
        <w:rPr>
          <w:b/>
          <w:sz w:val="24"/>
          <w:szCs w:val="24"/>
        </w:rPr>
      </w:pPr>
      <w:r w:rsidRPr="007254CF">
        <w:rPr>
          <w:b/>
          <w:sz w:val="24"/>
          <w:szCs w:val="24"/>
        </w:rPr>
        <w:t xml:space="preserve">ATI /CONSORZI </w:t>
      </w:r>
      <w:r w:rsidR="00B17A00" w:rsidRPr="007254CF">
        <w:rPr>
          <w:b/>
          <w:sz w:val="24"/>
          <w:szCs w:val="24"/>
        </w:rPr>
        <w:t>di cui all’art. 48 del D.l</w:t>
      </w:r>
      <w:r w:rsidR="00BE5000" w:rsidRPr="007254CF">
        <w:rPr>
          <w:b/>
          <w:sz w:val="24"/>
          <w:szCs w:val="24"/>
        </w:rPr>
        <w:t xml:space="preserve">gs. n. 50/2016 </w:t>
      </w:r>
      <w:r w:rsidR="008C3304">
        <w:rPr>
          <w:b/>
          <w:sz w:val="24"/>
          <w:szCs w:val="24"/>
        </w:rPr>
        <w:t xml:space="preserve">E S.M.I. </w:t>
      </w:r>
      <w:r w:rsidR="002241BE" w:rsidRPr="007254CF">
        <w:rPr>
          <w:b/>
          <w:sz w:val="24"/>
          <w:szCs w:val="24"/>
        </w:rPr>
        <w:t>COSTITUENDI</w:t>
      </w:r>
      <w:r w:rsidRPr="007254CF">
        <w:rPr>
          <w:b/>
          <w:sz w:val="24"/>
          <w:szCs w:val="24"/>
        </w:rPr>
        <w:t>:</w:t>
      </w:r>
    </w:p>
    <w:p w14:paraId="76ABA2F7" w14:textId="77777777" w:rsidR="005E7678" w:rsidRPr="001D5EB3" w:rsidRDefault="005E7678" w:rsidP="00F860B6">
      <w:pPr>
        <w:pStyle w:val="LetteraTipo"/>
        <w:jc w:val="both"/>
      </w:pPr>
    </w:p>
    <w:p w14:paraId="3197C821" w14:textId="77777777" w:rsidR="004D20F5" w:rsidRPr="001D5EB3" w:rsidRDefault="004D20F5" w:rsidP="00F860B6">
      <w:pPr>
        <w:pStyle w:val="LetteraTipo"/>
        <w:jc w:val="both"/>
      </w:pPr>
      <w:r w:rsidRPr="001D5EB3">
        <w:t>Le sotto riportate imprese:</w:t>
      </w:r>
    </w:p>
    <w:p w14:paraId="26E57122" w14:textId="77777777" w:rsidR="007035A8" w:rsidRPr="001D5EB3" w:rsidRDefault="00A43AC7" w:rsidP="00F860B6">
      <w:pPr>
        <w:pStyle w:val="LetteraTipo"/>
        <w:jc w:val="both"/>
      </w:pPr>
      <w:sdt>
        <w:sdtPr>
          <w:id w:val="-1937594540"/>
          <w:placeholder>
            <w:docPart w:val="B0BF1E41428642188B5BAC36EDA98D95"/>
          </w:placeholder>
          <w:text/>
        </w:sdtPr>
        <w:sdtEndPr/>
        <w:sdtContent>
          <w:r w:rsidR="007035A8" w:rsidRPr="001D5EB3">
            <w:t>………………………………</w:t>
          </w:r>
        </w:sdtContent>
      </w:sdt>
      <w:r w:rsidR="007035A8" w:rsidRPr="001D5EB3">
        <w:t xml:space="preserve"> con sede </w:t>
      </w:r>
      <w:sdt>
        <w:sdtPr>
          <w:id w:val="-1664700970"/>
          <w:placeholder>
            <w:docPart w:val="B0BF1E41428642188B5BAC36EDA98D95"/>
          </w:placeholder>
          <w:text/>
        </w:sdtPr>
        <w:sdtEndPr/>
        <w:sdtContent>
          <w:r w:rsidR="007035A8" w:rsidRPr="001D5EB3">
            <w:t>…………………………………….</w:t>
          </w:r>
        </w:sdtContent>
      </w:sdt>
      <w:r w:rsidR="007035A8" w:rsidRPr="001D5EB3">
        <w:t xml:space="preserve"> (Mandataria/Capogruppo)</w:t>
      </w:r>
    </w:p>
    <w:p w14:paraId="4B31E258" w14:textId="77777777" w:rsidR="007035A8" w:rsidRPr="001D5EB3" w:rsidRDefault="00A43AC7" w:rsidP="00F860B6">
      <w:pPr>
        <w:pStyle w:val="LetteraTipo"/>
        <w:jc w:val="both"/>
      </w:pPr>
      <w:sdt>
        <w:sdtPr>
          <w:id w:val="1115640184"/>
          <w:placeholder>
            <w:docPart w:val="6CF34720A58546AC993583D4C2E6A897"/>
          </w:placeholder>
          <w:text/>
        </w:sdtPr>
        <w:sdtEndPr/>
        <w:sdtContent>
          <w:r w:rsidR="007035A8" w:rsidRPr="001D5EB3">
            <w:t>…………….……………………….……………</w:t>
          </w:r>
        </w:sdtContent>
      </w:sdt>
      <w:r w:rsidR="007035A8" w:rsidRPr="001D5EB3">
        <w:t xml:space="preserve"> con sede </w:t>
      </w:r>
      <w:sdt>
        <w:sdtPr>
          <w:id w:val="-1059168125"/>
          <w:placeholder>
            <w:docPart w:val="6CF34720A58546AC993583D4C2E6A897"/>
          </w:placeholder>
          <w:text/>
        </w:sdtPr>
        <w:sdtEndPr/>
        <w:sdtContent>
          <w:r w:rsidR="007035A8" w:rsidRPr="001D5EB3">
            <w:t>………………………………………………..</w:t>
          </w:r>
        </w:sdtContent>
      </w:sdt>
    </w:p>
    <w:p w14:paraId="53C51E43" w14:textId="77777777" w:rsidR="007035A8" w:rsidRPr="001D5EB3" w:rsidRDefault="00A43AC7" w:rsidP="00F860B6">
      <w:pPr>
        <w:pStyle w:val="LetteraTipo"/>
        <w:jc w:val="both"/>
      </w:pPr>
      <w:sdt>
        <w:sdtPr>
          <w:id w:val="-396050195"/>
          <w:placeholder>
            <w:docPart w:val="796777AB3BBB42B8B289913E268C86E5"/>
          </w:placeholder>
          <w:text/>
        </w:sdtPr>
        <w:sdtEndPr/>
        <w:sdtContent>
          <w:r w:rsidR="007035A8" w:rsidRPr="001D5EB3">
            <w:t>…………………………………………………..</w:t>
          </w:r>
        </w:sdtContent>
      </w:sdt>
      <w:r w:rsidR="007035A8" w:rsidRPr="001D5EB3">
        <w:t xml:space="preserve"> con sede </w:t>
      </w:r>
      <w:sdt>
        <w:sdtPr>
          <w:id w:val="-1395112278"/>
          <w:placeholder>
            <w:docPart w:val="796777AB3BBB42B8B289913E268C86E5"/>
          </w:placeholder>
          <w:text/>
        </w:sdtPr>
        <w:sdtEndPr/>
        <w:sdtContent>
          <w:r w:rsidR="007035A8" w:rsidRPr="001D5EB3">
            <w:t>………………………………………………..</w:t>
          </w:r>
        </w:sdtContent>
      </w:sdt>
    </w:p>
    <w:p w14:paraId="4C26D771" w14:textId="77777777" w:rsidR="007035A8" w:rsidRPr="001D5EB3" w:rsidRDefault="00A43AC7" w:rsidP="00F860B6">
      <w:pPr>
        <w:pStyle w:val="LetteraTipo"/>
        <w:jc w:val="both"/>
      </w:pPr>
      <w:sdt>
        <w:sdtPr>
          <w:id w:val="991766253"/>
          <w:placeholder>
            <w:docPart w:val="67D1E1CB77B844DFAF9FD9D09047B32C"/>
          </w:placeholder>
          <w:text/>
        </w:sdtPr>
        <w:sdtEndPr/>
        <w:sdtContent>
          <w:r w:rsidR="007035A8" w:rsidRPr="001D5EB3">
            <w:t>…………………………………………………...</w:t>
          </w:r>
        </w:sdtContent>
      </w:sdt>
      <w:r w:rsidR="007035A8" w:rsidRPr="001D5EB3">
        <w:t xml:space="preserve"> con sede </w:t>
      </w:r>
      <w:sdt>
        <w:sdtPr>
          <w:id w:val="-1759509408"/>
          <w:placeholder>
            <w:docPart w:val="67D1E1CB77B844DFAF9FD9D09047B32C"/>
          </w:placeholder>
          <w:text/>
        </w:sdtPr>
        <w:sdtEndPr/>
        <w:sdtContent>
          <w:r w:rsidR="007035A8" w:rsidRPr="001D5EB3">
            <w:t>……………………………………………….</w:t>
          </w:r>
        </w:sdtContent>
      </w:sdt>
    </w:p>
    <w:sdt>
      <w:sdtPr>
        <w:id w:val="1899708576"/>
        <w:placeholder>
          <w:docPart w:val="905D0AC763D44B22B6ABC0C5DCEE38FB"/>
        </w:placeholder>
        <w:text/>
      </w:sdtPr>
      <w:sdtEndPr/>
      <w:sdtContent>
        <w:p w14:paraId="0923E17F" w14:textId="77777777" w:rsidR="007035A8" w:rsidRPr="001D5EB3" w:rsidRDefault="007035A8" w:rsidP="00F860B6">
          <w:pPr>
            <w:pStyle w:val="LetteraTipo"/>
            <w:jc w:val="both"/>
          </w:pPr>
          <w:r w:rsidRPr="001D5EB3">
            <w:t>……………………………….………………………………………………………………………………</w:t>
          </w:r>
        </w:p>
      </w:sdtContent>
    </w:sdt>
    <w:p w14:paraId="408E77A4" w14:textId="07A20900" w:rsidR="004D20F5" w:rsidRPr="001D5EB3" w:rsidRDefault="004D20F5" w:rsidP="00F860B6">
      <w:pPr>
        <w:pStyle w:val="LetteraTipo"/>
        <w:jc w:val="both"/>
      </w:pPr>
      <w:r w:rsidRPr="001D5EB3">
        <w:t>impegnate a costituirsi in ATI/Consorzio, in caso di aggiudicazione,</w:t>
      </w:r>
      <w:r w:rsidRPr="001D5EB3">
        <w:rPr>
          <w:i/>
        </w:rPr>
        <w:t xml:space="preserve"> </w:t>
      </w:r>
      <w:r w:rsidRPr="001D5EB3">
        <w:t>mediante</w:t>
      </w:r>
      <w:r w:rsidRPr="001D5EB3">
        <w:rPr>
          <w:i/>
        </w:rPr>
        <w:t xml:space="preserve"> </w:t>
      </w:r>
      <w:r w:rsidRPr="001D5EB3">
        <w:t>conferimento di mandato collettivo speciale con rappresentanza all’impresa qualificata come mandataria o capogruppo, la quale stipulerà il contratto in nome proprio e delle mandanti, cosi come dichiarato nella documentazione che correda la presente offerta,</w:t>
      </w:r>
    </w:p>
    <w:p w14:paraId="34909264" w14:textId="77777777" w:rsidR="004D20F5" w:rsidRPr="001D5EB3" w:rsidRDefault="004D20F5" w:rsidP="00F860B6">
      <w:pPr>
        <w:pStyle w:val="LetteraTipo"/>
        <w:jc w:val="both"/>
      </w:pPr>
    </w:p>
    <w:p w14:paraId="294CC891" w14:textId="77777777" w:rsidR="004D20F5" w:rsidRPr="001D5EB3" w:rsidRDefault="004D20F5" w:rsidP="00F860B6">
      <w:pPr>
        <w:pStyle w:val="LetteraTipo"/>
        <w:jc w:val="both"/>
        <w:rPr>
          <w:i/>
        </w:rPr>
      </w:pPr>
      <w:r w:rsidRPr="001D5EB3">
        <w:rPr>
          <w:i/>
        </w:rPr>
        <w:t>ai sensi degli articoli 46 e 47 del DPR 28 dicembre 2000 n. 445, consapevoli delle sanzioni penali previste dall'articolo 76 del medesimo DPR 445/2000, per le ipotesi di falsità in atti e dichiarazioni mendaci ivi indicate,</w:t>
      </w:r>
    </w:p>
    <w:p w14:paraId="6B210213" w14:textId="77777777" w:rsidR="005E7678" w:rsidRPr="007254CF" w:rsidRDefault="001A3602" w:rsidP="007254CF">
      <w:pPr>
        <w:pStyle w:val="LetteraTipo"/>
        <w:jc w:val="center"/>
        <w:rPr>
          <w:b/>
        </w:rPr>
      </w:pPr>
      <w:r w:rsidRPr="007254CF">
        <w:rPr>
          <w:b/>
        </w:rPr>
        <w:t>D</w:t>
      </w:r>
      <w:r w:rsidR="005E7678" w:rsidRPr="007254CF">
        <w:rPr>
          <w:b/>
        </w:rPr>
        <w:t>ICHIARANO CONGIUNTAMENTE</w:t>
      </w:r>
    </w:p>
    <w:p w14:paraId="6C598492" w14:textId="77777777" w:rsidR="005E7678" w:rsidRPr="007254CF" w:rsidRDefault="005E7678" w:rsidP="007254CF">
      <w:pPr>
        <w:pStyle w:val="LetteraTipo"/>
        <w:jc w:val="center"/>
        <w:rPr>
          <w:b/>
        </w:rPr>
      </w:pPr>
      <w:r w:rsidRPr="007254CF">
        <w:rPr>
          <w:b/>
        </w:rPr>
        <w:t>che le medesime</w:t>
      </w:r>
    </w:p>
    <w:p w14:paraId="413FB493" w14:textId="77777777" w:rsidR="00733BB4" w:rsidRDefault="005E7678" w:rsidP="007254CF">
      <w:pPr>
        <w:pStyle w:val="LetteraTipo"/>
        <w:jc w:val="center"/>
        <w:rPr>
          <w:b/>
        </w:rPr>
      </w:pPr>
      <w:r w:rsidRPr="007254CF">
        <w:rPr>
          <w:b/>
        </w:rPr>
        <w:t xml:space="preserve">SI </w:t>
      </w:r>
      <w:r w:rsidR="00733BB4" w:rsidRPr="007254CF">
        <w:rPr>
          <w:b/>
        </w:rPr>
        <w:t>OBBLIGANO</w:t>
      </w:r>
    </w:p>
    <w:p w14:paraId="43FF35A8" w14:textId="77777777" w:rsidR="00733BB4" w:rsidRPr="001D5EB3" w:rsidRDefault="00733BB4" w:rsidP="007254CF">
      <w:pPr>
        <w:pStyle w:val="LetteraTipo"/>
      </w:pPr>
    </w:p>
    <w:p w14:paraId="4BB59E6F" w14:textId="77777777" w:rsidR="009D422C" w:rsidRDefault="009D422C" w:rsidP="009D422C">
      <w:pPr>
        <w:pStyle w:val="LetteraTipo"/>
        <w:ind w:left="705" w:hanging="705"/>
        <w:jc w:val="both"/>
        <w:rPr>
          <w:b/>
        </w:rPr>
      </w:pPr>
      <w:r>
        <w:rPr>
          <w:b/>
        </w:rPr>
        <w:t>1) IMPORTO COMPLESSIVO OFFERTO (AREA TEMATICA A + AREA TEMATICA B)</w:t>
      </w:r>
    </w:p>
    <w:p w14:paraId="118BE204" w14:textId="77777777" w:rsidR="009D422C" w:rsidRDefault="009D422C" w:rsidP="009D422C">
      <w:pPr>
        <w:pStyle w:val="LetteraTipo"/>
        <w:ind w:left="705" w:hanging="705"/>
        <w:jc w:val="both"/>
        <w:rPr>
          <w:b/>
        </w:rPr>
      </w:pPr>
    </w:p>
    <w:p w14:paraId="3E6A7730" w14:textId="77777777" w:rsidR="009D422C" w:rsidRDefault="009D422C" w:rsidP="009D422C">
      <w:pPr>
        <w:pStyle w:val="LetteraTipo"/>
        <w:ind w:left="705" w:hanging="705"/>
        <w:jc w:val="both"/>
        <w:rPr>
          <w:b/>
          <w:bCs/>
        </w:rPr>
      </w:pPr>
      <w:r>
        <w:rPr>
          <w:b/>
          <w:bCs/>
        </w:rPr>
        <w:t xml:space="preserve"> - </w:t>
      </w:r>
      <w:r w:rsidRPr="009D422C">
        <w:rPr>
          <w:b/>
          <w:bCs/>
        </w:rPr>
        <w:t xml:space="preserve">importo complessivo offerto (Area tematica A + Area tematica B), espresso in euro (€) </w:t>
      </w:r>
      <w:r>
        <w:rPr>
          <w:b/>
          <w:bCs/>
        </w:rPr>
        <w:t>ed</w:t>
      </w:r>
    </w:p>
    <w:p w14:paraId="156B4E12" w14:textId="77777777" w:rsidR="009D422C" w:rsidRPr="009D422C" w:rsidRDefault="009D422C" w:rsidP="009D422C">
      <w:pPr>
        <w:pStyle w:val="LetteraTipo"/>
        <w:ind w:left="705" w:hanging="705"/>
        <w:jc w:val="both"/>
        <w:rPr>
          <w:b/>
          <w:bCs/>
        </w:rPr>
      </w:pPr>
      <w:r>
        <w:rPr>
          <w:b/>
          <w:bCs/>
        </w:rPr>
        <w:t xml:space="preserve">   </w:t>
      </w:r>
      <w:r w:rsidRPr="009D422C">
        <w:rPr>
          <w:b/>
          <w:bCs/>
        </w:rPr>
        <w:t>approssimato alla seconda cifra decimale</w:t>
      </w:r>
      <w:r w:rsidRPr="009D422C">
        <w:rPr>
          <w:b/>
        </w:rPr>
        <w:t xml:space="preserve"> </w:t>
      </w:r>
      <w:r w:rsidRPr="00666834">
        <w:t xml:space="preserve">(in cifre): </w:t>
      </w:r>
    </w:p>
    <w:p w14:paraId="509ED604" w14:textId="77777777" w:rsidR="009D422C" w:rsidRPr="00666834" w:rsidRDefault="00A43AC7" w:rsidP="009D422C">
      <w:pPr>
        <w:pStyle w:val="LetteraTipo"/>
        <w:ind w:left="708"/>
        <w:jc w:val="both"/>
      </w:pPr>
      <w:sdt>
        <w:sdtPr>
          <w:id w:val="-619069643"/>
          <w:placeholder>
            <w:docPart w:val="2317998865A34028AF6182C6124B689A"/>
          </w:placeholder>
        </w:sdtPr>
        <w:sdtEndPr/>
        <w:sdtContent>
          <w:r w:rsidR="009D422C" w:rsidRPr="001D5EB3">
            <w:t>…</w:t>
          </w:r>
          <w:r w:rsidR="009D422C">
            <w:t>…</w:t>
          </w:r>
          <w:r w:rsidR="009D422C" w:rsidRPr="001D5EB3">
            <w:t>…</w:t>
          </w:r>
          <w:r w:rsidR="009D422C">
            <w:t>……………………………….</w:t>
          </w:r>
          <w:r w:rsidR="009D422C" w:rsidRPr="001D5EB3">
            <w:t>…………………………………………………………………</w:t>
          </w:r>
        </w:sdtContent>
      </w:sdt>
      <w:r w:rsidR="009D422C" w:rsidRPr="00666834">
        <w:t xml:space="preserve"> </w:t>
      </w:r>
    </w:p>
    <w:p w14:paraId="78852A3F" w14:textId="77777777" w:rsidR="009D422C" w:rsidRDefault="009D422C" w:rsidP="009D422C">
      <w:pPr>
        <w:pStyle w:val="LetteraTipo"/>
        <w:ind w:left="705" w:hanging="705"/>
        <w:jc w:val="both"/>
        <w:rPr>
          <w:b/>
          <w:bCs/>
        </w:rPr>
      </w:pPr>
      <w:r>
        <w:rPr>
          <w:b/>
          <w:bCs/>
        </w:rPr>
        <w:t xml:space="preserve">    </w:t>
      </w:r>
    </w:p>
    <w:p w14:paraId="27B2A814" w14:textId="77777777" w:rsidR="009D422C" w:rsidRDefault="009D422C" w:rsidP="009D422C">
      <w:pPr>
        <w:pStyle w:val="LetteraTipo"/>
        <w:ind w:left="705" w:hanging="705"/>
        <w:jc w:val="both"/>
        <w:rPr>
          <w:b/>
          <w:bCs/>
        </w:rPr>
      </w:pPr>
      <w:r>
        <w:rPr>
          <w:b/>
          <w:bCs/>
        </w:rPr>
        <w:t xml:space="preserve">-   </w:t>
      </w:r>
      <w:r w:rsidRPr="009D422C">
        <w:rPr>
          <w:b/>
          <w:bCs/>
        </w:rPr>
        <w:t xml:space="preserve">importo complessivo offerto (Area tematica A + Area tematica B), espresso in euro (€) </w:t>
      </w:r>
      <w:r>
        <w:rPr>
          <w:b/>
          <w:bCs/>
        </w:rPr>
        <w:t>ed</w:t>
      </w:r>
    </w:p>
    <w:p w14:paraId="0BE6BE0B" w14:textId="77777777" w:rsidR="009D422C" w:rsidRPr="00666834" w:rsidRDefault="009D422C" w:rsidP="009D422C">
      <w:pPr>
        <w:pStyle w:val="LetteraTipo"/>
        <w:ind w:left="705" w:hanging="705"/>
        <w:jc w:val="both"/>
      </w:pPr>
      <w:r>
        <w:rPr>
          <w:b/>
          <w:bCs/>
        </w:rPr>
        <w:t xml:space="preserve">    </w:t>
      </w:r>
      <w:r w:rsidRPr="009D422C">
        <w:rPr>
          <w:b/>
          <w:bCs/>
        </w:rPr>
        <w:t>approssimato alla seconda cifra decimale</w:t>
      </w:r>
      <w:r w:rsidRPr="009D422C">
        <w:rPr>
          <w:b/>
        </w:rPr>
        <w:t xml:space="preserve"> </w:t>
      </w:r>
      <w:r>
        <w:t>(in lettere</w:t>
      </w:r>
      <w:r w:rsidRPr="00666834">
        <w:t xml:space="preserve">): </w:t>
      </w:r>
    </w:p>
    <w:p w14:paraId="2E155702" w14:textId="77777777" w:rsidR="009D422C" w:rsidRPr="00666834" w:rsidRDefault="00A43AC7" w:rsidP="009D422C">
      <w:pPr>
        <w:pStyle w:val="LetteraTipo"/>
        <w:ind w:left="708"/>
        <w:jc w:val="both"/>
      </w:pPr>
      <w:sdt>
        <w:sdtPr>
          <w:id w:val="-1392421082"/>
          <w:placeholder>
            <w:docPart w:val="E8B4C05C7DDB41329027E219AC48D3AA"/>
          </w:placeholder>
        </w:sdtPr>
        <w:sdtEndPr/>
        <w:sdtContent>
          <w:r w:rsidR="009D422C" w:rsidRPr="001D5EB3">
            <w:t>……</w:t>
          </w:r>
          <w:r w:rsidR="009D422C">
            <w:t>……………………………….</w:t>
          </w:r>
          <w:r w:rsidR="009D422C" w:rsidRPr="001D5EB3">
            <w:t>…………………………………………………………………</w:t>
          </w:r>
        </w:sdtContent>
      </w:sdt>
      <w:r w:rsidR="009D422C" w:rsidRPr="00666834">
        <w:t xml:space="preserve"> </w:t>
      </w:r>
    </w:p>
    <w:p w14:paraId="03B7A53F" w14:textId="77777777" w:rsidR="009D422C" w:rsidRDefault="009D422C" w:rsidP="009D422C">
      <w:pPr>
        <w:pStyle w:val="LetteraTipo"/>
        <w:jc w:val="both"/>
        <w:rPr>
          <w:bCs/>
        </w:rPr>
      </w:pPr>
    </w:p>
    <w:p w14:paraId="374B1A3C" w14:textId="4F1D0385" w:rsidR="009D422C" w:rsidRDefault="009D422C" w:rsidP="009D422C">
      <w:pPr>
        <w:pStyle w:val="LetteraTipo"/>
        <w:jc w:val="both"/>
      </w:pPr>
      <w:r w:rsidRPr="009D422C">
        <w:rPr>
          <w:bCs/>
        </w:rPr>
        <w:t>risultante dall’applicazione dei ribassi percentuali offerti, rispettivamente, per l’Area tematica A “Servizio di revisione legale dei conti e per l’ Area tematica B “Altri servizi” - Altri servizi di</w:t>
      </w:r>
      <w:r w:rsidR="0046337F">
        <w:rPr>
          <w:bCs/>
        </w:rPr>
        <w:t xml:space="preserve"> revisione dei conti”, </w:t>
      </w:r>
      <w:r w:rsidRPr="009D422C">
        <w:rPr>
          <w:bCs/>
        </w:rPr>
        <w:t xml:space="preserve"> rispetto all’importo complessivo posto a base di gara, pari ad </w:t>
      </w:r>
      <w:r w:rsidRPr="009D422C">
        <w:rPr>
          <w:b/>
          <w:bCs/>
        </w:rPr>
        <w:t>€ 279.000,00</w:t>
      </w:r>
    </w:p>
    <w:p w14:paraId="573A3A0D" w14:textId="77777777" w:rsidR="009D422C" w:rsidRDefault="009D422C" w:rsidP="009D422C">
      <w:pPr>
        <w:pStyle w:val="LetteraTipo"/>
        <w:jc w:val="both"/>
        <w:rPr>
          <w:b/>
        </w:rPr>
      </w:pPr>
    </w:p>
    <w:p w14:paraId="6FD1DEC9" w14:textId="77777777" w:rsidR="009D422C" w:rsidRDefault="009D422C" w:rsidP="009D422C">
      <w:pPr>
        <w:pStyle w:val="LetteraTipo"/>
        <w:ind w:left="705" w:hanging="705"/>
        <w:jc w:val="both"/>
        <w:rPr>
          <w:b/>
        </w:rPr>
      </w:pPr>
      <w:r>
        <w:rPr>
          <w:b/>
        </w:rPr>
        <w:t>2) RIBASSO PERCENTUALE AREA TEMATICA “A”</w:t>
      </w:r>
    </w:p>
    <w:p w14:paraId="615CAB98" w14:textId="77777777" w:rsidR="009D422C" w:rsidRDefault="009D422C" w:rsidP="009D422C">
      <w:pPr>
        <w:pStyle w:val="LetteraTipo"/>
        <w:ind w:left="705" w:hanging="705"/>
        <w:jc w:val="both"/>
        <w:rPr>
          <w:b/>
        </w:rPr>
      </w:pPr>
    </w:p>
    <w:p w14:paraId="3B2FD9AF" w14:textId="77777777" w:rsidR="009D422C" w:rsidRPr="00666834" w:rsidRDefault="009D422C" w:rsidP="009D422C">
      <w:pPr>
        <w:pStyle w:val="LetteraTipo"/>
        <w:ind w:left="705" w:hanging="705"/>
        <w:jc w:val="both"/>
      </w:pPr>
      <w:r>
        <w:rPr>
          <w:b/>
        </w:rPr>
        <w:t xml:space="preserve"> - ribasso percentuale </w:t>
      </w:r>
      <w:r w:rsidRPr="00E364AD">
        <w:rPr>
          <w:b/>
        </w:rPr>
        <w:t xml:space="preserve">di sconto, </w:t>
      </w:r>
      <w:r w:rsidRPr="009D422C">
        <w:rPr>
          <w:b/>
        </w:rPr>
        <w:t>approssimato alla seconda cifra</w:t>
      </w:r>
      <w:r w:rsidRPr="00E364AD">
        <w:rPr>
          <w:b/>
        </w:rPr>
        <w:t xml:space="preserve"> decimale</w:t>
      </w:r>
      <w:r>
        <w:t xml:space="preserve"> </w:t>
      </w:r>
      <w:r w:rsidRPr="00666834">
        <w:t xml:space="preserve">(in cifre): </w:t>
      </w:r>
    </w:p>
    <w:p w14:paraId="35BEE4E4" w14:textId="77777777" w:rsidR="009D422C" w:rsidRPr="00666834" w:rsidRDefault="00A43AC7" w:rsidP="009D422C">
      <w:pPr>
        <w:pStyle w:val="LetteraTipo"/>
        <w:ind w:left="708"/>
        <w:jc w:val="both"/>
      </w:pPr>
      <w:sdt>
        <w:sdtPr>
          <w:id w:val="-1370374132"/>
          <w:placeholder>
            <w:docPart w:val="24D516D4D07640CB948C8EE3A23699A4"/>
          </w:placeholder>
        </w:sdtPr>
        <w:sdtEndPr/>
        <w:sdtContent>
          <w:r w:rsidR="009D422C" w:rsidRPr="001D5EB3">
            <w:t>………………………………………………………………………</w:t>
          </w:r>
        </w:sdtContent>
      </w:sdt>
      <w:r w:rsidR="009D422C" w:rsidRPr="00666834">
        <w:t xml:space="preserve"> </w:t>
      </w:r>
    </w:p>
    <w:p w14:paraId="775FE241" w14:textId="77777777" w:rsidR="009D422C" w:rsidRPr="00666834" w:rsidRDefault="009D422C" w:rsidP="009D422C">
      <w:pPr>
        <w:pStyle w:val="LetteraTipo"/>
        <w:jc w:val="both"/>
      </w:pPr>
      <w:r>
        <w:rPr>
          <w:b/>
        </w:rPr>
        <w:t xml:space="preserve"> - ribasso percentuale</w:t>
      </w:r>
      <w:r w:rsidRPr="00E364AD">
        <w:rPr>
          <w:b/>
        </w:rPr>
        <w:t xml:space="preserve"> di sconto, approssimato alla seconda cifra decimale</w:t>
      </w:r>
      <w:r w:rsidRPr="00E364AD">
        <w:t xml:space="preserve"> </w:t>
      </w:r>
      <w:r w:rsidRPr="00666834">
        <w:t xml:space="preserve">(in lettere): </w:t>
      </w:r>
    </w:p>
    <w:p w14:paraId="3477D93E" w14:textId="77777777" w:rsidR="009D422C" w:rsidRPr="00666834" w:rsidRDefault="00A43AC7" w:rsidP="009D422C">
      <w:pPr>
        <w:pStyle w:val="LetteraTipo"/>
        <w:ind w:left="708"/>
        <w:jc w:val="both"/>
      </w:pPr>
      <w:sdt>
        <w:sdtPr>
          <w:id w:val="-30648999"/>
          <w:placeholder>
            <w:docPart w:val="6114E882BAB4432782F6A4364055B95D"/>
          </w:placeholder>
        </w:sdtPr>
        <w:sdtEndPr/>
        <w:sdtContent>
          <w:r w:rsidR="009D422C" w:rsidRPr="001D5EB3">
            <w:t>………………………………………………………………………</w:t>
          </w:r>
        </w:sdtContent>
      </w:sdt>
      <w:r w:rsidR="009D422C" w:rsidRPr="00666834">
        <w:t xml:space="preserve"> </w:t>
      </w:r>
    </w:p>
    <w:p w14:paraId="74D5DC4A" w14:textId="77777777" w:rsidR="009D422C" w:rsidRDefault="009D422C" w:rsidP="009D422C">
      <w:pPr>
        <w:pStyle w:val="LetteraTipo"/>
        <w:jc w:val="both"/>
        <w:rPr>
          <w:b/>
          <w:bCs/>
        </w:rPr>
      </w:pPr>
      <w:r>
        <w:rPr>
          <w:bCs/>
        </w:rPr>
        <w:t xml:space="preserve">da applicare all’importo previsto a base di gara per l’ </w:t>
      </w:r>
      <w:r w:rsidRPr="000C1B06">
        <w:rPr>
          <w:bCs/>
        </w:rPr>
        <w:t>Area tematica A “Servizio di revisione legale dei conti</w:t>
      </w:r>
      <w:r>
        <w:rPr>
          <w:bCs/>
        </w:rPr>
        <w:t xml:space="preserve">, pari ad </w:t>
      </w:r>
      <w:r w:rsidRPr="000C1B06">
        <w:rPr>
          <w:b/>
          <w:bCs/>
        </w:rPr>
        <w:t>€ 180.000</w:t>
      </w:r>
      <w:r>
        <w:rPr>
          <w:b/>
          <w:bCs/>
        </w:rPr>
        <w:t>.</w:t>
      </w:r>
    </w:p>
    <w:p w14:paraId="4B70E8A3" w14:textId="77777777" w:rsidR="009D422C" w:rsidRDefault="009D422C" w:rsidP="009D422C">
      <w:pPr>
        <w:pStyle w:val="LetteraTipo"/>
        <w:jc w:val="both"/>
        <w:rPr>
          <w:b/>
          <w:bCs/>
        </w:rPr>
      </w:pPr>
    </w:p>
    <w:p w14:paraId="45998277" w14:textId="77777777" w:rsidR="009D422C" w:rsidRDefault="009D422C" w:rsidP="009D422C">
      <w:pPr>
        <w:pStyle w:val="LetteraTipo"/>
        <w:ind w:left="705" w:hanging="705"/>
        <w:jc w:val="both"/>
        <w:rPr>
          <w:b/>
        </w:rPr>
      </w:pPr>
      <w:r>
        <w:rPr>
          <w:b/>
        </w:rPr>
        <w:t>3) RIBASSO PERCENTUALE AREA TEMATICA “B”</w:t>
      </w:r>
    </w:p>
    <w:p w14:paraId="2D2EF37C" w14:textId="77777777" w:rsidR="009D422C" w:rsidRDefault="009D422C" w:rsidP="009D422C">
      <w:pPr>
        <w:pStyle w:val="LetteraTipo"/>
        <w:ind w:left="705" w:hanging="705"/>
        <w:jc w:val="both"/>
        <w:rPr>
          <w:b/>
        </w:rPr>
      </w:pPr>
    </w:p>
    <w:p w14:paraId="7D3FB73B" w14:textId="77777777" w:rsidR="009D422C" w:rsidRPr="00666834" w:rsidRDefault="009D422C" w:rsidP="009D422C">
      <w:pPr>
        <w:pStyle w:val="LetteraTipo"/>
        <w:ind w:left="705" w:hanging="705"/>
        <w:jc w:val="both"/>
      </w:pPr>
      <w:r>
        <w:rPr>
          <w:b/>
        </w:rPr>
        <w:t>- ribasso percentuale</w:t>
      </w:r>
      <w:r w:rsidRPr="00E364AD">
        <w:rPr>
          <w:b/>
        </w:rPr>
        <w:t xml:space="preserve"> di sconto, </w:t>
      </w:r>
      <w:r w:rsidRPr="009D422C">
        <w:rPr>
          <w:b/>
        </w:rPr>
        <w:t>approssimato alla seconda cifra</w:t>
      </w:r>
      <w:r w:rsidRPr="00E364AD">
        <w:rPr>
          <w:b/>
        </w:rPr>
        <w:t xml:space="preserve"> decimale</w:t>
      </w:r>
      <w:r>
        <w:t xml:space="preserve"> </w:t>
      </w:r>
      <w:r w:rsidRPr="00666834">
        <w:t xml:space="preserve">(in cifre): </w:t>
      </w:r>
    </w:p>
    <w:p w14:paraId="106554D0" w14:textId="77777777" w:rsidR="009D422C" w:rsidRPr="00666834" w:rsidRDefault="00A43AC7" w:rsidP="009D422C">
      <w:pPr>
        <w:pStyle w:val="LetteraTipo"/>
        <w:ind w:left="708"/>
        <w:jc w:val="both"/>
      </w:pPr>
      <w:sdt>
        <w:sdtPr>
          <w:id w:val="-1992322258"/>
          <w:placeholder>
            <w:docPart w:val="3A0E0F7C210340B5B0F726B7C0E1621F"/>
          </w:placeholder>
        </w:sdtPr>
        <w:sdtEndPr/>
        <w:sdtContent>
          <w:r w:rsidR="009D422C" w:rsidRPr="001D5EB3">
            <w:t>………………………………………………………………………</w:t>
          </w:r>
        </w:sdtContent>
      </w:sdt>
      <w:r w:rsidR="009D422C" w:rsidRPr="00666834">
        <w:t xml:space="preserve"> </w:t>
      </w:r>
    </w:p>
    <w:p w14:paraId="1A736524" w14:textId="77777777" w:rsidR="009D422C" w:rsidRPr="00666834" w:rsidRDefault="009D422C" w:rsidP="009D422C">
      <w:pPr>
        <w:pStyle w:val="LetteraTipo"/>
        <w:jc w:val="both"/>
      </w:pPr>
      <w:r>
        <w:rPr>
          <w:b/>
        </w:rPr>
        <w:t>- ribasso percentuale</w:t>
      </w:r>
      <w:r w:rsidRPr="00E364AD">
        <w:rPr>
          <w:b/>
        </w:rPr>
        <w:t xml:space="preserve"> di sconto, approssimato alla seconda cifra decimale</w:t>
      </w:r>
      <w:r w:rsidRPr="00E364AD">
        <w:t xml:space="preserve"> </w:t>
      </w:r>
      <w:r w:rsidRPr="00666834">
        <w:t xml:space="preserve">(in lettere): </w:t>
      </w:r>
    </w:p>
    <w:p w14:paraId="57FBC4AF" w14:textId="77777777" w:rsidR="009D422C" w:rsidRPr="00666834" w:rsidRDefault="00A43AC7" w:rsidP="009D422C">
      <w:pPr>
        <w:pStyle w:val="LetteraTipo"/>
        <w:ind w:left="708"/>
        <w:jc w:val="both"/>
      </w:pPr>
      <w:sdt>
        <w:sdtPr>
          <w:id w:val="-1231694363"/>
          <w:placeholder>
            <w:docPart w:val="8CCD3D8016FC42C69B6FADEEC24EF5A2"/>
          </w:placeholder>
        </w:sdtPr>
        <w:sdtEndPr/>
        <w:sdtContent>
          <w:r w:rsidR="009D422C" w:rsidRPr="001D5EB3">
            <w:t>………………………………………………………………………</w:t>
          </w:r>
        </w:sdtContent>
      </w:sdt>
      <w:r w:rsidR="009D422C" w:rsidRPr="00666834">
        <w:t xml:space="preserve"> </w:t>
      </w:r>
    </w:p>
    <w:p w14:paraId="70B546A9" w14:textId="77777777" w:rsidR="009D422C" w:rsidRDefault="009D422C" w:rsidP="009D422C">
      <w:pPr>
        <w:pStyle w:val="LetteraTipo"/>
        <w:jc w:val="both"/>
        <w:rPr>
          <w:bCs/>
        </w:rPr>
      </w:pPr>
      <w:r>
        <w:rPr>
          <w:bCs/>
        </w:rPr>
        <w:t xml:space="preserve">da applicare all’importo previsto a base di gara per l’ </w:t>
      </w:r>
      <w:r w:rsidRPr="000C1B06">
        <w:rPr>
          <w:bCs/>
        </w:rPr>
        <w:t xml:space="preserve">Area </w:t>
      </w:r>
      <w:r>
        <w:rPr>
          <w:bCs/>
        </w:rPr>
        <w:t>tematica B</w:t>
      </w:r>
      <w:r w:rsidRPr="000C1B06">
        <w:rPr>
          <w:bCs/>
        </w:rPr>
        <w:t xml:space="preserve"> </w:t>
      </w:r>
      <w:r w:rsidRPr="009D422C">
        <w:rPr>
          <w:bCs/>
        </w:rPr>
        <w:t xml:space="preserve">“Altri servizi” - </w:t>
      </w:r>
      <w:r w:rsidRPr="000C1B06">
        <w:rPr>
          <w:bCs/>
        </w:rPr>
        <w:t>Altri servizi di revisione</w:t>
      </w:r>
      <w:r>
        <w:rPr>
          <w:bCs/>
        </w:rPr>
        <w:t xml:space="preserve"> dei conti”, pari ad </w:t>
      </w:r>
      <w:r w:rsidRPr="000C1B06">
        <w:rPr>
          <w:b/>
          <w:bCs/>
        </w:rPr>
        <w:t>€ 99.000.</w:t>
      </w:r>
    </w:p>
    <w:p w14:paraId="7564C078" w14:textId="77777777" w:rsidR="009D422C" w:rsidRDefault="009D422C" w:rsidP="009D422C">
      <w:pPr>
        <w:pStyle w:val="LetteraTipo"/>
        <w:jc w:val="both"/>
        <w:rPr>
          <w:bCs/>
        </w:rPr>
      </w:pPr>
    </w:p>
    <w:p w14:paraId="3538BE32" w14:textId="77777777" w:rsidR="009D422C" w:rsidRDefault="009D422C" w:rsidP="009D422C">
      <w:pPr>
        <w:pStyle w:val="LetteraTipo"/>
        <w:jc w:val="both"/>
        <w:rPr>
          <w:bCs/>
        </w:rPr>
      </w:pPr>
    </w:p>
    <w:p w14:paraId="5CE54EB7" w14:textId="77777777" w:rsidR="009D422C" w:rsidRDefault="009D422C" w:rsidP="009D422C">
      <w:pPr>
        <w:pStyle w:val="LetteraTipo"/>
        <w:jc w:val="both"/>
        <w:rPr>
          <w:b/>
          <w:bCs/>
        </w:rPr>
      </w:pPr>
      <w:r>
        <w:rPr>
          <w:b/>
          <w:bCs/>
        </w:rPr>
        <w:t>4</w:t>
      </w:r>
      <w:r w:rsidRPr="00FD1662">
        <w:rPr>
          <w:b/>
          <w:bCs/>
        </w:rPr>
        <w:t xml:space="preserve">) </w:t>
      </w:r>
      <w:r w:rsidRPr="005D3DC5">
        <w:rPr>
          <w:b/>
          <w:bCs/>
          <w:u w:val="single"/>
        </w:rPr>
        <w:t>Quotazione tariffe giornaliere p</w:t>
      </w:r>
      <w:r>
        <w:rPr>
          <w:b/>
          <w:bCs/>
          <w:u w:val="single"/>
        </w:rPr>
        <w:t>er le attività aggiuntive nell’A</w:t>
      </w:r>
      <w:r w:rsidRPr="005D3DC5">
        <w:rPr>
          <w:b/>
          <w:bCs/>
          <w:u w:val="single"/>
        </w:rPr>
        <w:t>rea tematica B</w:t>
      </w:r>
      <w:r>
        <w:rPr>
          <w:b/>
          <w:bCs/>
          <w:u w:val="single"/>
        </w:rPr>
        <w:t>, di cui all’art. 5 del Capitolato Speciale</w:t>
      </w:r>
      <w:r w:rsidRPr="005D3DC5">
        <w:rPr>
          <w:b/>
          <w:bCs/>
          <w:u w:val="single"/>
        </w:rPr>
        <w:t>:</w:t>
      </w:r>
    </w:p>
    <w:p w14:paraId="6409B86A" w14:textId="77777777" w:rsidR="009D422C" w:rsidRDefault="009D422C" w:rsidP="009D422C">
      <w:pPr>
        <w:pStyle w:val="LetteraTipo"/>
        <w:jc w:val="both"/>
        <w:rPr>
          <w:b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2693"/>
        <w:gridCol w:w="4815"/>
      </w:tblGrid>
      <w:tr w:rsidR="009D422C" w14:paraId="42ED6704" w14:textId="77777777" w:rsidTr="008959A4">
        <w:tc>
          <w:tcPr>
            <w:tcW w:w="1271" w:type="dxa"/>
          </w:tcPr>
          <w:p w14:paraId="63F4B6F6" w14:textId="77777777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2693" w:type="dxa"/>
          </w:tcPr>
          <w:p w14:paraId="3E1BF041" w14:textId="77777777" w:rsidR="009D422C" w:rsidRDefault="009D422C" w:rsidP="008959A4">
            <w:pPr>
              <w:pStyle w:val="LetteraTipo"/>
              <w:jc w:val="center"/>
              <w:rPr>
                <w:b/>
              </w:rPr>
            </w:pPr>
            <w:r>
              <w:rPr>
                <w:b/>
              </w:rPr>
              <w:t>Quotazione tariffa giornaliera in cifre</w:t>
            </w:r>
          </w:p>
        </w:tc>
        <w:tc>
          <w:tcPr>
            <w:tcW w:w="4815" w:type="dxa"/>
          </w:tcPr>
          <w:p w14:paraId="50DCD53D" w14:textId="77777777" w:rsidR="009D422C" w:rsidRDefault="009D422C" w:rsidP="008959A4">
            <w:pPr>
              <w:pStyle w:val="LetteraTipo"/>
              <w:jc w:val="center"/>
              <w:rPr>
                <w:b/>
              </w:rPr>
            </w:pPr>
            <w:r>
              <w:rPr>
                <w:b/>
              </w:rPr>
              <w:t>Quotazione tariffa giornaliera in lettere</w:t>
            </w:r>
          </w:p>
        </w:tc>
      </w:tr>
      <w:tr w:rsidR="009D422C" w14:paraId="799EDEFE" w14:textId="77777777" w:rsidTr="008959A4">
        <w:tc>
          <w:tcPr>
            <w:tcW w:w="1271" w:type="dxa"/>
          </w:tcPr>
          <w:p w14:paraId="2895E6D6" w14:textId="3AAB21DC" w:rsidR="009D422C" w:rsidRDefault="00A14CD5" w:rsidP="008959A4">
            <w:pPr>
              <w:pStyle w:val="LetteraTipo"/>
              <w:jc w:val="both"/>
            </w:pPr>
            <w:r>
              <w:t xml:space="preserve">Socio </w:t>
            </w:r>
            <w:r w:rsidR="009D422C" w:rsidRPr="00FD1662">
              <w:t xml:space="preserve"> </w:t>
            </w:r>
            <w:r>
              <w:t>(</w:t>
            </w:r>
            <w:r w:rsidR="009D422C" w:rsidRPr="00FD1662">
              <w:t>Partner</w:t>
            </w:r>
            <w:r>
              <w:t>)</w:t>
            </w:r>
          </w:p>
          <w:p w14:paraId="19C5662D" w14:textId="77777777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2693" w:type="dxa"/>
          </w:tcPr>
          <w:p w14:paraId="44ED9C4C" w14:textId="3723AF74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4815" w:type="dxa"/>
          </w:tcPr>
          <w:p w14:paraId="6A91E22E" w14:textId="6199D419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</w:tc>
      </w:tr>
      <w:tr w:rsidR="009D422C" w14:paraId="6BA8353C" w14:textId="77777777" w:rsidTr="008959A4">
        <w:tc>
          <w:tcPr>
            <w:tcW w:w="1271" w:type="dxa"/>
          </w:tcPr>
          <w:p w14:paraId="5EDD9FC5" w14:textId="523ED8CD" w:rsidR="009D422C" w:rsidRDefault="009D422C" w:rsidP="008959A4">
            <w:pPr>
              <w:pStyle w:val="LetteraTipo"/>
              <w:jc w:val="both"/>
            </w:pPr>
            <w:r w:rsidRPr="00FD1662">
              <w:t>Manager</w:t>
            </w:r>
          </w:p>
          <w:p w14:paraId="77473F2D" w14:textId="77777777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2693" w:type="dxa"/>
          </w:tcPr>
          <w:p w14:paraId="034F8FCC" w14:textId="781F3DFC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4815" w:type="dxa"/>
          </w:tcPr>
          <w:p w14:paraId="1E4C2EB2" w14:textId="13234855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</w:tc>
      </w:tr>
      <w:tr w:rsidR="009D422C" w14:paraId="79616087" w14:textId="77777777" w:rsidTr="008959A4">
        <w:tc>
          <w:tcPr>
            <w:tcW w:w="1271" w:type="dxa"/>
          </w:tcPr>
          <w:p w14:paraId="2F0F3616" w14:textId="50100F2E" w:rsidR="009D422C" w:rsidRDefault="009D422C" w:rsidP="008959A4">
            <w:pPr>
              <w:pStyle w:val="LetteraTipo"/>
              <w:jc w:val="both"/>
            </w:pPr>
            <w:r w:rsidRPr="00FD1662">
              <w:t>Senior</w:t>
            </w:r>
            <w:r>
              <w:t xml:space="preserve"> auditor</w:t>
            </w:r>
          </w:p>
          <w:p w14:paraId="759AA40F" w14:textId="77777777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2693" w:type="dxa"/>
          </w:tcPr>
          <w:p w14:paraId="4894CAE2" w14:textId="32EA3ABF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4815" w:type="dxa"/>
          </w:tcPr>
          <w:p w14:paraId="0F382EA0" w14:textId="6FC15513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</w:tc>
      </w:tr>
      <w:tr w:rsidR="009D422C" w14:paraId="7941DB9C" w14:textId="77777777" w:rsidTr="008959A4">
        <w:tc>
          <w:tcPr>
            <w:tcW w:w="1271" w:type="dxa"/>
          </w:tcPr>
          <w:p w14:paraId="27C101EC" w14:textId="5D53B7DC" w:rsidR="009D422C" w:rsidRDefault="009D422C" w:rsidP="008959A4">
            <w:pPr>
              <w:pStyle w:val="LetteraTipo"/>
              <w:jc w:val="both"/>
              <w:rPr>
                <w:rFonts w:eastAsia="Times New Roman"/>
                <w:lang w:eastAsia="it-IT"/>
              </w:rPr>
            </w:pPr>
            <w:r w:rsidRPr="00FD1662">
              <w:rPr>
                <w:rFonts w:eastAsia="Times New Roman"/>
                <w:lang w:eastAsia="it-IT"/>
              </w:rPr>
              <w:t>Junior</w:t>
            </w:r>
          </w:p>
          <w:p w14:paraId="32737D59" w14:textId="77777777" w:rsidR="009D422C" w:rsidRPr="007619BF" w:rsidRDefault="009D422C" w:rsidP="008959A4">
            <w:pPr>
              <w:pStyle w:val="LetteraTipo"/>
              <w:jc w:val="both"/>
            </w:pPr>
            <w:r w:rsidRPr="007619BF">
              <w:t>auditor</w:t>
            </w:r>
          </w:p>
        </w:tc>
        <w:tc>
          <w:tcPr>
            <w:tcW w:w="2693" w:type="dxa"/>
          </w:tcPr>
          <w:p w14:paraId="139C852B" w14:textId="2612ED96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</w:tc>
        <w:tc>
          <w:tcPr>
            <w:tcW w:w="4815" w:type="dxa"/>
          </w:tcPr>
          <w:p w14:paraId="76AD812F" w14:textId="2787F6C7" w:rsidR="009D422C" w:rsidRDefault="009D422C" w:rsidP="008959A4">
            <w:pPr>
              <w:pStyle w:val="LetteraTipo"/>
              <w:jc w:val="both"/>
              <w:rPr>
                <w:b/>
              </w:rPr>
            </w:pPr>
          </w:p>
        </w:tc>
      </w:tr>
    </w:tbl>
    <w:p w14:paraId="6E92F378" w14:textId="77777777" w:rsidR="009D422C" w:rsidRDefault="009D422C" w:rsidP="009D422C">
      <w:pPr>
        <w:pStyle w:val="LetteraTipo"/>
        <w:jc w:val="both"/>
        <w:rPr>
          <w:b/>
        </w:rPr>
      </w:pPr>
    </w:p>
    <w:p w14:paraId="16932FEB" w14:textId="77777777" w:rsidR="009D422C" w:rsidRPr="007254CF" w:rsidRDefault="009D422C" w:rsidP="009D422C">
      <w:pPr>
        <w:pStyle w:val="LetteraTipo"/>
        <w:jc w:val="both"/>
      </w:pPr>
      <w:r w:rsidRPr="00950882">
        <w:rPr>
          <w:b/>
        </w:rPr>
        <w:t>N.B.</w:t>
      </w:r>
      <w:r>
        <w:rPr>
          <w:b/>
        </w:rPr>
        <w:t>1</w:t>
      </w:r>
      <w:r>
        <w:t xml:space="preserve">: </w:t>
      </w:r>
      <w:r w:rsidRPr="007254CF">
        <w:t xml:space="preserve">il periodo di validità dell’offerta, a pena di esclusione dalla gara, non potrà essere inferiore a 180 giorni dalla data di scadenza del termine per la presentazione delle offerte. </w:t>
      </w:r>
    </w:p>
    <w:p w14:paraId="27A1FE73" w14:textId="77777777" w:rsidR="009D422C" w:rsidRDefault="009D422C" w:rsidP="009D422C">
      <w:pPr>
        <w:pStyle w:val="LetteraTipo"/>
        <w:jc w:val="both"/>
      </w:pPr>
      <w:r>
        <w:rPr>
          <w:b/>
        </w:rPr>
        <w:t>N.B.2</w:t>
      </w:r>
      <w:r w:rsidRPr="00A64D3E">
        <w:rPr>
          <w:b/>
        </w:rPr>
        <w:t>:</w:t>
      </w:r>
      <w:r>
        <w:t xml:space="preserve"> In caso di mancata corrispondenza tra gli importi e/o i ribassi espressi in cifre e quelli espressi il lettere, prevarranno quelli espressi in lettere.</w:t>
      </w:r>
    </w:p>
    <w:p w14:paraId="0CAB3E79" w14:textId="77777777" w:rsidR="009D422C" w:rsidRPr="00EA1393" w:rsidRDefault="009D422C" w:rsidP="009D422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N.B.3</w:t>
      </w:r>
      <w:r w:rsidRPr="00A21245"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 w:rsidRPr="00A21245">
        <w:rPr>
          <w:rFonts w:ascii="Arial" w:hAnsi="Arial" w:cs="Arial"/>
          <w:sz w:val="20"/>
          <w:szCs w:val="20"/>
        </w:rPr>
        <w:t>l’offerta economica presentata si intende omnicomprensiva e compensativa di tutte le attività che verranno poste in essere per l’espletamento dell’appalto secondo quanto prescritto dalla documentazione di gara.</w:t>
      </w:r>
    </w:p>
    <w:p w14:paraId="1040A4E1" w14:textId="21032806" w:rsidR="00E364AD" w:rsidRPr="00E364AD" w:rsidRDefault="00E364AD" w:rsidP="005F358F">
      <w:pPr>
        <w:pStyle w:val="LetteraTipo"/>
        <w:jc w:val="both"/>
        <w:rPr>
          <w:b/>
        </w:rPr>
      </w:pPr>
    </w:p>
    <w:p w14:paraId="22E58789" w14:textId="77777777" w:rsidR="006326E3" w:rsidRPr="00666834" w:rsidRDefault="006326E3" w:rsidP="00F860B6">
      <w:pPr>
        <w:pStyle w:val="LetteraTipo"/>
        <w:jc w:val="both"/>
      </w:pPr>
    </w:p>
    <w:p w14:paraId="5A8D56F4" w14:textId="2B8ACC60" w:rsidR="00FE3C52" w:rsidRPr="00666834" w:rsidRDefault="00FE3C52" w:rsidP="00F860B6">
      <w:pPr>
        <w:pStyle w:val="LetteraTipo"/>
        <w:jc w:val="both"/>
      </w:pPr>
      <w:r w:rsidRPr="00666834">
        <w:t>Ai sensi dell’art. 48 comma 4 del D.lgs</w:t>
      </w:r>
      <w:r w:rsidR="009A2246" w:rsidRPr="00666834">
        <w:t>.</w:t>
      </w:r>
      <w:r w:rsidRPr="00666834">
        <w:t xml:space="preserve"> n. 50/2016</w:t>
      </w:r>
      <w:r w:rsidR="008C3304">
        <w:t xml:space="preserve"> e s.m.i.</w:t>
      </w:r>
      <w:r w:rsidRPr="00666834">
        <w:t>, si riportano di seguito le parti del servizio/fornitura che saranno eseguite dai singoli operatori economici riuniti o consorziati:</w:t>
      </w:r>
    </w:p>
    <w:p w14:paraId="7B4DB3B7" w14:textId="77777777" w:rsidR="00FE3C52" w:rsidRPr="00666834" w:rsidRDefault="00FE3C52" w:rsidP="00F860B6">
      <w:pPr>
        <w:pStyle w:val="LetteraTipo"/>
        <w:jc w:val="both"/>
      </w:pPr>
      <w:r w:rsidRPr="00666834">
        <w:t xml:space="preserve">-Impresa </w:t>
      </w:r>
      <w:sdt>
        <w:sdtPr>
          <w:id w:val="953757988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……………………………………………………………………………………………………..…</w:t>
          </w:r>
        </w:sdtContent>
      </w:sdt>
    </w:p>
    <w:p w14:paraId="6EF474F4" w14:textId="77777777" w:rsidR="00FE3C52" w:rsidRPr="00666834" w:rsidRDefault="00FE3C52" w:rsidP="00F860B6">
      <w:pPr>
        <w:pStyle w:val="LetteraTipo"/>
        <w:jc w:val="both"/>
      </w:pPr>
      <w:r w:rsidRPr="00666834">
        <w:t xml:space="preserve">-parte servizio/fornitura </w:t>
      </w:r>
      <w:sdt>
        <w:sdtPr>
          <w:id w:val="2126199003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………………………………………………………………………..………………</w:t>
          </w:r>
        </w:sdtContent>
      </w:sdt>
    </w:p>
    <w:p w14:paraId="3337B00C" w14:textId="77777777" w:rsidR="00FE3C52" w:rsidRPr="00666834" w:rsidRDefault="00FE3C52" w:rsidP="00F860B6">
      <w:pPr>
        <w:pStyle w:val="LetteraTipo"/>
        <w:jc w:val="both"/>
      </w:pPr>
      <w:r w:rsidRPr="00666834">
        <w:t xml:space="preserve">-Impresa </w:t>
      </w:r>
      <w:sdt>
        <w:sdtPr>
          <w:id w:val="2063979753"/>
          <w:placeholder>
            <w:docPart w:val="874783A937A544E7B0D2B8A8D589FB5D"/>
          </w:placeholder>
          <w:text/>
        </w:sdtPr>
        <w:sdtEndPr/>
        <w:sdtContent>
          <w:r w:rsidRPr="00666834">
            <w:t>……………………………………………………………………………………………………..…</w:t>
          </w:r>
        </w:sdtContent>
      </w:sdt>
      <w:r w:rsidRPr="00666834">
        <w:t xml:space="preserve"> </w:t>
      </w:r>
    </w:p>
    <w:p w14:paraId="7A699C7D" w14:textId="4944F856" w:rsidR="00FE3C52" w:rsidRPr="001D5EB3" w:rsidRDefault="00FE3C52" w:rsidP="00F860B6">
      <w:pPr>
        <w:pStyle w:val="LetteraTipo"/>
        <w:jc w:val="both"/>
      </w:pPr>
      <w:r w:rsidRPr="001D5EB3">
        <w:t xml:space="preserve">-parte servizio/fornitura </w:t>
      </w:r>
      <w:sdt>
        <w:sdtPr>
          <w:id w:val="1224804464"/>
          <w:placeholder>
            <w:docPart w:val="874783A937A544E7B0D2B8A8D589FB5D"/>
          </w:placeholder>
          <w:text/>
        </w:sdtPr>
        <w:sdtEndPr/>
        <w:sdtContent>
          <w:r w:rsidRPr="001D5EB3">
            <w:t>………</w:t>
          </w:r>
          <w:r w:rsidR="00F860B6">
            <w:t>………………………………………………………..……………………</w:t>
          </w:r>
        </w:sdtContent>
      </w:sdt>
    </w:p>
    <w:p w14:paraId="40A56956" w14:textId="77777777" w:rsidR="00FE3C52" w:rsidRPr="003B1614" w:rsidRDefault="00FE3C52" w:rsidP="00F860B6">
      <w:pPr>
        <w:pStyle w:val="LetteraTipo"/>
        <w:jc w:val="both"/>
      </w:pPr>
      <w:r w:rsidRPr="001D5EB3">
        <w:t>-Impresa</w:t>
      </w:r>
      <w:r w:rsidRPr="003B1614">
        <w:t xml:space="preserve"> </w:t>
      </w:r>
      <w:sdt>
        <w:sdtPr>
          <w:id w:val="-401221146"/>
          <w:placeholder>
            <w:docPart w:val="874783A937A544E7B0D2B8A8D589FB5D"/>
          </w:placeholder>
          <w:text/>
        </w:sdtPr>
        <w:sdtEndPr/>
        <w:sdtContent>
          <w:r w:rsidRPr="00556023">
            <w:t>……………………………………………………………………………………………………..…</w:t>
          </w:r>
        </w:sdtContent>
      </w:sdt>
    </w:p>
    <w:p w14:paraId="6FB8CB69" w14:textId="5C8528B3" w:rsidR="00C56128" w:rsidRPr="00DC2843" w:rsidRDefault="00FE3C52" w:rsidP="00F860B6">
      <w:pPr>
        <w:pStyle w:val="LetteraTipo"/>
        <w:jc w:val="both"/>
      </w:pPr>
      <w:r w:rsidRPr="003B1614">
        <w:t xml:space="preserve">-parte servizio/fornitura </w:t>
      </w:r>
      <w:sdt>
        <w:sdtPr>
          <w:id w:val="-1308633772"/>
          <w:placeholder>
            <w:docPart w:val="874783A937A544E7B0D2B8A8D589FB5D"/>
          </w:placeholder>
          <w:text/>
        </w:sdtPr>
        <w:sdtEndPr/>
        <w:sdtContent>
          <w:r w:rsidRPr="00486510">
            <w:t>………………………………………………………………</w:t>
          </w:r>
          <w:r>
            <w:t>..</w:t>
          </w:r>
          <w:r w:rsidR="00F860B6">
            <w:t>……………………</w:t>
          </w:r>
        </w:sdtContent>
      </w:sdt>
    </w:p>
    <w:p w14:paraId="1F607B20" w14:textId="77777777" w:rsidR="00C56128" w:rsidRDefault="00C56128" w:rsidP="00F860B6">
      <w:pPr>
        <w:pStyle w:val="LetteraTipo"/>
        <w:jc w:val="both"/>
        <w:rPr>
          <w:b/>
        </w:rPr>
      </w:pPr>
    </w:p>
    <w:p w14:paraId="5DD97A07" w14:textId="77777777" w:rsidR="0064677A" w:rsidRPr="00370875" w:rsidRDefault="0064677A" w:rsidP="00F860B6">
      <w:pPr>
        <w:pStyle w:val="LetteraTipo"/>
        <w:jc w:val="both"/>
        <w:rPr>
          <w:b/>
          <w:sz w:val="18"/>
          <w:szCs w:val="18"/>
        </w:rPr>
      </w:pPr>
      <w:r w:rsidRPr="00370875">
        <w:rPr>
          <w:b/>
          <w:sz w:val="18"/>
          <w:szCs w:val="18"/>
        </w:rPr>
        <w:t>Si precisa che il presente Modello, debitamente compilato dovrà esse</w:t>
      </w:r>
      <w:r w:rsidR="000460EF" w:rsidRPr="00370875">
        <w:rPr>
          <w:b/>
          <w:sz w:val="18"/>
          <w:szCs w:val="18"/>
        </w:rPr>
        <w:t>re firmato digitalmente</w:t>
      </w:r>
      <w:r w:rsidRPr="00370875">
        <w:rPr>
          <w:b/>
          <w:sz w:val="18"/>
          <w:szCs w:val="18"/>
        </w:rPr>
        <w:t>:</w:t>
      </w:r>
    </w:p>
    <w:p w14:paraId="7B2B3CB9" w14:textId="77777777" w:rsidR="0064677A" w:rsidRPr="00370875" w:rsidRDefault="0064677A" w:rsidP="00F860B6">
      <w:pPr>
        <w:pStyle w:val="LetteraTipo"/>
        <w:jc w:val="both"/>
        <w:rPr>
          <w:b/>
          <w:sz w:val="18"/>
          <w:szCs w:val="18"/>
        </w:rPr>
      </w:pPr>
      <w:r w:rsidRPr="00370875">
        <w:rPr>
          <w:b/>
          <w:sz w:val="18"/>
          <w:szCs w:val="18"/>
        </w:rPr>
        <w:t>nel caso di impresa singola, dal legale rappresentante/procuratore speciale;</w:t>
      </w:r>
    </w:p>
    <w:p w14:paraId="44C591C6" w14:textId="56CE2CBA" w:rsidR="0064677A" w:rsidRPr="00370875" w:rsidRDefault="0064677A" w:rsidP="00F860B6">
      <w:pPr>
        <w:pStyle w:val="LetteraTipo"/>
        <w:jc w:val="both"/>
        <w:rPr>
          <w:b/>
          <w:sz w:val="18"/>
          <w:szCs w:val="18"/>
        </w:rPr>
      </w:pPr>
      <w:r w:rsidRPr="00370875">
        <w:rPr>
          <w:b/>
          <w:sz w:val="18"/>
          <w:szCs w:val="18"/>
        </w:rPr>
        <w:t>nel caso di Consorzi di cui  all’art</w:t>
      </w:r>
      <w:r w:rsidR="00B17A00" w:rsidRPr="00370875">
        <w:rPr>
          <w:b/>
          <w:sz w:val="18"/>
          <w:szCs w:val="18"/>
        </w:rPr>
        <w:t>. 45 comma 1 lettere b) e c) D.l</w:t>
      </w:r>
      <w:r w:rsidRPr="00370875">
        <w:rPr>
          <w:b/>
          <w:sz w:val="18"/>
          <w:szCs w:val="18"/>
        </w:rPr>
        <w:t>gs. n. 50/2016</w:t>
      </w:r>
      <w:r w:rsidR="008C3304" w:rsidRPr="00370875">
        <w:rPr>
          <w:b/>
          <w:sz w:val="18"/>
          <w:szCs w:val="18"/>
        </w:rPr>
        <w:t xml:space="preserve"> e s.m.i.</w:t>
      </w:r>
      <w:r w:rsidRPr="00370875">
        <w:rPr>
          <w:b/>
          <w:sz w:val="18"/>
          <w:szCs w:val="18"/>
        </w:rPr>
        <w:t>: dal legale rappresentante/procuratore speciale del Consorzio;</w:t>
      </w:r>
    </w:p>
    <w:p w14:paraId="3584A665" w14:textId="3E96C1B3" w:rsidR="007C2587" w:rsidRPr="00370875" w:rsidRDefault="0064677A" w:rsidP="00F860B6">
      <w:pPr>
        <w:pStyle w:val="LetteraTipo"/>
        <w:jc w:val="both"/>
        <w:rPr>
          <w:b/>
          <w:sz w:val="18"/>
          <w:szCs w:val="18"/>
        </w:rPr>
      </w:pPr>
      <w:r w:rsidRPr="00370875">
        <w:rPr>
          <w:b/>
          <w:sz w:val="18"/>
          <w:szCs w:val="18"/>
        </w:rPr>
        <w:t>nel caso di A.T.I. da costi</w:t>
      </w:r>
      <w:r w:rsidR="00B17A00" w:rsidRPr="00370875">
        <w:rPr>
          <w:b/>
          <w:sz w:val="18"/>
          <w:szCs w:val="18"/>
        </w:rPr>
        <w:t>tuire o Consorzio ex art. 48 D.l</w:t>
      </w:r>
      <w:r w:rsidRPr="00370875">
        <w:rPr>
          <w:b/>
          <w:sz w:val="18"/>
          <w:szCs w:val="18"/>
        </w:rPr>
        <w:t>gs. n. 50/2016</w:t>
      </w:r>
      <w:r w:rsidR="008C3304" w:rsidRPr="00370875">
        <w:rPr>
          <w:b/>
          <w:sz w:val="18"/>
          <w:szCs w:val="18"/>
        </w:rPr>
        <w:t xml:space="preserve"> e s.m.i.</w:t>
      </w:r>
      <w:r w:rsidRPr="00370875">
        <w:rPr>
          <w:b/>
          <w:sz w:val="18"/>
          <w:szCs w:val="18"/>
        </w:rPr>
        <w:t xml:space="preserve"> da costituire: dal legale rappresentante/procuratore speciale di ciascuna impresa costituente il raggruppamento/consorzio nel suo complesso;</w:t>
      </w:r>
    </w:p>
    <w:p w14:paraId="52221146" w14:textId="3891B99C" w:rsidR="0064677A" w:rsidRPr="00370875" w:rsidRDefault="0064677A" w:rsidP="00F860B6">
      <w:pPr>
        <w:pStyle w:val="LetteraTipo"/>
        <w:jc w:val="both"/>
        <w:rPr>
          <w:b/>
          <w:sz w:val="18"/>
          <w:szCs w:val="18"/>
        </w:rPr>
      </w:pPr>
      <w:r w:rsidRPr="00370875">
        <w:rPr>
          <w:b/>
          <w:sz w:val="18"/>
          <w:szCs w:val="18"/>
        </w:rPr>
        <w:t>nel caso di A.T.I. costituita o Consor</w:t>
      </w:r>
      <w:r w:rsidR="00B17A00" w:rsidRPr="00370875">
        <w:rPr>
          <w:b/>
          <w:sz w:val="18"/>
          <w:szCs w:val="18"/>
        </w:rPr>
        <w:t>zio ex art. cui  all’art. 48 D.l</w:t>
      </w:r>
      <w:r w:rsidRPr="00370875">
        <w:rPr>
          <w:b/>
          <w:sz w:val="18"/>
          <w:szCs w:val="18"/>
        </w:rPr>
        <w:t>gs. n. 50/2016</w:t>
      </w:r>
      <w:r w:rsidR="008C3304" w:rsidRPr="00370875">
        <w:rPr>
          <w:b/>
          <w:sz w:val="18"/>
          <w:szCs w:val="18"/>
        </w:rPr>
        <w:t xml:space="preserve"> e s.m.i.</w:t>
      </w:r>
      <w:r w:rsidRPr="00370875">
        <w:rPr>
          <w:b/>
          <w:sz w:val="18"/>
          <w:szCs w:val="18"/>
        </w:rPr>
        <w:t xml:space="preserve"> costituito: dal legale rappresentante/procuratore speciale dell’impresa designata come mandataria o Capogruppo. </w:t>
      </w:r>
    </w:p>
    <w:p w14:paraId="32E9015A" w14:textId="77777777" w:rsidR="000C1547" w:rsidRPr="00370875" w:rsidRDefault="000C1547" w:rsidP="00F860B6">
      <w:pPr>
        <w:pStyle w:val="LetteraTipo"/>
        <w:jc w:val="both"/>
        <w:rPr>
          <w:b/>
          <w:sz w:val="18"/>
          <w:szCs w:val="18"/>
        </w:rPr>
      </w:pPr>
    </w:p>
    <w:p w14:paraId="2FE5AAD8" w14:textId="77777777" w:rsidR="000C1547" w:rsidRPr="00370875" w:rsidRDefault="000C1547" w:rsidP="00F860B6">
      <w:pPr>
        <w:pStyle w:val="LetteraTipo"/>
        <w:jc w:val="both"/>
        <w:rPr>
          <w:b/>
          <w:sz w:val="18"/>
          <w:szCs w:val="18"/>
        </w:rPr>
      </w:pPr>
    </w:p>
    <w:p w14:paraId="2F6F38FC" w14:textId="03747B73" w:rsidR="00305E05" w:rsidRPr="00370875" w:rsidRDefault="002F413E" w:rsidP="00F860B6">
      <w:pPr>
        <w:pStyle w:val="LetteraTipo"/>
        <w:jc w:val="both"/>
        <w:rPr>
          <w:b/>
          <w:sz w:val="18"/>
          <w:szCs w:val="18"/>
        </w:rPr>
      </w:pPr>
      <w:r w:rsidRPr="00370875">
        <w:rPr>
          <w:b/>
          <w:sz w:val="18"/>
          <w:szCs w:val="18"/>
        </w:rPr>
        <w:t>Al fine di agevolare i lavori della Commissione esaminatrice ed evitare eventuali error</w:t>
      </w:r>
      <w:r w:rsidR="00A05AE5" w:rsidRPr="00370875">
        <w:rPr>
          <w:b/>
          <w:sz w:val="18"/>
          <w:szCs w:val="18"/>
        </w:rPr>
        <w:t xml:space="preserve">i di trascrizione, si invita a </w:t>
      </w:r>
      <w:r w:rsidRPr="00370875">
        <w:rPr>
          <w:b/>
          <w:sz w:val="18"/>
          <w:szCs w:val="18"/>
        </w:rPr>
        <w:t xml:space="preserve">rendere le dichiarazioni utilizzando materialmente il presente modello o una sua fotocopia. </w:t>
      </w:r>
    </w:p>
    <w:p w14:paraId="749D91DD" w14:textId="77777777" w:rsidR="00305E05" w:rsidRPr="00370875" w:rsidRDefault="00305E05" w:rsidP="00305E05">
      <w:pPr>
        <w:rPr>
          <w:sz w:val="18"/>
          <w:szCs w:val="18"/>
          <w:lang w:eastAsia="en-US"/>
        </w:rPr>
      </w:pPr>
    </w:p>
    <w:p w14:paraId="6446A11B" w14:textId="77777777" w:rsidR="00305E05" w:rsidRPr="00305E05" w:rsidRDefault="00305E05" w:rsidP="00305E05">
      <w:pPr>
        <w:rPr>
          <w:lang w:eastAsia="en-US"/>
        </w:rPr>
      </w:pPr>
    </w:p>
    <w:p w14:paraId="74E28615" w14:textId="77777777" w:rsidR="00305E05" w:rsidRPr="00305E05" w:rsidRDefault="00305E05" w:rsidP="00305E05">
      <w:pPr>
        <w:rPr>
          <w:lang w:eastAsia="en-US"/>
        </w:rPr>
      </w:pPr>
    </w:p>
    <w:p w14:paraId="1A8A87BC" w14:textId="77777777" w:rsidR="006E3078" w:rsidRPr="00305E05" w:rsidRDefault="006E3078" w:rsidP="00E364AD">
      <w:pPr>
        <w:rPr>
          <w:lang w:eastAsia="en-US"/>
        </w:rPr>
      </w:pPr>
    </w:p>
    <w:sectPr w:rsidR="006E3078" w:rsidRPr="00305E05" w:rsidSect="002722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1843" w:left="226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4D69C" w14:textId="77777777" w:rsidR="00FD72BB" w:rsidRDefault="00FD72BB">
      <w:r>
        <w:separator/>
      </w:r>
    </w:p>
  </w:endnote>
  <w:endnote w:type="continuationSeparator" w:id="0">
    <w:p w14:paraId="57983B6D" w14:textId="77777777" w:rsidR="00FD72BB" w:rsidRDefault="00FD7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6C9E5" w14:textId="77777777" w:rsidR="0074283D" w:rsidRDefault="0074283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D3D43" w14:textId="01D07746" w:rsidR="00206085" w:rsidRPr="00DB44A3" w:rsidRDefault="00206085" w:rsidP="0074283D">
    <w:pPr>
      <w:pStyle w:val="Pidipagina"/>
      <w:jc w:val="right"/>
      <w:rPr>
        <w:szCs w:val="20"/>
      </w:rPr>
    </w:pPr>
    <w:r w:rsidRPr="00A153F4">
      <w:rPr>
        <w:rFonts w:ascii="Arial" w:hAnsi="Arial" w:cs="Arial"/>
        <w:b/>
        <w:sz w:val="16"/>
        <w:szCs w:val="16"/>
      </w:rPr>
      <w:t xml:space="preserve">Mod. C </w:t>
    </w:r>
    <w:r w:rsidRPr="00A153F4">
      <w:rPr>
        <w:rFonts w:ascii="Arial" w:hAnsi="Arial" w:cs="Arial"/>
        <w:b/>
        <w:snapToGrid w:val="0"/>
        <w:sz w:val="16"/>
        <w:szCs w:val="16"/>
      </w:rPr>
      <w:t xml:space="preserve">Pagina </w:t>
    </w:r>
    <w:r w:rsidRPr="00A153F4">
      <w:rPr>
        <w:rFonts w:ascii="Arial" w:hAnsi="Arial" w:cs="Arial"/>
        <w:b/>
        <w:snapToGrid w:val="0"/>
        <w:sz w:val="16"/>
        <w:szCs w:val="16"/>
      </w:rPr>
      <w:fldChar w:fldCharType="begin"/>
    </w:r>
    <w:r w:rsidRPr="00A153F4">
      <w:rPr>
        <w:rFonts w:ascii="Arial" w:hAnsi="Arial" w:cs="Arial"/>
        <w:b/>
        <w:snapToGrid w:val="0"/>
        <w:sz w:val="16"/>
        <w:szCs w:val="16"/>
      </w:rPr>
      <w:instrText xml:space="preserve"> PAGE </w:instrText>
    </w:r>
    <w:r w:rsidRPr="00A153F4">
      <w:rPr>
        <w:rFonts w:ascii="Arial" w:hAnsi="Arial" w:cs="Arial"/>
        <w:b/>
        <w:snapToGrid w:val="0"/>
        <w:sz w:val="16"/>
        <w:szCs w:val="16"/>
      </w:rPr>
      <w:fldChar w:fldCharType="separate"/>
    </w:r>
    <w:r w:rsidR="00A43AC7">
      <w:rPr>
        <w:rFonts w:ascii="Arial" w:hAnsi="Arial" w:cs="Arial"/>
        <w:b/>
        <w:noProof/>
        <w:snapToGrid w:val="0"/>
        <w:sz w:val="16"/>
        <w:szCs w:val="16"/>
      </w:rPr>
      <w:t>3</w:t>
    </w:r>
    <w:r w:rsidRPr="00A153F4">
      <w:rPr>
        <w:rFonts w:ascii="Arial" w:hAnsi="Arial" w:cs="Arial"/>
        <w:b/>
        <w:snapToGrid w:val="0"/>
        <w:sz w:val="16"/>
        <w:szCs w:val="16"/>
      </w:rPr>
      <w:fldChar w:fldCharType="end"/>
    </w:r>
    <w:r w:rsidRPr="00A153F4">
      <w:rPr>
        <w:rFonts w:ascii="Arial" w:hAnsi="Arial" w:cs="Arial"/>
        <w:b/>
        <w:snapToGrid w:val="0"/>
        <w:sz w:val="16"/>
        <w:szCs w:val="16"/>
      </w:rPr>
      <w:t xml:space="preserve"> </w:t>
    </w:r>
    <w:r w:rsidR="0074283D">
      <w:rPr>
        <w:rFonts w:ascii="Arial" w:hAnsi="Arial" w:cs="Arial"/>
        <w:b/>
        <w:snapToGrid w:val="0"/>
        <w:sz w:val="16"/>
        <w:szCs w:val="16"/>
      </w:rPr>
      <w:t>di 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F27B4" w14:textId="77777777" w:rsidR="0074283D" w:rsidRDefault="0074283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7DE57" w14:textId="77777777" w:rsidR="00FD72BB" w:rsidRDefault="00FD72BB">
      <w:r>
        <w:separator/>
      </w:r>
    </w:p>
  </w:footnote>
  <w:footnote w:type="continuationSeparator" w:id="0">
    <w:p w14:paraId="7B8ADBD8" w14:textId="77777777" w:rsidR="00FD72BB" w:rsidRDefault="00FD7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E6EC4" w14:textId="77777777" w:rsidR="0074283D" w:rsidRDefault="0074283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28F20" w14:textId="77777777" w:rsidR="00406DBE" w:rsidRDefault="00BA7F7C" w:rsidP="00406DBE">
    <w:pPr>
      <w:tabs>
        <w:tab w:val="left" w:pos="9638"/>
      </w:tabs>
      <w:ind w:right="-1"/>
      <w:rPr>
        <w:rFonts w:ascii="Arial" w:hAnsi="Arial" w:cs="Arial"/>
        <w:i/>
      </w:rPr>
    </w:pPr>
    <w:r>
      <w:rPr>
        <w:rFonts w:ascii="Arial" w:hAnsi="Arial" w:cs="Arial"/>
        <w:i/>
        <w:noProof/>
      </w:rPr>
      <w:drawing>
        <wp:anchor distT="0" distB="0" distL="114300" distR="114300" simplePos="0" relativeHeight="251658240" behindDoc="1" locked="0" layoutInCell="1" allowOverlap="1" wp14:anchorId="14675F2F" wp14:editId="5CBB4D9D">
          <wp:simplePos x="0" y="0"/>
          <wp:positionH relativeFrom="column">
            <wp:posOffset>-1421130</wp:posOffset>
          </wp:positionH>
          <wp:positionV relativeFrom="paragraph">
            <wp:posOffset>-241935</wp:posOffset>
          </wp:positionV>
          <wp:extent cx="1667764" cy="933450"/>
          <wp:effectExtent l="0" t="0" r="8890" b="0"/>
          <wp:wrapNone/>
          <wp:docPr id="6" name="Immagine 6" descr="\\srvcnas03\home\gdilauro\My Pictures\20160407_ML_SFUM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0" descr="\\srvcnas03\home\gdilauro\My Pictures\20160407_ML_SFUMATUR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663" cy="9384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2821">
      <w:rPr>
        <w:rFonts w:ascii="Arial" w:hAnsi="Arial" w:cs="Arial"/>
        <w:i/>
      </w:rPr>
      <w:t xml:space="preserve">                              </w:t>
    </w:r>
  </w:p>
  <w:p w14:paraId="2859A979" w14:textId="77777777" w:rsidR="00F10313" w:rsidRDefault="00F10313" w:rsidP="00406DBE">
    <w:pPr>
      <w:tabs>
        <w:tab w:val="left" w:pos="9638"/>
      </w:tabs>
      <w:ind w:right="-1"/>
      <w:jc w:val="center"/>
      <w:rPr>
        <w:rFonts w:ascii="Arial" w:hAnsi="Arial" w:cs="Arial"/>
        <w:b/>
      </w:rPr>
    </w:pPr>
  </w:p>
  <w:p w14:paraId="12C7618C" w14:textId="5AFB4331" w:rsidR="00A153F4" w:rsidRPr="008C7267" w:rsidRDefault="00206085" w:rsidP="00406DBE">
    <w:pPr>
      <w:tabs>
        <w:tab w:val="left" w:pos="9638"/>
      </w:tabs>
      <w:ind w:right="-1"/>
      <w:jc w:val="center"/>
      <w:rPr>
        <w:rFonts w:ascii="Arial" w:hAnsi="Arial" w:cs="Arial"/>
        <w:b/>
        <w:sz w:val="22"/>
        <w:szCs w:val="22"/>
      </w:rPr>
    </w:pPr>
    <w:r w:rsidRPr="008C7267">
      <w:rPr>
        <w:rFonts w:ascii="Arial" w:hAnsi="Arial" w:cs="Arial"/>
        <w:b/>
        <w:sz w:val="22"/>
        <w:szCs w:val="22"/>
      </w:rPr>
      <w:t>Modello C</w:t>
    </w:r>
    <w:r w:rsidR="00E364AD">
      <w:rPr>
        <w:rFonts w:ascii="Arial" w:hAnsi="Arial" w:cs="Arial"/>
        <w:b/>
        <w:sz w:val="22"/>
        <w:szCs w:val="22"/>
      </w:rPr>
      <w:t xml:space="preserve"> </w:t>
    </w:r>
  </w:p>
  <w:p w14:paraId="05F6027E" w14:textId="77777777" w:rsidR="00206085" w:rsidRPr="008C7267" w:rsidRDefault="00206085" w:rsidP="00406DBE">
    <w:pPr>
      <w:tabs>
        <w:tab w:val="left" w:pos="9638"/>
      </w:tabs>
      <w:ind w:right="-1"/>
      <w:jc w:val="center"/>
      <w:rPr>
        <w:rFonts w:ascii="Arial" w:hAnsi="Arial" w:cs="Arial"/>
        <w:b/>
        <w:sz w:val="22"/>
        <w:szCs w:val="22"/>
      </w:rPr>
    </w:pPr>
    <w:r w:rsidRPr="008C7267">
      <w:rPr>
        <w:rFonts w:ascii="Arial" w:hAnsi="Arial" w:cs="Arial"/>
        <w:b/>
        <w:sz w:val="22"/>
        <w:szCs w:val="22"/>
      </w:rPr>
      <w:t>(Modello di Offerta Economica)</w:t>
    </w:r>
  </w:p>
  <w:p w14:paraId="49CA4BF4" w14:textId="77777777" w:rsidR="00206085" w:rsidRDefault="00206085" w:rsidP="005749F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5A007" w14:textId="77777777" w:rsidR="0074283D" w:rsidRDefault="0074283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065CA"/>
    <w:multiLevelType w:val="hybridMultilevel"/>
    <w:tmpl w:val="71CAB4EA"/>
    <w:lvl w:ilvl="0" w:tplc="8996D0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D174D"/>
    <w:multiLevelType w:val="hybridMultilevel"/>
    <w:tmpl w:val="297AB47C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3067D"/>
    <w:multiLevelType w:val="multilevel"/>
    <w:tmpl w:val="309E69C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976232F"/>
    <w:multiLevelType w:val="hybridMultilevel"/>
    <w:tmpl w:val="55F06A42"/>
    <w:lvl w:ilvl="0" w:tplc="C236119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 w15:restartNumberingAfterBreak="0">
    <w:nsid w:val="4207562A"/>
    <w:multiLevelType w:val="hybridMultilevel"/>
    <w:tmpl w:val="88BADB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308F6"/>
    <w:multiLevelType w:val="hybridMultilevel"/>
    <w:tmpl w:val="E0329E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4F332DA6"/>
    <w:multiLevelType w:val="hybridMultilevel"/>
    <w:tmpl w:val="E0329EF8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495320A"/>
    <w:multiLevelType w:val="multilevel"/>
    <w:tmpl w:val="5D4CC0D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557BC2"/>
    <w:multiLevelType w:val="hybridMultilevel"/>
    <w:tmpl w:val="5D4CC0D0"/>
    <w:lvl w:ilvl="0" w:tplc="5AEA26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72712"/>
    <w:multiLevelType w:val="hybridMultilevel"/>
    <w:tmpl w:val="50541E74"/>
    <w:lvl w:ilvl="0" w:tplc="FE5CB13C">
      <w:start w:val="3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422E9"/>
    <w:multiLevelType w:val="hybridMultilevel"/>
    <w:tmpl w:val="F1828802"/>
    <w:lvl w:ilvl="0" w:tplc="219EEB8C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9"/>
  </w:num>
  <w:num w:numId="5">
    <w:abstractNumId w:val="8"/>
  </w:num>
  <w:num w:numId="6">
    <w:abstractNumId w:val="10"/>
  </w:num>
  <w:num w:numId="7">
    <w:abstractNumId w:val="1"/>
  </w:num>
  <w:num w:numId="8">
    <w:abstractNumId w:val="5"/>
  </w:num>
  <w:num w:numId="9">
    <w:abstractNumId w:val="0"/>
  </w:num>
  <w:num w:numId="10">
    <w:abstractNumId w:val="11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AR/1RrDrfEgxRYV81uo9nmMiFLyhL67rKIYJA3kiwKyEm53Io/UvEEaj4Gq24ruAxFF1GjjplqZXM5kn1FqJw==" w:salt="92J6yEWE7X7MQUFEjDisXQ=="/>
  <w:defaultTabStop w:val="708"/>
  <w:hyphenationZone w:val="283"/>
  <w:noPunctuationKerning/>
  <w:characterSpacingControl w:val="doNotCompress"/>
  <w:hdrShapeDefaults>
    <o:shapedefaults v:ext="edit" spidmax="121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86"/>
    <w:rsid w:val="00002A8B"/>
    <w:rsid w:val="00006857"/>
    <w:rsid w:val="000115A2"/>
    <w:rsid w:val="00012F46"/>
    <w:rsid w:val="00014CA0"/>
    <w:rsid w:val="00016F71"/>
    <w:rsid w:val="00024DC7"/>
    <w:rsid w:val="00026939"/>
    <w:rsid w:val="000342F6"/>
    <w:rsid w:val="00035C4C"/>
    <w:rsid w:val="00036830"/>
    <w:rsid w:val="00036DC2"/>
    <w:rsid w:val="00040E74"/>
    <w:rsid w:val="00041753"/>
    <w:rsid w:val="0004218E"/>
    <w:rsid w:val="00042577"/>
    <w:rsid w:val="00044ED6"/>
    <w:rsid w:val="0004592B"/>
    <w:rsid w:val="000460EF"/>
    <w:rsid w:val="0005095A"/>
    <w:rsid w:val="00053A0F"/>
    <w:rsid w:val="00054930"/>
    <w:rsid w:val="00057FFD"/>
    <w:rsid w:val="00061196"/>
    <w:rsid w:val="00062890"/>
    <w:rsid w:val="00062D21"/>
    <w:rsid w:val="00063B44"/>
    <w:rsid w:val="00066326"/>
    <w:rsid w:val="00066B6F"/>
    <w:rsid w:val="00072EBE"/>
    <w:rsid w:val="000741C4"/>
    <w:rsid w:val="000754D7"/>
    <w:rsid w:val="000823A4"/>
    <w:rsid w:val="00084490"/>
    <w:rsid w:val="0008510E"/>
    <w:rsid w:val="00085A5C"/>
    <w:rsid w:val="00086188"/>
    <w:rsid w:val="00093941"/>
    <w:rsid w:val="00094C19"/>
    <w:rsid w:val="000A4DA4"/>
    <w:rsid w:val="000B1D42"/>
    <w:rsid w:val="000B42E2"/>
    <w:rsid w:val="000B502B"/>
    <w:rsid w:val="000B6B93"/>
    <w:rsid w:val="000C0B28"/>
    <w:rsid w:val="000C1547"/>
    <w:rsid w:val="000C1B06"/>
    <w:rsid w:val="000C2C21"/>
    <w:rsid w:val="000C2D2A"/>
    <w:rsid w:val="000C3921"/>
    <w:rsid w:val="000C560E"/>
    <w:rsid w:val="000C5C8E"/>
    <w:rsid w:val="000C74B9"/>
    <w:rsid w:val="000D04B0"/>
    <w:rsid w:val="000D120C"/>
    <w:rsid w:val="000D1B23"/>
    <w:rsid w:val="000D3723"/>
    <w:rsid w:val="000E1166"/>
    <w:rsid w:val="000E137C"/>
    <w:rsid w:val="000E1B99"/>
    <w:rsid w:val="000E2675"/>
    <w:rsid w:val="000E6202"/>
    <w:rsid w:val="000F4720"/>
    <w:rsid w:val="000F4F4E"/>
    <w:rsid w:val="000F6608"/>
    <w:rsid w:val="000F7BC6"/>
    <w:rsid w:val="0010004E"/>
    <w:rsid w:val="00100A8B"/>
    <w:rsid w:val="00102A44"/>
    <w:rsid w:val="00104D26"/>
    <w:rsid w:val="00105106"/>
    <w:rsid w:val="001079BB"/>
    <w:rsid w:val="0011103E"/>
    <w:rsid w:val="00111725"/>
    <w:rsid w:val="001119E6"/>
    <w:rsid w:val="0011341A"/>
    <w:rsid w:val="00115AC0"/>
    <w:rsid w:val="001169FC"/>
    <w:rsid w:val="00116A50"/>
    <w:rsid w:val="001209ED"/>
    <w:rsid w:val="00121B6B"/>
    <w:rsid w:val="0012205C"/>
    <w:rsid w:val="00125885"/>
    <w:rsid w:val="00127B88"/>
    <w:rsid w:val="00130F30"/>
    <w:rsid w:val="0013107F"/>
    <w:rsid w:val="00131253"/>
    <w:rsid w:val="00132376"/>
    <w:rsid w:val="001324BC"/>
    <w:rsid w:val="00133450"/>
    <w:rsid w:val="00135C7B"/>
    <w:rsid w:val="00137FBB"/>
    <w:rsid w:val="00143369"/>
    <w:rsid w:val="00143F91"/>
    <w:rsid w:val="0014546F"/>
    <w:rsid w:val="00146A5B"/>
    <w:rsid w:val="00146E96"/>
    <w:rsid w:val="0015093E"/>
    <w:rsid w:val="0015703E"/>
    <w:rsid w:val="00157056"/>
    <w:rsid w:val="0015762D"/>
    <w:rsid w:val="00162214"/>
    <w:rsid w:val="00162ED3"/>
    <w:rsid w:val="00163778"/>
    <w:rsid w:val="0016502A"/>
    <w:rsid w:val="00166F71"/>
    <w:rsid w:val="00167ACD"/>
    <w:rsid w:val="001705E0"/>
    <w:rsid w:val="00171539"/>
    <w:rsid w:val="00176C01"/>
    <w:rsid w:val="00177F01"/>
    <w:rsid w:val="001805B4"/>
    <w:rsid w:val="00183A65"/>
    <w:rsid w:val="00184FA8"/>
    <w:rsid w:val="00185B15"/>
    <w:rsid w:val="00190D1C"/>
    <w:rsid w:val="00192FAB"/>
    <w:rsid w:val="00195370"/>
    <w:rsid w:val="001964E0"/>
    <w:rsid w:val="00197B36"/>
    <w:rsid w:val="001A1515"/>
    <w:rsid w:val="001A2B0C"/>
    <w:rsid w:val="001A3602"/>
    <w:rsid w:val="001A5C88"/>
    <w:rsid w:val="001B192E"/>
    <w:rsid w:val="001B2DC7"/>
    <w:rsid w:val="001B4528"/>
    <w:rsid w:val="001B4C02"/>
    <w:rsid w:val="001B5921"/>
    <w:rsid w:val="001B5B3A"/>
    <w:rsid w:val="001B655E"/>
    <w:rsid w:val="001B729F"/>
    <w:rsid w:val="001C0574"/>
    <w:rsid w:val="001C537C"/>
    <w:rsid w:val="001C561D"/>
    <w:rsid w:val="001C5A5D"/>
    <w:rsid w:val="001C62B4"/>
    <w:rsid w:val="001D157F"/>
    <w:rsid w:val="001D18AB"/>
    <w:rsid w:val="001D282D"/>
    <w:rsid w:val="001D5EB3"/>
    <w:rsid w:val="001E0F47"/>
    <w:rsid w:val="001E1A86"/>
    <w:rsid w:val="001E7D00"/>
    <w:rsid w:val="001F2B96"/>
    <w:rsid w:val="001F36FD"/>
    <w:rsid w:val="001F4768"/>
    <w:rsid w:val="001F4A58"/>
    <w:rsid w:val="001F7F18"/>
    <w:rsid w:val="00200F1D"/>
    <w:rsid w:val="00202E76"/>
    <w:rsid w:val="0020304D"/>
    <w:rsid w:val="00204842"/>
    <w:rsid w:val="00206085"/>
    <w:rsid w:val="00211926"/>
    <w:rsid w:val="0021334C"/>
    <w:rsid w:val="00216DEA"/>
    <w:rsid w:val="00222FCA"/>
    <w:rsid w:val="002241BE"/>
    <w:rsid w:val="00224703"/>
    <w:rsid w:val="00225669"/>
    <w:rsid w:val="00227274"/>
    <w:rsid w:val="0023372B"/>
    <w:rsid w:val="00235018"/>
    <w:rsid w:val="00237CC4"/>
    <w:rsid w:val="00240CCC"/>
    <w:rsid w:val="002430A6"/>
    <w:rsid w:val="00245F93"/>
    <w:rsid w:val="002476AF"/>
    <w:rsid w:val="00247991"/>
    <w:rsid w:val="00251963"/>
    <w:rsid w:val="00251A4D"/>
    <w:rsid w:val="00253043"/>
    <w:rsid w:val="0025414D"/>
    <w:rsid w:val="0026037B"/>
    <w:rsid w:val="002637D2"/>
    <w:rsid w:val="00264D14"/>
    <w:rsid w:val="00264EC7"/>
    <w:rsid w:val="00270F2A"/>
    <w:rsid w:val="0027224E"/>
    <w:rsid w:val="00272CD1"/>
    <w:rsid w:val="00273A4C"/>
    <w:rsid w:val="00275143"/>
    <w:rsid w:val="0027582E"/>
    <w:rsid w:val="00275966"/>
    <w:rsid w:val="00276980"/>
    <w:rsid w:val="0028305D"/>
    <w:rsid w:val="00286529"/>
    <w:rsid w:val="00290FE8"/>
    <w:rsid w:val="002919B5"/>
    <w:rsid w:val="00292F25"/>
    <w:rsid w:val="00297B12"/>
    <w:rsid w:val="00297F7D"/>
    <w:rsid w:val="002A299A"/>
    <w:rsid w:val="002A789E"/>
    <w:rsid w:val="002B14FB"/>
    <w:rsid w:val="002B3557"/>
    <w:rsid w:val="002B4D7B"/>
    <w:rsid w:val="002B6353"/>
    <w:rsid w:val="002B63FE"/>
    <w:rsid w:val="002C3A29"/>
    <w:rsid w:val="002D1002"/>
    <w:rsid w:val="002D1819"/>
    <w:rsid w:val="002D3EFF"/>
    <w:rsid w:val="002D5F59"/>
    <w:rsid w:val="002D7DD3"/>
    <w:rsid w:val="002E1C35"/>
    <w:rsid w:val="002E3F8A"/>
    <w:rsid w:val="002E685E"/>
    <w:rsid w:val="002E71DA"/>
    <w:rsid w:val="002F12F7"/>
    <w:rsid w:val="002F3165"/>
    <w:rsid w:val="002F3574"/>
    <w:rsid w:val="002F413E"/>
    <w:rsid w:val="002F4631"/>
    <w:rsid w:val="002F538A"/>
    <w:rsid w:val="003008D9"/>
    <w:rsid w:val="003044D5"/>
    <w:rsid w:val="00305E05"/>
    <w:rsid w:val="0030604E"/>
    <w:rsid w:val="003063B9"/>
    <w:rsid w:val="00306E9B"/>
    <w:rsid w:val="00307FBA"/>
    <w:rsid w:val="00312ACA"/>
    <w:rsid w:val="00313F41"/>
    <w:rsid w:val="0031455B"/>
    <w:rsid w:val="003152C4"/>
    <w:rsid w:val="00315ECD"/>
    <w:rsid w:val="00321E28"/>
    <w:rsid w:val="0032323B"/>
    <w:rsid w:val="0032583D"/>
    <w:rsid w:val="00326C09"/>
    <w:rsid w:val="00327544"/>
    <w:rsid w:val="00327997"/>
    <w:rsid w:val="00327D5C"/>
    <w:rsid w:val="003308AB"/>
    <w:rsid w:val="00331021"/>
    <w:rsid w:val="00333890"/>
    <w:rsid w:val="003339EE"/>
    <w:rsid w:val="00333E15"/>
    <w:rsid w:val="00340B21"/>
    <w:rsid w:val="0034193D"/>
    <w:rsid w:val="003424E8"/>
    <w:rsid w:val="00342C4E"/>
    <w:rsid w:val="00342EF4"/>
    <w:rsid w:val="00343CA4"/>
    <w:rsid w:val="00344D59"/>
    <w:rsid w:val="0034657C"/>
    <w:rsid w:val="00346B5D"/>
    <w:rsid w:val="00346C67"/>
    <w:rsid w:val="0035572E"/>
    <w:rsid w:val="00356176"/>
    <w:rsid w:val="00356E7D"/>
    <w:rsid w:val="003574A8"/>
    <w:rsid w:val="00364AC7"/>
    <w:rsid w:val="003652E3"/>
    <w:rsid w:val="00370875"/>
    <w:rsid w:val="00371984"/>
    <w:rsid w:val="00373C00"/>
    <w:rsid w:val="00385198"/>
    <w:rsid w:val="00387443"/>
    <w:rsid w:val="00387E4E"/>
    <w:rsid w:val="003916F8"/>
    <w:rsid w:val="00393D8B"/>
    <w:rsid w:val="003945CB"/>
    <w:rsid w:val="00396D8A"/>
    <w:rsid w:val="0039755F"/>
    <w:rsid w:val="003A6936"/>
    <w:rsid w:val="003B1614"/>
    <w:rsid w:val="003B2E41"/>
    <w:rsid w:val="003B397A"/>
    <w:rsid w:val="003C08F8"/>
    <w:rsid w:val="003C10DB"/>
    <w:rsid w:val="003C261B"/>
    <w:rsid w:val="003D0EAF"/>
    <w:rsid w:val="003D1EFB"/>
    <w:rsid w:val="003D254D"/>
    <w:rsid w:val="003D42A4"/>
    <w:rsid w:val="003D5806"/>
    <w:rsid w:val="003D5A31"/>
    <w:rsid w:val="003D6D2A"/>
    <w:rsid w:val="003D7951"/>
    <w:rsid w:val="003E1B4B"/>
    <w:rsid w:val="003E380E"/>
    <w:rsid w:val="003E739B"/>
    <w:rsid w:val="003E7C08"/>
    <w:rsid w:val="003F1099"/>
    <w:rsid w:val="003F3842"/>
    <w:rsid w:val="003F3893"/>
    <w:rsid w:val="003F471B"/>
    <w:rsid w:val="003F4AE4"/>
    <w:rsid w:val="0040188C"/>
    <w:rsid w:val="00401EAB"/>
    <w:rsid w:val="00402097"/>
    <w:rsid w:val="00403706"/>
    <w:rsid w:val="00405C07"/>
    <w:rsid w:val="00406DBE"/>
    <w:rsid w:val="00407AC4"/>
    <w:rsid w:val="0041209A"/>
    <w:rsid w:val="0041379D"/>
    <w:rsid w:val="0042055F"/>
    <w:rsid w:val="004208DF"/>
    <w:rsid w:val="00421336"/>
    <w:rsid w:val="00421A65"/>
    <w:rsid w:val="00423322"/>
    <w:rsid w:val="00424574"/>
    <w:rsid w:val="0042689C"/>
    <w:rsid w:val="00426943"/>
    <w:rsid w:val="00426B9B"/>
    <w:rsid w:val="00431627"/>
    <w:rsid w:val="0043414D"/>
    <w:rsid w:val="00434B3C"/>
    <w:rsid w:val="0043795B"/>
    <w:rsid w:val="00442255"/>
    <w:rsid w:val="0044434E"/>
    <w:rsid w:val="00445966"/>
    <w:rsid w:val="00447271"/>
    <w:rsid w:val="00452819"/>
    <w:rsid w:val="0045313E"/>
    <w:rsid w:val="00454076"/>
    <w:rsid w:val="004562C5"/>
    <w:rsid w:val="00456B08"/>
    <w:rsid w:val="0046021B"/>
    <w:rsid w:val="0046027F"/>
    <w:rsid w:val="00462D6A"/>
    <w:rsid w:val="0046337F"/>
    <w:rsid w:val="00464D9F"/>
    <w:rsid w:val="00465571"/>
    <w:rsid w:val="00466857"/>
    <w:rsid w:val="00470127"/>
    <w:rsid w:val="00470361"/>
    <w:rsid w:val="00470E15"/>
    <w:rsid w:val="0047186A"/>
    <w:rsid w:val="00472AEB"/>
    <w:rsid w:val="0047428A"/>
    <w:rsid w:val="00481C7F"/>
    <w:rsid w:val="0048224E"/>
    <w:rsid w:val="004870FD"/>
    <w:rsid w:val="00487DB4"/>
    <w:rsid w:val="0049799E"/>
    <w:rsid w:val="004A27D2"/>
    <w:rsid w:val="004A32A2"/>
    <w:rsid w:val="004A54AE"/>
    <w:rsid w:val="004A5975"/>
    <w:rsid w:val="004A5E27"/>
    <w:rsid w:val="004A79B9"/>
    <w:rsid w:val="004B02EE"/>
    <w:rsid w:val="004B30BA"/>
    <w:rsid w:val="004B6230"/>
    <w:rsid w:val="004B7CEE"/>
    <w:rsid w:val="004C0892"/>
    <w:rsid w:val="004C0E7A"/>
    <w:rsid w:val="004C5933"/>
    <w:rsid w:val="004D1A36"/>
    <w:rsid w:val="004D20F5"/>
    <w:rsid w:val="004D2AE1"/>
    <w:rsid w:val="004D32CB"/>
    <w:rsid w:val="004D61F3"/>
    <w:rsid w:val="004E018D"/>
    <w:rsid w:val="004E1706"/>
    <w:rsid w:val="004E3290"/>
    <w:rsid w:val="004E4696"/>
    <w:rsid w:val="004E60E3"/>
    <w:rsid w:val="004F1C64"/>
    <w:rsid w:val="004F37CC"/>
    <w:rsid w:val="004F47C5"/>
    <w:rsid w:val="004F7157"/>
    <w:rsid w:val="00504253"/>
    <w:rsid w:val="005071AB"/>
    <w:rsid w:val="00507640"/>
    <w:rsid w:val="005078E8"/>
    <w:rsid w:val="00507A23"/>
    <w:rsid w:val="00510AE2"/>
    <w:rsid w:val="00511023"/>
    <w:rsid w:val="005116D5"/>
    <w:rsid w:val="0051302F"/>
    <w:rsid w:val="00515F89"/>
    <w:rsid w:val="00516C13"/>
    <w:rsid w:val="00517A3C"/>
    <w:rsid w:val="00517BEA"/>
    <w:rsid w:val="00521741"/>
    <w:rsid w:val="00522B46"/>
    <w:rsid w:val="00524F6F"/>
    <w:rsid w:val="0052503E"/>
    <w:rsid w:val="005313E5"/>
    <w:rsid w:val="00531DCC"/>
    <w:rsid w:val="005325A9"/>
    <w:rsid w:val="0053329D"/>
    <w:rsid w:val="0053433D"/>
    <w:rsid w:val="0053553B"/>
    <w:rsid w:val="00537D4A"/>
    <w:rsid w:val="00540863"/>
    <w:rsid w:val="0054541B"/>
    <w:rsid w:val="00546A88"/>
    <w:rsid w:val="00546D3D"/>
    <w:rsid w:val="00551A13"/>
    <w:rsid w:val="005531EC"/>
    <w:rsid w:val="00553705"/>
    <w:rsid w:val="00553A15"/>
    <w:rsid w:val="0055603B"/>
    <w:rsid w:val="00557C9A"/>
    <w:rsid w:val="00557C9E"/>
    <w:rsid w:val="005604B1"/>
    <w:rsid w:val="00561393"/>
    <w:rsid w:val="00563886"/>
    <w:rsid w:val="005709B8"/>
    <w:rsid w:val="005749F2"/>
    <w:rsid w:val="00580A3F"/>
    <w:rsid w:val="00581261"/>
    <w:rsid w:val="00581473"/>
    <w:rsid w:val="00582AB3"/>
    <w:rsid w:val="00583255"/>
    <w:rsid w:val="005910A9"/>
    <w:rsid w:val="00593849"/>
    <w:rsid w:val="00594F37"/>
    <w:rsid w:val="00595614"/>
    <w:rsid w:val="005967C2"/>
    <w:rsid w:val="005A0394"/>
    <w:rsid w:val="005A0FEF"/>
    <w:rsid w:val="005A183D"/>
    <w:rsid w:val="005A5A9A"/>
    <w:rsid w:val="005B040A"/>
    <w:rsid w:val="005B79D9"/>
    <w:rsid w:val="005C06D6"/>
    <w:rsid w:val="005C0FFE"/>
    <w:rsid w:val="005C10D0"/>
    <w:rsid w:val="005C2C0E"/>
    <w:rsid w:val="005C2C5C"/>
    <w:rsid w:val="005C3F78"/>
    <w:rsid w:val="005C51E3"/>
    <w:rsid w:val="005D14A2"/>
    <w:rsid w:val="005D14F6"/>
    <w:rsid w:val="005D3D01"/>
    <w:rsid w:val="005E0117"/>
    <w:rsid w:val="005E1964"/>
    <w:rsid w:val="005E6632"/>
    <w:rsid w:val="005E7630"/>
    <w:rsid w:val="005E7678"/>
    <w:rsid w:val="005F0D47"/>
    <w:rsid w:val="005F161B"/>
    <w:rsid w:val="005F22EA"/>
    <w:rsid w:val="005F2CD0"/>
    <w:rsid w:val="005F358F"/>
    <w:rsid w:val="005F3607"/>
    <w:rsid w:val="005F5734"/>
    <w:rsid w:val="005F686B"/>
    <w:rsid w:val="00601EAC"/>
    <w:rsid w:val="00602057"/>
    <w:rsid w:val="0060287D"/>
    <w:rsid w:val="00603A43"/>
    <w:rsid w:val="00606CAF"/>
    <w:rsid w:val="00613A21"/>
    <w:rsid w:val="006155CE"/>
    <w:rsid w:val="0061697B"/>
    <w:rsid w:val="00616FB7"/>
    <w:rsid w:val="006238A1"/>
    <w:rsid w:val="00623C2D"/>
    <w:rsid w:val="006243D1"/>
    <w:rsid w:val="006326E3"/>
    <w:rsid w:val="00632AC9"/>
    <w:rsid w:val="00632B04"/>
    <w:rsid w:val="006336C7"/>
    <w:rsid w:val="00633EB5"/>
    <w:rsid w:val="00634778"/>
    <w:rsid w:val="00641D2F"/>
    <w:rsid w:val="006420E3"/>
    <w:rsid w:val="00642788"/>
    <w:rsid w:val="00643B75"/>
    <w:rsid w:val="00645F36"/>
    <w:rsid w:val="0064677A"/>
    <w:rsid w:val="00652660"/>
    <w:rsid w:val="00655B54"/>
    <w:rsid w:val="00656151"/>
    <w:rsid w:val="00657D96"/>
    <w:rsid w:val="00660C15"/>
    <w:rsid w:val="0066169F"/>
    <w:rsid w:val="00662123"/>
    <w:rsid w:val="006662B7"/>
    <w:rsid w:val="00666834"/>
    <w:rsid w:val="00672096"/>
    <w:rsid w:val="00683781"/>
    <w:rsid w:val="006840DA"/>
    <w:rsid w:val="006843FB"/>
    <w:rsid w:val="0068532C"/>
    <w:rsid w:val="006859FE"/>
    <w:rsid w:val="00687829"/>
    <w:rsid w:val="006930C7"/>
    <w:rsid w:val="00693487"/>
    <w:rsid w:val="00694F13"/>
    <w:rsid w:val="006A164B"/>
    <w:rsid w:val="006A1E62"/>
    <w:rsid w:val="006A4B7C"/>
    <w:rsid w:val="006A6538"/>
    <w:rsid w:val="006A6E41"/>
    <w:rsid w:val="006B46E0"/>
    <w:rsid w:val="006B4DFF"/>
    <w:rsid w:val="006B611B"/>
    <w:rsid w:val="006C44EB"/>
    <w:rsid w:val="006D143A"/>
    <w:rsid w:val="006D22CF"/>
    <w:rsid w:val="006D3EA3"/>
    <w:rsid w:val="006D603F"/>
    <w:rsid w:val="006D764D"/>
    <w:rsid w:val="006E3078"/>
    <w:rsid w:val="006E4A02"/>
    <w:rsid w:val="006E4E8C"/>
    <w:rsid w:val="006E65BB"/>
    <w:rsid w:val="006F5E68"/>
    <w:rsid w:val="006F6DD7"/>
    <w:rsid w:val="006F7631"/>
    <w:rsid w:val="007009CE"/>
    <w:rsid w:val="00701A0D"/>
    <w:rsid w:val="007024ED"/>
    <w:rsid w:val="007035A8"/>
    <w:rsid w:val="00704611"/>
    <w:rsid w:val="00706632"/>
    <w:rsid w:val="00707AA8"/>
    <w:rsid w:val="00710D19"/>
    <w:rsid w:val="00711687"/>
    <w:rsid w:val="00712950"/>
    <w:rsid w:val="00714A69"/>
    <w:rsid w:val="007156D5"/>
    <w:rsid w:val="00716238"/>
    <w:rsid w:val="00716ECB"/>
    <w:rsid w:val="00717F13"/>
    <w:rsid w:val="00717F7B"/>
    <w:rsid w:val="00722452"/>
    <w:rsid w:val="0072469B"/>
    <w:rsid w:val="007254CF"/>
    <w:rsid w:val="00726F77"/>
    <w:rsid w:val="00730083"/>
    <w:rsid w:val="00730968"/>
    <w:rsid w:val="00730BFF"/>
    <w:rsid w:val="00731447"/>
    <w:rsid w:val="00731E50"/>
    <w:rsid w:val="00732185"/>
    <w:rsid w:val="00733BB4"/>
    <w:rsid w:val="00733F15"/>
    <w:rsid w:val="0073533B"/>
    <w:rsid w:val="00736557"/>
    <w:rsid w:val="00740149"/>
    <w:rsid w:val="007411C2"/>
    <w:rsid w:val="00741ED5"/>
    <w:rsid w:val="0074283D"/>
    <w:rsid w:val="00752EEC"/>
    <w:rsid w:val="0075386F"/>
    <w:rsid w:val="00754636"/>
    <w:rsid w:val="00754A6B"/>
    <w:rsid w:val="00757AA3"/>
    <w:rsid w:val="007619A2"/>
    <w:rsid w:val="007619BF"/>
    <w:rsid w:val="007627C1"/>
    <w:rsid w:val="00763149"/>
    <w:rsid w:val="00765B8D"/>
    <w:rsid w:val="00766F73"/>
    <w:rsid w:val="007719C7"/>
    <w:rsid w:val="00771AA1"/>
    <w:rsid w:val="007729F6"/>
    <w:rsid w:val="00772B7F"/>
    <w:rsid w:val="007730D2"/>
    <w:rsid w:val="00774FE2"/>
    <w:rsid w:val="00775E8C"/>
    <w:rsid w:val="00775F65"/>
    <w:rsid w:val="007823CE"/>
    <w:rsid w:val="00782474"/>
    <w:rsid w:val="00785A9A"/>
    <w:rsid w:val="0078657F"/>
    <w:rsid w:val="007933CF"/>
    <w:rsid w:val="007935E4"/>
    <w:rsid w:val="00793828"/>
    <w:rsid w:val="0079513E"/>
    <w:rsid w:val="007953EF"/>
    <w:rsid w:val="007A0215"/>
    <w:rsid w:val="007A0EF6"/>
    <w:rsid w:val="007A1000"/>
    <w:rsid w:val="007A16E2"/>
    <w:rsid w:val="007A19B5"/>
    <w:rsid w:val="007A2454"/>
    <w:rsid w:val="007A3BA0"/>
    <w:rsid w:val="007A4721"/>
    <w:rsid w:val="007A528D"/>
    <w:rsid w:val="007A7BAC"/>
    <w:rsid w:val="007B7BBD"/>
    <w:rsid w:val="007C0B99"/>
    <w:rsid w:val="007C2587"/>
    <w:rsid w:val="007C7AE6"/>
    <w:rsid w:val="007D01AF"/>
    <w:rsid w:val="007D419E"/>
    <w:rsid w:val="007D677E"/>
    <w:rsid w:val="007D73A7"/>
    <w:rsid w:val="007E6800"/>
    <w:rsid w:val="007E6847"/>
    <w:rsid w:val="007E7E6F"/>
    <w:rsid w:val="007F10EA"/>
    <w:rsid w:val="007F2EAC"/>
    <w:rsid w:val="007F45B9"/>
    <w:rsid w:val="007F46AC"/>
    <w:rsid w:val="007F703A"/>
    <w:rsid w:val="007F7919"/>
    <w:rsid w:val="00803095"/>
    <w:rsid w:val="00803C52"/>
    <w:rsid w:val="00811098"/>
    <w:rsid w:val="00811422"/>
    <w:rsid w:val="008121F6"/>
    <w:rsid w:val="00816A5E"/>
    <w:rsid w:val="00816B28"/>
    <w:rsid w:val="00816DD0"/>
    <w:rsid w:val="00816F7A"/>
    <w:rsid w:val="008171FB"/>
    <w:rsid w:val="00820EBA"/>
    <w:rsid w:val="00821023"/>
    <w:rsid w:val="00821389"/>
    <w:rsid w:val="00822A00"/>
    <w:rsid w:val="008231F5"/>
    <w:rsid w:val="0082369B"/>
    <w:rsid w:val="00823816"/>
    <w:rsid w:val="008255D8"/>
    <w:rsid w:val="008260C3"/>
    <w:rsid w:val="008305B6"/>
    <w:rsid w:val="008322AF"/>
    <w:rsid w:val="00832E4F"/>
    <w:rsid w:val="008348C5"/>
    <w:rsid w:val="00835127"/>
    <w:rsid w:val="00836C4B"/>
    <w:rsid w:val="0084714C"/>
    <w:rsid w:val="00850009"/>
    <w:rsid w:val="00850E28"/>
    <w:rsid w:val="008514AA"/>
    <w:rsid w:val="008523A5"/>
    <w:rsid w:val="00854175"/>
    <w:rsid w:val="0085673D"/>
    <w:rsid w:val="00857C7A"/>
    <w:rsid w:val="00857D5D"/>
    <w:rsid w:val="0086014E"/>
    <w:rsid w:val="00861003"/>
    <w:rsid w:val="00861651"/>
    <w:rsid w:val="008658BE"/>
    <w:rsid w:val="00867611"/>
    <w:rsid w:val="00871615"/>
    <w:rsid w:val="00871E17"/>
    <w:rsid w:val="00871EAB"/>
    <w:rsid w:val="00880716"/>
    <w:rsid w:val="008817D6"/>
    <w:rsid w:val="00881FE9"/>
    <w:rsid w:val="0089200E"/>
    <w:rsid w:val="008930B3"/>
    <w:rsid w:val="008A3A0D"/>
    <w:rsid w:val="008A49F6"/>
    <w:rsid w:val="008A5290"/>
    <w:rsid w:val="008A563B"/>
    <w:rsid w:val="008A7037"/>
    <w:rsid w:val="008B09A3"/>
    <w:rsid w:val="008B35C5"/>
    <w:rsid w:val="008B3A1B"/>
    <w:rsid w:val="008B3A64"/>
    <w:rsid w:val="008B474D"/>
    <w:rsid w:val="008C19EA"/>
    <w:rsid w:val="008C2740"/>
    <w:rsid w:val="008C3304"/>
    <w:rsid w:val="008C6252"/>
    <w:rsid w:val="008C7267"/>
    <w:rsid w:val="008D4FDC"/>
    <w:rsid w:val="008D7167"/>
    <w:rsid w:val="008D7600"/>
    <w:rsid w:val="008E21F9"/>
    <w:rsid w:val="008E220D"/>
    <w:rsid w:val="008E2478"/>
    <w:rsid w:val="008E6275"/>
    <w:rsid w:val="008E717E"/>
    <w:rsid w:val="009016D7"/>
    <w:rsid w:val="00901ED2"/>
    <w:rsid w:val="00902106"/>
    <w:rsid w:val="00902E35"/>
    <w:rsid w:val="00910BAF"/>
    <w:rsid w:val="0091180A"/>
    <w:rsid w:val="00912B68"/>
    <w:rsid w:val="00912F41"/>
    <w:rsid w:val="00914070"/>
    <w:rsid w:val="009176F6"/>
    <w:rsid w:val="0093036A"/>
    <w:rsid w:val="009307C0"/>
    <w:rsid w:val="009323F7"/>
    <w:rsid w:val="00932F92"/>
    <w:rsid w:val="009479D7"/>
    <w:rsid w:val="00950882"/>
    <w:rsid w:val="00950CE1"/>
    <w:rsid w:val="009539E0"/>
    <w:rsid w:val="00953BF9"/>
    <w:rsid w:val="00960C4B"/>
    <w:rsid w:val="00961FD1"/>
    <w:rsid w:val="00964610"/>
    <w:rsid w:val="00964917"/>
    <w:rsid w:val="00965517"/>
    <w:rsid w:val="00971471"/>
    <w:rsid w:val="00974CC4"/>
    <w:rsid w:val="00975556"/>
    <w:rsid w:val="00977E32"/>
    <w:rsid w:val="009806B4"/>
    <w:rsid w:val="00981202"/>
    <w:rsid w:val="009840A4"/>
    <w:rsid w:val="0098579D"/>
    <w:rsid w:val="00985CE6"/>
    <w:rsid w:val="00985EF9"/>
    <w:rsid w:val="00987A0F"/>
    <w:rsid w:val="00990445"/>
    <w:rsid w:val="009918F8"/>
    <w:rsid w:val="009923C3"/>
    <w:rsid w:val="00995818"/>
    <w:rsid w:val="0099592D"/>
    <w:rsid w:val="00996B6A"/>
    <w:rsid w:val="009A2246"/>
    <w:rsid w:val="009A2FA2"/>
    <w:rsid w:val="009A364B"/>
    <w:rsid w:val="009A4C04"/>
    <w:rsid w:val="009A70C7"/>
    <w:rsid w:val="009B185D"/>
    <w:rsid w:val="009B2403"/>
    <w:rsid w:val="009B5080"/>
    <w:rsid w:val="009C1730"/>
    <w:rsid w:val="009C1911"/>
    <w:rsid w:val="009C3C71"/>
    <w:rsid w:val="009C4F9B"/>
    <w:rsid w:val="009C5BCE"/>
    <w:rsid w:val="009D3776"/>
    <w:rsid w:val="009D422C"/>
    <w:rsid w:val="009D564B"/>
    <w:rsid w:val="009E10C8"/>
    <w:rsid w:val="009E2111"/>
    <w:rsid w:val="009E4779"/>
    <w:rsid w:val="009E5977"/>
    <w:rsid w:val="009E7162"/>
    <w:rsid w:val="009F1867"/>
    <w:rsid w:val="009F4611"/>
    <w:rsid w:val="00A007D0"/>
    <w:rsid w:val="00A01CAB"/>
    <w:rsid w:val="00A02217"/>
    <w:rsid w:val="00A03352"/>
    <w:rsid w:val="00A0422B"/>
    <w:rsid w:val="00A05AE5"/>
    <w:rsid w:val="00A07A77"/>
    <w:rsid w:val="00A123F6"/>
    <w:rsid w:val="00A14B4E"/>
    <w:rsid w:val="00A14CD5"/>
    <w:rsid w:val="00A153F4"/>
    <w:rsid w:val="00A15867"/>
    <w:rsid w:val="00A15CFD"/>
    <w:rsid w:val="00A161B3"/>
    <w:rsid w:val="00A16E99"/>
    <w:rsid w:val="00A203FE"/>
    <w:rsid w:val="00A20ADF"/>
    <w:rsid w:val="00A24A77"/>
    <w:rsid w:val="00A2634D"/>
    <w:rsid w:val="00A30AAD"/>
    <w:rsid w:val="00A31272"/>
    <w:rsid w:val="00A32F1E"/>
    <w:rsid w:val="00A34B63"/>
    <w:rsid w:val="00A35C5B"/>
    <w:rsid w:val="00A4104C"/>
    <w:rsid w:val="00A4180C"/>
    <w:rsid w:val="00A43AC7"/>
    <w:rsid w:val="00A442E9"/>
    <w:rsid w:val="00A46105"/>
    <w:rsid w:val="00A47168"/>
    <w:rsid w:val="00A51563"/>
    <w:rsid w:val="00A51CC4"/>
    <w:rsid w:val="00A51DD1"/>
    <w:rsid w:val="00A53285"/>
    <w:rsid w:val="00A54A53"/>
    <w:rsid w:val="00A578CB"/>
    <w:rsid w:val="00A630EB"/>
    <w:rsid w:val="00A64D3E"/>
    <w:rsid w:val="00A7128C"/>
    <w:rsid w:val="00A71758"/>
    <w:rsid w:val="00A770AD"/>
    <w:rsid w:val="00A77408"/>
    <w:rsid w:val="00A80C16"/>
    <w:rsid w:val="00A81466"/>
    <w:rsid w:val="00A81E15"/>
    <w:rsid w:val="00A834AD"/>
    <w:rsid w:val="00A849FE"/>
    <w:rsid w:val="00AA1F06"/>
    <w:rsid w:val="00AA21B9"/>
    <w:rsid w:val="00AA43F9"/>
    <w:rsid w:val="00AA54B9"/>
    <w:rsid w:val="00AA6621"/>
    <w:rsid w:val="00AA6BB6"/>
    <w:rsid w:val="00AB33C3"/>
    <w:rsid w:val="00AB435B"/>
    <w:rsid w:val="00AC0DEA"/>
    <w:rsid w:val="00AC5529"/>
    <w:rsid w:val="00AC7C52"/>
    <w:rsid w:val="00AC7DFA"/>
    <w:rsid w:val="00AD0964"/>
    <w:rsid w:val="00AD3000"/>
    <w:rsid w:val="00AD4894"/>
    <w:rsid w:val="00AD53E6"/>
    <w:rsid w:val="00AE02B5"/>
    <w:rsid w:val="00AE2A6A"/>
    <w:rsid w:val="00AE382A"/>
    <w:rsid w:val="00AE521F"/>
    <w:rsid w:val="00AE6034"/>
    <w:rsid w:val="00AE6C8F"/>
    <w:rsid w:val="00AE6D2F"/>
    <w:rsid w:val="00AF2257"/>
    <w:rsid w:val="00AF2BDD"/>
    <w:rsid w:val="00AF4B5B"/>
    <w:rsid w:val="00AF68F4"/>
    <w:rsid w:val="00AF6BFC"/>
    <w:rsid w:val="00B00B6B"/>
    <w:rsid w:val="00B024FC"/>
    <w:rsid w:val="00B038A8"/>
    <w:rsid w:val="00B05F0F"/>
    <w:rsid w:val="00B06095"/>
    <w:rsid w:val="00B12243"/>
    <w:rsid w:val="00B1633B"/>
    <w:rsid w:val="00B17A00"/>
    <w:rsid w:val="00B17AC8"/>
    <w:rsid w:val="00B24443"/>
    <w:rsid w:val="00B25C4A"/>
    <w:rsid w:val="00B2777F"/>
    <w:rsid w:val="00B34A2B"/>
    <w:rsid w:val="00B34C66"/>
    <w:rsid w:val="00B371E2"/>
    <w:rsid w:val="00B45843"/>
    <w:rsid w:val="00B50034"/>
    <w:rsid w:val="00B527EA"/>
    <w:rsid w:val="00B52C84"/>
    <w:rsid w:val="00B53E26"/>
    <w:rsid w:val="00B566D3"/>
    <w:rsid w:val="00B57566"/>
    <w:rsid w:val="00B60927"/>
    <w:rsid w:val="00B60D01"/>
    <w:rsid w:val="00B60D9F"/>
    <w:rsid w:val="00B6132B"/>
    <w:rsid w:val="00B61BA1"/>
    <w:rsid w:val="00B64457"/>
    <w:rsid w:val="00B65E80"/>
    <w:rsid w:val="00B7001F"/>
    <w:rsid w:val="00B701DD"/>
    <w:rsid w:val="00B76CE0"/>
    <w:rsid w:val="00B76D5A"/>
    <w:rsid w:val="00B77C90"/>
    <w:rsid w:val="00B8096B"/>
    <w:rsid w:val="00B80ADA"/>
    <w:rsid w:val="00B85052"/>
    <w:rsid w:val="00B86314"/>
    <w:rsid w:val="00B863CB"/>
    <w:rsid w:val="00B9138F"/>
    <w:rsid w:val="00B9154A"/>
    <w:rsid w:val="00B91736"/>
    <w:rsid w:val="00B92714"/>
    <w:rsid w:val="00B9334F"/>
    <w:rsid w:val="00BA1BFD"/>
    <w:rsid w:val="00BA7F7C"/>
    <w:rsid w:val="00BB0BC4"/>
    <w:rsid w:val="00BB75DC"/>
    <w:rsid w:val="00BB7864"/>
    <w:rsid w:val="00BB7910"/>
    <w:rsid w:val="00BC0DF8"/>
    <w:rsid w:val="00BC31AB"/>
    <w:rsid w:val="00BC31DD"/>
    <w:rsid w:val="00BC596A"/>
    <w:rsid w:val="00BC5EE7"/>
    <w:rsid w:val="00BC64E4"/>
    <w:rsid w:val="00BD1799"/>
    <w:rsid w:val="00BD3A04"/>
    <w:rsid w:val="00BD4293"/>
    <w:rsid w:val="00BD7AA4"/>
    <w:rsid w:val="00BD7C3F"/>
    <w:rsid w:val="00BE0064"/>
    <w:rsid w:val="00BE297E"/>
    <w:rsid w:val="00BE3D34"/>
    <w:rsid w:val="00BE3EFC"/>
    <w:rsid w:val="00BE4F51"/>
    <w:rsid w:val="00BE5000"/>
    <w:rsid w:val="00BE6057"/>
    <w:rsid w:val="00BE61C1"/>
    <w:rsid w:val="00BF12A6"/>
    <w:rsid w:val="00BF585E"/>
    <w:rsid w:val="00BF5FBA"/>
    <w:rsid w:val="00C01076"/>
    <w:rsid w:val="00C01537"/>
    <w:rsid w:val="00C01609"/>
    <w:rsid w:val="00C02E01"/>
    <w:rsid w:val="00C05D43"/>
    <w:rsid w:val="00C05F2E"/>
    <w:rsid w:val="00C10F1F"/>
    <w:rsid w:val="00C11015"/>
    <w:rsid w:val="00C220E3"/>
    <w:rsid w:val="00C27A5B"/>
    <w:rsid w:val="00C27B80"/>
    <w:rsid w:val="00C314EC"/>
    <w:rsid w:val="00C32996"/>
    <w:rsid w:val="00C334B3"/>
    <w:rsid w:val="00C338BB"/>
    <w:rsid w:val="00C358C4"/>
    <w:rsid w:val="00C360F3"/>
    <w:rsid w:val="00C37E34"/>
    <w:rsid w:val="00C40B2E"/>
    <w:rsid w:val="00C41DD2"/>
    <w:rsid w:val="00C42CBE"/>
    <w:rsid w:val="00C42FC2"/>
    <w:rsid w:val="00C4318F"/>
    <w:rsid w:val="00C43D21"/>
    <w:rsid w:val="00C46433"/>
    <w:rsid w:val="00C47F20"/>
    <w:rsid w:val="00C50C6B"/>
    <w:rsid w:val="00C512A7"/>
    <w:rsid w:val="00C520DB"/>
    <w:rsid w:val="00C52AFB"/>
    <w:rsid w:val="00C56128"/>
    <w:rsid w:val="00C60015"/>
    <w:rsid w:val="00C60ABC"/>
    <w:rsid w:val="00C6149F"/>
    <w:rsid w:val="00C61620"/>
    <w:rsid w:val="00C71997"/>
    <w:rsid w:val="00C7219C"/>
    <w:rsid w:val="00C738CD"/>
    <w:rsid w:val="00C829CB"/>
    <w:rsid w:val="00C840FA"/>
    <w:rsid w:val="00C86CD9"/>
    <w:rsid w:val="00C87D58"/>
    <w:rsid w:val="00C91E23"/>
    <w:rsid w:val="00C924B9"/>
    <w:rsid w:val="00C944CA"/>
    <w:rsid w:val="00C94B71"/>
    <w:rsid w:val="00C958D7"/>
    <w:rsid w:val="00C96BF8"/>
    <w:rsid w:val="00CA0DBA"/>
    <w:rsid w:val="00CA112B"/>
    <w:rsid w:val="00CA1B7C"/>
    <w:rsid w:val="00CA34A7"/>
    <w:rsid w:val="00CA5071"/>
    <w:rsid w:val="00CA51C3"/>
    <w:rsid w:val="00CA70EC"/>
    <w:rsid w:val="00CA7419"/>
    <w:rsid w:val="00CA7B3F"/>
    <w:rsid w:val="00CB25DB"/>
    <w:rsid w:val="00CB3959"/>
    <w:rsid w:val="00CB40BB"/>
    <w:rsid w:val="00CB4E08"/>
    <w:rsid w:val="00CC000B"/>
    <w:rsid w:val="00CC134E"/>
    <w:rsid w:val="00CC2CF5"/>
    <w:rsid w:val="00CC3B93"/>
    <w:rsid w:val="00CC48E7"/>
    <w:rsid w:val="00CC622C"/>
    <w:rsid w:val="00CD1A5F"/>
    <w:rsid w:val="00CD3A7B"/>
    <w:rsid w:val="00CD454A"/>
    <w:rsid w:val="00CD4EE1"/>
    <w:rsid w:val="00CD5659"/>
    <w:rsid w:val="00CD7844"/>
    <w:rsid w:val="00CE17B1"/>
    <w:rsid w:val="00CE2802"/>
    <w:rsid w:val="00CE2866"/>
    <w:rsid w:val="00CE545C"/>
    <w:rsid w:val="00CE572C"/>
    <w:rsid w:val="00CE7104"/>
    <w:rsid w:val="00CE7FB0"/>
    <w:rsid w:val="00CF07DB"/>
    <w:rsid w:val="00CF29F7"/>
    <w:rsid w:val="00CF443E"/>
    <w:rsid w:val="00CF4EBF"/>
    <w:rsid w:val="00CF7613"/>
    <w:rsid w:val="00D017A0"/>
    <w:rsid w:val="00D01FC7"/>
    <w:rsid w:val="00D0318E"/>
    <w:rsid w:val="00D0572A"/>
    <w:rsid w:val="00D06CCA"/>
    <w:rsid w:val="00D156C3"/>
    <w:rsid w:val="00D1661B"/>
    <w:rsid w:val="00D2074B"/>
    <w:rsid w:val="00D24453"/>
    <w:rsid w:val="00D2732F"/>
    <w:rsid w:val="00D359B8"/>
    <w:rsid w:val="00D365E6"/>
    <w:rsid w:val="00D36D00"/>
    <w:rsid w:val="00D40ECA"/>
    <w:rsid w:val="00D41D5D"/>
    <w:rsid w:val="00D42998"/>
    <w:rsid w:val="00D46609"/>
    <w:rsid w:val="00D46AFA"/>
    <w:rsid w:val="00D47259"/>
    <w:rsid w:val="00D518DA"/>
    <w:rsid w:val="00D52858"/>
    <w:rsid w:val="00D5489F"/>
    <w:rsid w:val="00D603E6"/>
    <w:rsid w:val="00D61282"/>
    <w:rsid w:val="00D6445B"/>
    <w:rsid w:val="00D675AD"/>
    <w:rsid w:val="00D7190E"/>
    <w:rsid w:val="00D7271A"/>
    <w:rsid w:val="00D744FC"/>
    <w:rsid w:val="00D74BC9"/>
    <w:rsid w:val="00D74D4C"/>
    <w:rsid w:val="00D767E2"/>
    <w:rsid w:val="00D76994"/>
    <w:rsid w:val="00D77AF9"/>
    <w:rsid w:val="00D800BF"/>
    <w:rsid w:val="00D80FD7"/>
    <w:rsid w:val="00D83D4E"/>
    <w:rsid w:val="00D86680"/>
    <w:rsid w:val="00D87967"/>
    <w:rsid w:val="00D905EC"/>
    <w:rsid w:val="00D921BC"/>
    <w:rsid w:val="00D9245B"/>
    <w:rsid w:val="00D9607F"/>
    <w:rsid w:val="00D96365"/>
    <w:rsid w:val="00D97D03"/>
    <w:rsid w:val="00DA1A79"/>
    <w:rsid w:val="00DA348A"/>
    <w:rsid w:val="00DA6824"/>
    <w:rsid w:val="00DA7DF1"/>
    <w:rsid w:val="00DB12B3"/>
    <w:rsid w:val="00DB22DF"/>
    <w:rsid w:val="00DB2BD1"/>
    <w:rsid w:val="00DB357E"/>
    <w:rsid w:val="00DB3EA3"/>
    <w:rsid w:val="00DB44A3"/>
    <w:rsid w:val="00DB4B27"/>
    <w:rsid w:val="00DB6D38"/>
    <w:rsid w:val="00DC2041"/>
    <w:rsid w:val="00DC2843"/>
    <w:rsid w:val="00DC3BA3"/>
    <w:rsid w:val="00DC3FBF"/>
    <w:rsid w:val="00DC6558"/>
    <w:rsid w:val="00DC70E8"/>
    <w:rsid w:val="00DD080C"/>
    <w:rsid w:val="00DD2238"/>
    <w:rsid w:val="00DD362F"/>
    <w:rsid w:val="00DD5E8F"/>
    <w:rsid w:val="00DD6844"/>
    <w:rsid w:val="00DE15B8"/>
    <w:rsid w:val="00DE25C1"/>
    <w:rsid w:val="00DE2821"/>
    <w:rsid w:val="00DE32C9"/>
    <w:rsid w:val="00DF06EC"/>
    <w:rsid w:val="00DF1211"/>
    <w:rsid w:val="00DF1D2E"/>
    <w:rsid w:val="00DF2FFF"/>
    <w:rsid w:val="00DF3A73"/>
    <w:rsid w:val="00DF44CE"/>
    <w:rsid w:val="00DF47C4"/>
    <w:rsid w:val="00DF50D4"/>
    <w:rsid w:val="00DF78B1"/>
    <w:rsid w:val="00E000D9"/>
    <w:rsid w:val="00E01473"/>
    <w:rsid w:val="00E039F1"/>
    <w:rsid w:val="00E042D3"/>
    <w:rsid w:val="00E0730D"/>
    <w:rsid w:val="00E07632"/>
    <w:rsid w:val="00E13683"/>
    <w:rsid w:val="00E14C1A"/>
    <w:rsid w:val="00E162E4"/>
    <w:rsid w:val="00E168DC"/>
    <w:rsid w:val="00E215CB"/>
    <w:rsid w:val="00E216A5"/>
    <w:rsid w:val="00E21B8B"/>
    <w:rsid w:val="00E21F81"/>
    <w:rsid w:val="00E24E36"/>
    <w:rsid w:val="00E339B3"/>
    <w:rsid w:val="00E345C9"/>
    <w:rsid w:val="00E351BA"/>
    <w:rsid w:val="00E364AD"/>
    <w:rsid w:val="00E3660E"/>
    <w:rsid w:val="00E379FA"/>
    <w:rsid w:val="00E431E9"/>
    <w:rsid w:val="00E434BC"/>
    <w:rsid w:val="00E53841"/>
    <w:rsid w:val="00E60C7D"/>
    <w:rsid w:val="00E61E0F"/>
    <w:rsid w:val="00E621E0"/>
    <w:rsid w:val="00E62CDD"/>
    <w:rsid w:val="00E63A37"/>
    <w:rsid w:val="00E66E4E"/>
    <w:rsid w:val="00E66EB2"/>
    <w:rsid w:val="00E670ED"/>
    <w:rsid w:val="00E706B6"/>
    <w:rsid w:val="00E72327"/>
    <w:rsid w:val="00E743EE"/>
    <w:rsid w:val="00E743F9"/>
    <w:rsid w:val="00E76A12"/>
    <w:rsid w:val="00E77E9B"/>
    <w:rsid w:val="00E803B9"/>
    <w:rsid w:val="00E84685"/>
    <w:rsid w:val="00E86594"/>
    <w:rsid w:val="00E87088"/>
    <w:rsid w:val="00E87975"/>
    <w:rsid w:val="00E922CA"/>
    <w:rsid w:val="00E9351E"/>
    <w:rsid w:val="00E9502E"/>
    <w:rsid w:val="00E9704F"/>
    <w:rsid w:val="00E97A33"/>
    <w:rsid w:val="00EA548C"/>
    <w:rsid w:val="00EA6D30"/>
    <w:rsid w:val="00EB3BF3"/>
    <w:rsid w:val="00EB541B"/>
    <w:rsid w:val="00EB79FE"/>
    <w:rsid w:val="00EC4FD0"/>
    <w:rsid w:val="00ED132E"/>
    <w:rsid w:val="00ED1865"/>
    <w:rsid w:val="00ED2E80"/>
    <w:rsid w:val="00ED4EED"/>
    <w:rsid w:val="00ED4EF2"/>
    <w:rsid w:val="00ED72C2"/>
    <w:rsid w:val="00EE771F"/>
    <w:rsid w:val="00EE7EA5"/>
    <w:rsid w:val="00EF08FC"/>
    <w:rsid w:val="00EF220A"/>
    <w:rsid w:val="00EF24EE"/>
    <w:rsid w:val="00EF6EE8"/>
    <w:rsid w:val="00F00E37"/>
    <w:rsid w:val="00F0162A"/>
    <w:rsid w:val="00F04369"/>
    <w:rsid w:val="00F05EA5"/>
    <w:rsid w:val="00F07341"/>
    <w:rsid w:val="00F10313"/>
    <w:rsid w:val="00F11566"/>
    <w:rsid w:val="00F11ABB"/>
    <w:rsid w:val="00F13D78"/>
    <w:rsid w:val="00F16278"/>
    <w:rsid w:val="00F22BCC"/>
    <w:rsid w:val="00F23AB4"/>
    <w:rsid w:val="00F2587F"/>
    <w:rsid w:val="00F32AD9"/>
    <w:rsid w:val="00F33B4B"/>
    <w:rsid w:val="00F3467D"/>
    <w:rsid w:val="00F351B4"/>
    <w:rsid w:val="00F35E14"/>
    <w:rsid w:val="00F37AA7"/>
    <w:rsid w:val="00F41823"/>
    <w:rsid w:val="00F41942"/>
    <w:rsid w:val="00F43576"/>
    <w:rsid w:val="00F43F5C"/>
    <w:rsid w:val="00F543EB"/>
    <w:rsid w:val="00F57C65"/>
    <w:rsid w:val="00F6445F"/>
    <w:rsid w:val="00F701F2"/>
    <w:rsid w:val="00F70CA6"/>
    <w:rsid w:val="00F717E3"/>
    <w:rsid w:val="00F718B6"/>
    <w:rsid w:val="00F72063"/>
    <w:rsid w:val="00F72130"/>
    <w:rsid w:val="00F751FC"/>
    <w:rsid w:val="00F77738"/>
    <w:rsid w:val="00F77D0C"/>
    <w:rsid w:val="00F8195F"/>
    <w:rsid w:val="00F82433"/>
    <w:rsid w:val="00F830D9"/>
    <w:rsid w:val="00F83191"/>
    <w:rsid w:val="00F833E2"/>
    <w:rsid w:val="00F84333"/>
    <w:rsid w:val="00F8468E"/>
    <w:rsid w:val="00F860B6"/>
    <w:rsid w:val="00F877D4"/>
    <w:rsid w:val="00F92F4E"/>
    <w:rsid w:val="00FA5183"/>
    <w:rsid w:val="00FA545E"/>
    <w:rsid w:val="00FA5E02"/>
    <w:rsid w:val="00FB1232"/>
    <w:rsid w:val="00FB2C5B"/>
    <w:rsid w:val="00FB38F4"/>
    <w:rsid w:val="00FB50DB"/>
    <w:rsid w:val="00FB64EE"/>
    <w:rsid w:val="00FB680F"/>
    <w:rsid w:val="00FC0FC3"/>
    <w:rsid w:val="00FC1FC7"/>
    <w:rsid w:val="00FC4C6D"/>
    <w:rsid w:val="00FD013C"/>
    <w:rsid w:val="00FD2F60"/>
    <w:rsid w:val="00FD428A"/>
    <w:rsid w:val="00FD53BE"/>
    <w:rsid w:val="00FD69AB"/>
    <w:rsid w:val="00FD72BB"/>
    <w:rsid w:val="00FE1A40"/>
    <w:rsid w:val="00FE1BD5"/>
    <w:rsid w:val="00FE1BE8"/>
    <w:rsid w:val="00FE38AE"/>
    <w:rsid w:val="00FE3C52"/>
    <w:rsid w:val="00FE3D7E"/>
    <w:rsid w:val="00FF1B3A"/>
    <w:rsid w:val="00FF211B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7"/>
    <o:shapelayout v:ext="edit">
      <o:idmap v:ext="edit" data="1"/>
    </o:shapelayout>
  </w:shapeDefaults>
  <w:decimalSymbol w:val=","/>
  <w:listSeparator w:val=";"/>
  <w14:docId w14:val="07DC0039"/>
  <w15:chartTrackingRefBased/>
  <w15:docId w15:val="{9FB98574-7B19-4060-AD1F-B01F022E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64AD"/>
    <w:rPr>
      <w:sz w:val="24"/>
      <w:szCs w:val="24"/>
    </w:rPr>
  </w:style>
  <w:style w:type="paragraph" w:styleId="Titolo3">
    <w:name w:val="heading 3"/>
    <w:basedOn w:val="Normale"/>
    <w:next w:val="Normale"/>
    <w:qFormat/>
    <w:rsid w:val="007156D5"/>
    <w:pPr>
      <w:keepNext/>
      <w:ind w:right="-425"/>
      <w:outlineLvl w:val="2"/>
    </w:pPr>
    <w:rPr>
      <w:rFonts w:ascii="Arial" w:hAnsi="Arial"/>
      <w:b/>
      <w:sz w:val="28"/>
      <w:szCs w:val="20"/>
    </w:rPr>
  </w:style>
  <w:style w:type="paragraph" w:styleId="Titolo9">
    <w:name w:val="heading 9"/>
    <w:basedOn w:val="Normale"/>
    <w:next w:val="Normale"/>
    <w:qFormat/>
    <w:rsid w:val="007156D5"/>
    <w:pPr>
      <w:keepNext/>
      <w:jc w:val="center"/>
      <w:outlineLvl w:val="8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7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CF761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F761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7156D5"/>
    <w:pPr>
      <w:ind w:right="282"/>
      <w:jc w:val="both"/>
    </w:pPr>
    <w:rPr>
      <w:rFonts w:ascii="Arial" w:hAnsi="Arial"/>
      <w:szCs w:val="20"/>
    </w:rPr>
  </w:style>
  <w:style w:type="paragraph" w:styleId="Corpotesto">
    <w:name w:val="Body Text"/>
    <w:basedOn w:val="Normale"/>
    <w:rsid w:val="00E162E4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styleId="Rientrocorpodeltesto2">
    <w:name w:val="Body Text Indent 2"/>
    <w:basedOn w:val="Normale"/>
    <w:link w:val="Rientrocorpodeltesto2Carattere"/>
    <w:rsid w:val="00D06CCA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5E7678"/>
    <w:pPr>
      <w:spacing w:after="120"/>
      <w:ind w:left="283"/>
    </w:pPr>
  </w:style>
  <w:style w:type="paragraph" w:styleId="Rientrocorpodeltesto3">
    <w:name w:val="Body Text Indent 3"/>
    <w:basedOn w:val="Normale"/>
    <w:rsid w:val="000C74B9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rsid w:val="003D254D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356E7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che3">
    <w:name w:val="sche_3"/>
    <w:rsid w:val="00717F13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character" w:styleId="Numeropagina">
    <w:name w:val="page number"/>
    <w:basedOn w:val="Carpredefinitoparagrafo"/>
    <w:rsid w:val="001A5C88"/>
  </w:style>
  <w:style w:type="paragraph" w:customStyle="1" w:styleId="Corpodeltesto21">
    <w:name w:val="Corpo del testo 21"/>
    <w:basedOn w:val="Normale"/>
    <w:rsid w:val="004D20F5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B2777F"/>
    <w:rPr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BA7F7C"/>
    <w:rPr>
      <w:color w:val="808080"/>
    </w:rPr>
  </w:style>
  <w:style w:type="paragraph" w:styleId="Paragrafoelenco">
    <w:name w:val="List Paragraph"/>
    <w:basedOn w:val="Normale"/>
    <w:uiPriority w:val="34"/>
    <w:qFormat/>
    <w:rsid w:val="00F833E2"/>
    <w:pPr>
      <w:ind w:left="720"/>
      <w:contextualSpacing/>
    </w:pPr>
  </w:style>
  <w:style w:type="character" w:styleId="Rimandocommento">
    <w:name w:val="annotation reference"/>
    <w:basedOn w:val="Carpredefinitoparagrafo"/>
    <w:rsid w:val="00121B6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21B6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21B6B"/>
  </w:style>
  <w:style w:type="paragraph" w:styleId="Soggettocommento">
    <w:name w:val="annotation subject"/>
    <w:basedOn w:val="Testocommento"/>
    <w:next w:val="Testocommento"/>
    <w:link w:val="SoggettocommentoCarattere"/>
    <w:rsid w:val="00121B6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121B6B"/>
    <w:rPr>
      <w:b/>
      <w:bCs/>
    </w:rPr>
  </w:style>
  <w:style w:type="paragraph" w:customStyle="1" w:styleId="LetteraTipo">
    <w:name w:val="Lettera Tipo"/>
    <w:basedOn w:val="Normale"/>
    <w:qFormat/>
    <w:rsid w:val="00672096"/>
    <w:pPr>
      <w:spacing w:line="280" w:lineRule="exact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B95B0-3100-40AC-BDF5-E5615912E0D5}"/>
      </w:docPartPr>
      <w:docPartBody>
        <w:p w:rsidR="00095B05" w:rsidRDefault="002F6FDA"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0BF1E41428642188B5BAC36EDA98D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65652D-2913-40C7-A00F-4ED8C9F20FAB}"/>
      </w:docPartPr>
      <w:docPartBody>
        <w:p w:rsidR="00712E23" w:rsidRDefault="00095B05" w:rsidP="00095B05">
          <w:pPr>
            <w:pStyle w:val="B0BF1E41428642188B5BAC36EDA98D9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CF34720A58546AC993583D4C2E6A8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280839-1F2C-48E0-B887-A6781A3EBA27}"/>
      </w:docPartPr>
      <w:docPartBody>
        <w:p w:rsidR="00712E23" w:rsidRDefault="00095B05" w:rsidP="00095B05">
          <w:pPr>
            <w:pStyle w:val="6CF34720A58546AC993583D4C2E6A897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796777AB3BBB42B8B289913E268C86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D75035-0603-4D62-8B99-9CD4D8493778}"/>
      </w:docPartPr>
      <w:docPartBody>
        <w:p w:rsidR="00712E23" w:rsidRDefault="00095B05" w:rsidP="00095B05">
          <w:pPr>
            <w:pStyle w:val="796777AB3BBB42B8B289913E268C86E5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7D1E1CB77B844DFAF9FD9D09047B3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A761BF-1E63-45D5-9356-531D77D90D8A}"/>
      </w:docPartPr>
      <w:docPartBody>
        <w:p w:rsidR="00712E23" w:rsidRDefault="00095B05" w:rsidP="00095B05">
          <w:pPr>
            <w:pStyle w:val="67D1E1CB77B844DFAF9FD9D09047B32C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05D0AC763D44B22B6ABC0C5DCEE38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E6D183-C544-471F-AF45-D33460E2621D}"/>
      </w:docPartPr>
      <w:docPartBody>
        <w:p w:rsidR="00712E23" w:rsidRDefault="00095B05" w:rsidP="00095B05">
          <w:pPr>
            <w:pStyle w:val="905D0AC763D44B22B6ABC0C5DCEE38FB"/>
          </w:pPr>
          <w:r w:rsidRPr="00D55F24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74783A937A544E7B0D2B8A8D589FB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574466-0EC2-4190-9A2B-A2B5C7C8058C}"/>
      </w:docPartPr>
      <w:docPartBody>
        <w:p w:rsidR="007557D9" w:rsidRDefault="00712E23" w:rsidP="00712E23">
          <w:pPr>
            <w:pStyle w:val="874783A937A544E7B0D2B8A8D589FB5D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9DF3EE81DE84EDFB885B8FF815133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C72505B-0B5D-4267-AA6D-8429AD5B5436}"/>
      </w:docPartPr>
      <w:docPartBody>
        <w:p w:rsidR="001804DE" w:rsidRDefault="003F5A8F" w:rsidP="003F5A8F">
          <w:pPr>
            <w:pStyle w:val="89DF3EE81DE84EDFB885B8FF81513336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393C682C4D64CDBA813B397E5CD50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147C62D-D1E0-4071-A189-AF8509841230}"/>
      </w:docPartPr>
      <w:docPartBody>
        <w:p w:rsidR="001804DE" w:rsidRDefault="003F5A8F" w:rsidP="003F5A8F">
          <w:pPr>
            <w:pStyle w:val="E393C682C4D64CDBA813B397E5CD5034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D6A954577FC4630BAE209CE9B3B1A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87D81D-D8EE-43CB-B092-1E38DC811966}"/>
      </w:docPartPr>
      <w:docPartBody>
        <w:p w:rsidR="001804DE" w:rsidRDefault="003F5A8F" w:rsidP="003F5A8F">
          <w:pPr>
            <w:pStyle w:val="9D6A954577FC4630BAE209CE9B3B1A87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E1BBB1F22644C888E1F0C0EC742BE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388463-8653-4979-8FE0-FFE3BDE0275E}"/>
      </w:docPartPr>
      <w:docPartBody>
        <w:p w:rsidR="001804DE" w:rsidRDefault="003F5A8F" w:rsidP="003F5A8F">
          <w:pPr>
            <w:pStyle w:val="6E1BBB1F22644C888E1F0C0EC742BEAF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D2739434538A44839D41CC6197F3150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2108C29-D45A-4CDE-AE3F-614358007311}"/>
      </w:docPartPr>
      <w:docPartBody>
        <w:p w:rsidR="001804DE" w:rsidRDefault="003F5A8F" w:rsidP="003F5A8F">
          <w:pPr>
            <w:pStyle w:val="D2739434538A44839D41CC6197F3150C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B7F96C2D5D347789566E74AC57F93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4009D6-107A-45A4-9056-8F6845C8DBEA}"/>
      </w:docPartPr>
      <w:docPartBody>
        <w:p w:rsidR="001804DE" w:rsidRDefault="003F5A8F" w:rsidP="003F5A8F">
          <w:pPr>
            <w:pStyle w:val="3B7F96C2D5D347789566E74AC57F93D4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64604D5E7E34A1EB91EFFE85127A7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3166A2-D011-4F76-B585-C02DEFC5159A}"/>
      </w:docPartPr>
      <w:docPartBody>
        <w:p w:rsidR="001804DE" w:rsidRDefault="003F5A8F" w:rsidP="003F5A8F">
          <w:pPr>
            <w:pStyle w:val="264604D5E7E34A1EB91EFFE85127A70B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BDAFAA186F674C78974C3EDE78BF17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60CC6F-0977-4C50-A706-C577AC6FC58E}"/>
      </w:docPartPr>
      <w:docPartBody>
        <w:p w:rsidR="001804DE" w:rsidRDefault="003F5A8F" w:rsidP="003F5A8F">
          <w:pPr>
            <w:pStyle w:val="BDAFAA186F674C78974C3EDE78BF179D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9A9EA5F73076481AA69E466F83BEE3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452A4C-8DD5-487B-8E9E-587EAA25FFA2}"/>
      </w:docPartPr>
      <w:docPartBody>
        <w:p w:rsidR="001804DE" w:rsidRDefault="003F5A8F" w:rsidP="003F5A8F">
          <w:pPr>
            <w:pStyle w:val="9A9EA5F73076481AA69E466F83BEE354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16A15AB9BF449148466750E0718EF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1DBED1-2FFE-4A2E-A0AF-0F789113C570}"/>
      </w:docPartPr>
      <w:docPartBody>
        <w:p w:rsidR="001804DE" w:rsidRDefault="003F5A8F" w:rsidP="003F5A8F">
          <w:pPr>
            <w:pStyle w:val="016A15AB9BF449148466750E0718EFB0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1AD005D2E35D466E83613C82BE76F9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69E2CD-2C33-4514-A365-FC2336597CBC}"/>
      </w:docPartPr>
      <w:docPartBody>
        <w:p w:rsidR="001804DE" w:rsidRDefault="003F5A8F" w:rsidP="003F5A8F">
          <w:pPr>
            <w:pStyle w:val="1AD005D2E35D466E83613C82BE76F9BE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B89F51F09F845C384D240784ABC2F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79FA03-538B-4ADC-A2FA-E36C9A0225C4}"/>
      </w:docPartPr>
      <w:docPartBody>
        <w:p w:rsidR="001804DE" w:rsidRDefault="003F5A8F" w:rsidP="003F5A8F">
          <w:pPr>
            <w:pStyle w:val="5B89F51F09F845C384D240784ABC2F88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317998865A34028AF6182C6124B689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6FA618-E33B-407D-8F33-6FC85BA49227}"/>
      </w:docPartPr>
      <w:docPartBody>
        <w:p w:rsidR="001804DE" w:rsidRDefault="003F5A8F" w:rsidP="003F5A8F">
          <w:pPr>
            <w:pStyle w:val="2317998865A34028AF6182C6124B689A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8B4C05C7DDB41329027E219AC48D3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320745A-A906-467F-A889-537FF9507BAE}"/>
      </w:docPartPr>
      <w:docPartBody>
        <w:p w:rsidR="001804DE" w:rsidRDefault="003F5A8F" w:rsidP="003F5A8F">
          <w:pPr>
            <w:pStyle w:val="E8B4C05C7DDB41329027E219AC48D3AA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4D516D4D07640CB948C8EE3A23699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041565-0E52-4F4A-8F8B-2DAC120A9138}"/>
      </w:docPartPr>
      <w:docPartBody>
        <w:p w:rsidR="001804DE" w:rsidRDefault="003F5A8F" w:rsidP="003F5A8F">
          <w:pPr>
            <w:pStyle w:val="24D516D4D07640CB948C8EE3A23699A4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114E882BAB4432782F6A4364055B9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C5D770-9792-4EC1-AD29-60B56640D56D}"/>
      </w:docPartPr>
      <w:docPartBody>
        <w:p w:rsidR="001804DE" w:rsidRDefault="003F5A8F" w:rsidP="003F5A8F">
          <w:pPr>
            <w:pStyle w:val="6114E882BAB4432782F6A4364055B95D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3A0E0F7C210340B5B0F726B7C0E162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317E6F-1864-4F1E-A193-B35B3DDE285F}"/>
      </w:docPartPr>
      <w:docPartBody>
        <w:p w:rsidR="001804DE" w:rsidRDefault="003F5A8F" w:rsidP="003F5A8F">
          <w:pPr>
            <w:pStyle w:val="3A0E0F7C210340B5B0F726B7C0E1621F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8CCD3D8016FC42C69B6FADEEC24EF5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221BB2-90D4-4E95-A8BB-50EB3C1271AB}"/>
      </w:docPartPr>
      <w:docPartBody>
        <w:p w:rsidR="001804DE" w:rsidRDefault="003F5A8F" w:rsidP="003F5A8F">
          <w:pPr>
            <w:pStyle w:val="8CCD3D8016FC42C69B6FADEEC24EF5A2"/>
          </w:pPr>
          <w:r w:rsidRPr="000C4B79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FDA"/>
    <w:rsid w:val="00095B05"/>
    <w:rsid w:val="001755D1"/>
    <w:rsid w:val="001804DE"/>
    <w:rsid w:val="0026215B"/>
    <w:rsid w:val="00287941"/>
    <w:rsid w:val="002F6FDA"/>
    <w:rsid w:val="003609E6"/>
    <w:rsid w:val="003F5A8F"/>
    <w:rsid w:val="004C2CDE"/>
    <w:rsid w:val="005F0467"/>
    <w:rsid w:val="0060516A"/>
    <w:rsid w:val="006607C0"/>
    <w:rsid w:val="006F7CC4"/>
    <w:rsid w:val="00712E23"/>
    <w:rsid w:val="007557D9"/>
    <w:rsid w:val="00823A6A"/>
    <w:rsid w:val="008B5DA5"/>
    <w:rsid w:val="009E1C3E"/>
    <w:rsid w:val="00A33B61"/>
    <w:rsid w:val="00AA03FA"/>
    <w:rsid w:val="00AC6D43"/>
    <w:rsid w:val="00C835CA"/>
    <w:rsid w:val="00E60D82"/>
    <w:rsid w:val="00E9560C"/>
    <w:rsid w:val="00F622BA"/>
    <w:rsid w:val="00FC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C6D43"/>
  </w:style>
  <w:style w:type="paragraph" w:customStyle="1" w:styleId="B0BF1E41428642188B5BAC36EDA98D95">
    <w:name w:val="B0BF1E41428642188B5BAC36EDA98D95"/>
    <w:rsid w:val="00095B05"/>
  </w:style>
  <w:style w:type="paragraph" w:customStyle="1" w:styleId="6CF34720A58546AC993583D4C2E6A897">
    <w:name w:val="6CF34720A58546AC993583D4C2E6A897"/>
    <w:rsid w:val="00095B05"/>
  </w:style>
  <w:style w:type="paragraph" w:customStyle="1" w:styleId="796777AB3BBB42B8B289913E268C86E5">
    <w:name w:val="796777AB3BBB42B8B289913E268C86E5"/>
    <w:rsid w:val="00095B05"/>
  </w:style>
  <w:style w:type="paragraph" w:customStyle="1" w:styleId="67D1E1CB77B844DFAF9FD9D09047B32C">
    <w:name w:val="67D1E1CB77B844DFAF9FD9D09047B32C"/>
    <w:rsid w:val="00095B05"/>
  </w:style>
  <w:style w:type="paragraph" w:customStyle="1" w:styleId="905D0AC763D44B22B6ABC0C5DCEE38FB">
    <w:name w:val="905D0AC763D44B22B6ABC0C5DCEE38FB"/>
    <w:rsid w:val="00095B05"/>
  </w:style>
  <w:style w:type="paragraph" w:customStyle="1" w:styleId="874783A937A544E7B0D2B8A8D589FB5D">
    <w:name w:val="874783A937A544E7B0D2B8A8D589FB5D"/>
    <w:rsid w:val="00712E23"/>
  </w:style>
  <w:style w:type="paragraph" w:customStyle="1" w:styleId="E2A7BD65B8644652B445FC93F85D8C5D">
    <w:name w:val="E2A7BD65B8644652B445FC93F85D8C5D"/>
    <w:rsid w:val="00E60D82"/>
  </w:style>
  <w:style w:type="paragraph" w:customStyle="1" w:styleId="20328A27EEDE49AE9BC731557660CD5E">
    <w:name w:val="20328A27EEDE49AE9BC731557660CD5E"/>
    <w:rsid w:val="00E60D82"/>
  </w:style>
  <w:style w:type="paragraph" w:customStyle="1" w:styleId="4C07F67319544982916C2997DD0E7E72">
    <w:name w:val="4C07F67319544982916C2997DD0E7E72"/>
    <w:rsid w:val="0026215B"/>
  </w:style>
  <w:style w:type="paragraph" w:customStyle="1" w:styleId="CD606CBD30C34AE8AFB61291CFC76D21">
    <w:name w:val="CD606CBD30C34AE8AFB61291CFC76D21"/>
    <w:rsid w:val="0026215B"/>
  </w:style>
  <w:style w:type="paragraph" w:customStyle="1" w:styleId="4FD7F2E749724EB0A7E5E8FE3C84D43D">
    <w:name w:val="4FD7F2E749724EB0A7E5E8FE3C84D43D"/>
    <w:rsid w:val="0026215B"/>
  </w:style>
  <w:style w:type="paragraph" w:customStyle="1" w:styleId="0E6F8F312D2140549F62068E58477BE9">
    <w:name w:val="0E6F8F312D2140549F62068E58477BE9"/>
    <w:rsid w:val="0026215B"/>
  </w:style>
  <w:style w:type="paragraph" w:customStyle="1" w:styleId="B89DE578DE19407AA4FC43BCB128F3E5">
    <w:name w:val="B89DE578DE19407AA4FC43BCB128F3E5"/>
    <w:rsid w:val="006F7CC4"/>
  </w:style>
  <w:style w:type="paragraph" w:customStyle="1" w:styleId="C93FA429D9A84B6C845011B03BCDF198">
    <w:name w:val="C93FA429D9A84B6C845011B03BCDF198"/>
    <w:rsid w:val="006F7CC4"/>
  </w:style>
  <w:style w:type="paragraph" w:customStyle="1" w:styleId="98E9DC7728594BE7A6638295FA64405E">
    <w:name w:val="98E9DC7728594BE7A6638295FA64405E"/>
    <w:rsid w:val="006F7CC4"/>
  </w:style>
  <w:style w:type="paragraph" w:customStyle="1" w:styleId="FA78A152168E494DB3C7A1463114315B">
    <w:name w:val="FA78A152168E494DB3C7A1463114315B"/>
    <w:rsid w:val="006F7CC4"/>
  </w:style>
  <w:style w:type="paragraph" w:customStyle="1" w:styleId="3AC9D62BA3D342B382E5418A2FAADD63">
    <w:name w:val="3AC9D62BA3D342B382E5418A2FAADD63"/>
    <w:rsid w:val="006F7CC4"/>
  </w:style>
  <w:style w:type="paragraph" w:customStyle="1" w:styleId="F2FDA8A73E8C47799F6FAD5E4D2943E5">
    <w:name w:val="F2FDA8A73E8C47799F6FAD5E4D2943E5"/>
    <w:rsid w:val="006F7CC4"/>
  </w:style>
  <w:style w:type="paragraph" w:customStyle="1" w:styleId="D0C09FE2006F4079B2D9E8C9214AC01B">
    <w:name w:val="D0C09FE2006F4079B2D9E8C9214AC01B"/>
    <w:rsid w:val="00AA03FA"/>
  </w:style>
  <w:style w:type="paragraph" w:customStyle="1" w:styleId="9509DE3B7D7C4EECB2E0736C2F7F09AA">
    <w:name w:val="9509DE3B7D7C4EECB2E0736C2F7F09AA"/>
    <w:rsid w:val="00AA03FA"/>
  </w:style>
  <w:style w:type="paragraph" w:customStyle="1" w:styleId="F410D1E857B24D9FB7EB950653892FC6">
    <w:name w:val="F410D1E857B24D9FB7EB950653892FC6"/>
    <w:rsid w:val="00AA03FA"/>
  </w:style>
  <w:style w:type="paragraph" w:customStyle="1" w:styleId="1B26A9E348674037A9E60DAE92313F54">
    <w:name w:val="1B26A9E348674037A9E60DAE92313F54"/>
    <w:rsid w:val="00AA03FA"/>
  </w:style>
  <w:style w:type="paragraph" w:customStyle="1" w:styleId="D1F0141EEE4D4664BBA7331CAD8E53A1">
    <w:name w:val="D1F0141EEE4D4664BBA7331CAD8E53A1"/>
    <w:rsid w:val="00AA03FA"/>
  </w:style>
  <w:style w:type="paragraph" w:customStyle="1" w:styleId="51EC258A62EF46DFA101486C621D07B4">
    <w:name w:val="51EC258A62EF46DFA101486C621D07B4"/>
    <w:rsid w:val="00AA03FA"/>
  </w:style>
  <w:style w:type="paragraph" w:customStyle="1" w:styleId="587BCBC4F1C244BD9F4BD76A7C161C15">
    <w:name w:val="587BCBC4F1C244BD9F4BD76A7C161C15"/>
    <w:rsid w:val="00AA03FA"/>
  </w:style>
  <w:style w:type="paragraph" w:customStyle="1" w:styleId="7715B8596B8F4E64B888DA72C39ABAFB">
    <w:name w:val="7715B8596B8F4E64B888DA72C39ABAFB"/>
    <w:rsid w:val="00AA03FA"/>
  </w:style>
  <w:style w:type="paragraph" w:customStyle="1" w:styleId="E858E7D51A664448A049D66871F0F337">
    <w:name w:val="E858E7D51A664448A049D66871F0F337"/>
    <w:rsid w:val="00AA03FA"/>
  </w:style>
  <w:style w:type="paragraph" w:customStyle="1" w:styleId="D83F3733EDE54D0AAA53CB754BAE185C">
    <w:name w:val="D83F3733EDE54D0AAA53CB754BAE185C"/>
    <w:rsid w:val="00AA03FA"/>
  </w:style>
  <w:style w:type="paragraph" w:customStyle="1" w:styleId="0FEFE1547D6F4E878F89754FEA3E1EAD">
    <w:name w:val="0FEFE1547D6F4E878F89754FEA3E1EAD"/>
    <w:rsid w:val="00AA03FA"/>
  </w:style>
  <w:style w:type="paragraph" w:customStyle="1" w:styleId="238C62B712204F08B0EB744539C37D82">
    <w:name w:val="238C62B712204F08B0EB744539C37D82"/>
    <w:rsid w:val="00AA03FA"/>
  </w:style>
  <w:style w:type="paragraph" w:customStyle="1" w:styleId="912FC11FFB33467DA94535264273DE82">
    <w:name w:val="912FC11FFB33467DA94535264273DE82"/>
    <w:rsid w:val="00AA03FA"/>
  </w:style>
  <w:style w:type="paragraph" w:customStyle="1" w:styleId="9929D6A77C68436C9E6F4BCD388672BB">
    <w:name w:val="9929D6A77C68436C9E6F4BCD388672BB"/>
    <w:rsid w:val="00AA03FA"/>
  </w:style>
  <w:style w:type="paragraph" w:customStyle="1" w:styleId="CD2B429576114152BE76FF9AA2BD38BE">
    <w:name w:val="CD2B429576114152BE76FF9AA2BD38BE"/>
    <w:rsid w:val="00AA03FA"/>
  </w:style>
  <w:style w:type="paragraph" w:customStyle="1" w:styleId="17EB8092FB504E38ADD229CE2893B274">
    <w:name w:val="17EB8092FB504E38ADD229CE2893B274"/>
    <w:rsid w:val="00AA03FA"/>
  </w:style>
  <w:style w:type="paragraph" w:customStyle="1" w:styleId="02B0CE25AD3C4C32A95F6F0ECFCE1D0E">
    <w:name w:val="02B0CE25AD3C4C32A95F6F0ECFCE1D0E"/>
    <w:rsid w:val="00AA03FA"/>
  </w:style>
  <w:style w:type="paragraph" w:customStyle="1" w:styleId="7D2BCFE97C0444BDABE350DAF728DBEF">
    <w:name w:val="7D2BCFE97C0444BDABE350DAF728DBEF"/>
    <w:rsid w:val="00AA03FA"/>
  </w:style>
  <w:style w:type="paragraph" w:customStyle="1" w:styleId="66E0A9F47370442E930DD50B6FE0F8A7">
    <w:name w:val="66E0A9F47370442E930DD50B6FE0F8A7"/>
    <w:rsid w:val="00AA03FA"/>
  </w:style>
  <w:style w:type="paragraph" w:customStyle="1" w:styleId="9D7EFDC321F84FEB9FA28BA70D73F749">
    <w:name w:val="9D7EFDC321F84FEB9FA28BA70D73F749"/>
    <w:rsid w:val="00AA03FA"/>
  </w:style>
  <w:style w:type="paragraph" w:customStyle="1" w:styleId="F0DD2FC9CF114C308D3F12B4400D8012">
    <w:name w:val="F0DD2FC9CF114C308D3F12B4400D8012"/>
    <w:rsid w:val="00AA03FA"/>
  </w:style>
  <w:style w:type="paragraph" w:customStyle="1" w:styleId="8FA47564985847E8A8E36083F61EA55A">
    <w:name w:val="8FA47564985847E8A8E36083F61EA55A"/>
    <w:rsid w:val="00AA03FA"/>
  </w:style>
  <w:style w:type="paragraph" w:customStyle="1" w:styleId="E971F490E0F44E39A37490C057BA9288">
    <w:name w:val="E971F490E0F44E39A37490C057BA9288"/>
    <w:rsid w:val="00AA03FA"/>
  </w:style>
  <w:style w:type="paragraph" w:customStyle="1" w:styleId="1D20898D4B724D41A5FAA7AF75AD1BFE">
    <w:name w:val="1D20898D4B724D41A5FAA7AF75AD1BFE"/>
    <w:rsid w:val="00AA03FA"/>
  </w:style>
  <w:style w:type="paragraph" w:customStyle="1" w:styleId="F1A95E1657464632BDFE87DA17939BC6">
    <w:name w:val="F1A95E1657464632BDFE87DA17939BC6"/>
    <w:rsid w:val="00AA03FA"/>
  </w:style>
  <w:style w:type="paragraph" w:customStyle="1" w:styleId="C442BD8945934B42B25BE1A33631B081">
    <w:name w:val="C442BD8945934B42B25BE1A33631B081"/>
    <w:rsid w:val="00AA03FA"/>
  </w:style>
  <w:style w:type="paragraph" w:customStyle="1" w:styleId="DAAF46FE7DFA44DA8CDB183EBEA069FD">
    <w:name w:val="DAAF46FE7DFA44DA8CDB183EBEA069FD"/>
    <w:rsid w:val="00AA03FA"/>
  </w:style>
  <w:style w:type="paragraph" w:customStyle="1" w:styleId="3A9746F7373F4FF6B584F46121045F4F">
    <w:name w:val="3A9746F7373F4FF6B584F46121045F4F"/>
    <w:rsid w:val="00AA03FA"/>
  </w:style>
  <w:style w:type="paragraph" w:customStyle="1" w:styleId="9B4BE944452B4497867369159FC67334">
    <w:name w:val="9B4BE944452B4497867369159FC67334"/>
    <w:rsid w:val="00AA03FA"/>
  </w:style>
  <w:style w:type="paragraph" w:customStyle="1" w:styleId="D8D88C50F6A441739438EC043DF21F80">
    <w:name w:val="D8D88C50F6A441739438EC043DF21F80"/>
    <w:rsid w:val="00AA03FA"/>
  </w:style>
  <w:style w:type="paragraph" w:customStyle="1" w:styleId="07230D85DF784CBEA6565D673A4416C6">
    <w:name w:val="07230D85DF784CBEA6565D673A4416C6"/>
    <w:rsid w:val="00AA03FA"/>
  </w:style>
  <w:style w:type="paragraph" w:customStyle="1" w:styleId="144BC786D1CB444EBC19D3DD5205D7DC">
    <w:name w:val="144BC786D1CB444EBC19D3DD5205D7DC"/>
    <w:rsid w:val="00AA03FA"/>
  </w:style>
  <w:style w:type="paragraph" w:customStyle="1" w:styleId="E2AD5F7152E54DF9B6DFEDA54C33E3CE">
    <w:name w:val="E2AD5F7152E54DF9B6DFEDA54C33E3CE"/>
    <w:rsid w:val="00AA03FA"/>
  </w:style>
  <w:style w:type="paragraph" w:customStyle="1" w:styleId="290ABBD2B5BB4FB19E51578E0EB2D3B2">
    <w:name w:val="290ABBD2B5BB4FB19E51578E0EB2D3B2"/>
    <w:rsid w:val="00AA03FA"/>
  </w:style>
  <w:style w:type="paragraph" w:customStyle="1" w:styleId="DC08F0556CEC4326881CB619DD2A5FC5">
    <w:name w:val="DC08F0556CEC4326881CB619DD2A5FC5"/>
    <w:rsid w:val="00AA03FA"/>
  </w:style>
  <w:style w:type="paragraph" w:customStyle="1" w:styleId="94A47CD677694172AA46B20A9DEE211C">
    <w:name w:val="94A47CD677694172AA46B20A9DEE211C"/>
    <w:rsid w:val="00AA03FA"/>
  </w:style>
  <w:style w:type="paragraph" w:customStyle="1" w:styleId="23EDDAB8716E454D9C49D1A42BA9D3E1">
    <w:name w:val="23EDDAB8716E454D9C49D1A42BA9D3E1"/>
    <w:rsid w:val="00AA03FA"/>
  </w:style>
  <w:style w:type="paragraph" w:customStyle="1" w:styleId="51BFC76691E54CDF9FB34683C1D0E95D">
    <w:name w:val="51BFC76691E54CDF9FB34683C1D0E95D"/>
    <w:rsid w:val="00AA03FA"/>
  </w:style>
  <w:style w:type="paragraph" w:customStyle="1" w:styleId="34705423B8F44993955CD681DDE7EFE2">
    <w:name w:val="34705423B8F44993955CD681DDE7EFE2"/>
    <w:rsid w:val="00AA03FA"/>
  </w:style>
  <w:style w:type="paragraph" w:customStyle="1" w:styleId="07E8E99B28CE450EAA9521B05A692412">
    <w:name w:val="07E8E99B28CE450EAA9521B05A692412"/>
    <w:rsid w:val="00AA03FA"/>
  </w:style>
  <w:style w:type="paragraph" w:customStyle="1" w:styleId="1F891CA57A1E4755B06BCBD97729EF13">
    <w:name w:val="1F891CA57A1E4755B06BCBD97729EF13"/>
    <w:rsid w:val="00AA03FA"/>
  </w:style>
  <w:style w:type="paragraph" w:customStyle="1" w:styleId="D38536DDF4554FC88343321D9AB6E210">
    <w:name w:val="D38536DDF4554FC88343321D9AB6E210"/>
    <w:rsid w:val="00AA03FA"/>
  </w:style>
  <w:style w:type="paragraph" w:customStyle="1" w:styleId="957BD78280C14D8FB790AE31BDAEC1F7">
    <w:name w:val="957BD78280C14D8FB790AE31BDAEC1F7"/>
    <w:rsid w:val="00AA03FA"/>
  </w:style>
  <w:style w:type="paragraph" w:customStyle="1" w:styleId="045A13408ACA43EEB30D1F37DCB78543">
    <w:name w:val="045A13408ACA43EEB30D1F37DCB78543"/>
    <w:rsid w:val="00AA03FA"/>
  </w:style>
  <w:style w:type="paragraph" w:customStyle="1" w:styleId="FBD1CE6B6A714A4F98396FB1AAE66579">
    <w:name w:val="FBD1CE6B6A714A4F98396FB1AAE66579"/>
    <w:rsid w:val="00AA03FA"/>
  </w:style>
  <w:style w:type="paragraph" w:customStyle="1" w:styleId="4559621F6E8F4CA0988A8706B9E0A449">
    <w:name w:val="4559621F6E8F4CA0988A8706B9E0A449"/>
    <w:rsid w:val="003F5A8F"/>
  </w:style>
  <w:style w:type="paragraph" w:customStyle="1" w:styleId="C89479752D634E43866545EA884221D7">
    <w:name w:val="C89479752D634E43866545EA884221D7"/>
    <w:rsid w:val="003F5A8F"/>
  </w:style>
  <w:style w:type="paragraph" w:customStyle="1" w:styleId="F9CD019C55594DF6B93AACDB55A4417A">
    <w:name w:val="F9CD019C55594DF6B93AACDB55A4417A"/>
    <w:rsid w:val="003F5A8F"/>
  </w:style>
  <w:style w:type="paragraph" w:customStyle="1" w:styleId="5E8BA7F7B28449E88FB4DF1EC9F4C700">
    <w:name w:val="5E8BA7F7B28449E88FB4DF1EC9F4C700"/>
    <w:rsid w:val="003F5A8F"/>
  </w:style>
  <w:style w:type="paragraph" w:customStyle="1" w:styleId="6F0FC58072004BECA4585B4EDF911307">
    <w:name w:val="6F0FC58072004BECA4585B4EDF911307"/>
    <w:rsid w:val="003F5A8F"/>
  </w:style>
  <w:style w:type="paragraph" w:customStyle="1" w:styleId="89DF3EE81DE84EDFB885B8FF81513336">
    <w:name w:val="89DF3EE81DE84EDFB885B8FF81513336"/>
    <w:rsid w:val="003F5A8F"/>
  </w:style>
  <w:style w:type="paragraph" w:customStyle="1" w:styleId="E393C682C4D64CDBA813B397E5CD5034">
    <w:name w:val="E393C682C4D64CDBA813B397E5CD5034"/>
    <w:rsid w:val="003F5A8F"/>
  </w:style>
  <w:style w:type="paragraph" w:customStyle="1" w:styleId="9D6A954577FC4630BAE209CE9B3B1A87">
    <w:name w:val="9D6A954577FC4630BAE209CE9B3B1A87"/>
    <w:rsid w:val="003F5A8F"/>
  </w:style>
  <w:style w:type="paragraph" w:customStyle="1" w:styleId="6E1BBB1F22644C888E1F0C0EC742BEAF">
    <w:name w:val="6E1BBB1F22644C888E1F0C0EC742BEAF"/>
    <w:rsid w:val="003F5A8F"/>
  </w:style>
  <w:style w:type="paragraph" w:customStyle="1" w:styleId="D2739434538A44839D41CC6197F3150C">
    <w:name w:val="D2739434538A44839D41CC6197F3150C"/>
    <w:rsid w:val="003F5A8F"/>
  </w:style>
  <w:style w:type="paragraph" w:customStyle="1" w:styleId="3B7F96C2D5D347789566E74AC57F93D4">
    <w:name w:val="3B7F96C2D5D347789566E74AC57F93D4"/>
    <w:rsid w:val="003F5A8F"/>
  </w:style>
  <w:style w:type="paragraph" w:customStyle="1" w:styleId="5291003E860F4F20A162DEF3FB39633F">
    <w:name w:val="5291003E860F4F20A162DEF3FB39633F"/>
    <w:rsid w:val="003F5A8F"/>
  </w:style>
  <w:style w:type="paragraph" w:customStyle="1" w:styleId="9E84CBFF57CC40EBA46CD76EC658B528">
    <w:name w:val="9E84CBFF57CC40EBA46CD76EC658B528"/>
    <w:rsid w:val="003F5A8F"/>
  </w:style>
  <w:style w:type="paragraph" w:customStyle="1" w:styleId="ECA471D789264CC7B87FD585C40CF1D3">
    <w:name w:val="ECA471D789264CC7B87FD585C40CF1D3"/>
    <w:rsid w:val="003F5A8F"/>
  </w:style>
  <w:style w:type="paragraph" w:customStyle="1" w:styleId="F431F951924F40E88C18ED0E070BEFA1">
    <w:name w:val="F431F951924F40E88C18ED0E070BEFA1"/>
    <w:rsid w:val="003F5A8F"/>
  </w:style>
  <w:style w:type="paragraph" w:customStyle="1" w:styleId="D2DEC6F14DDE4DF6B9F4F2642DA73E99">
    <w:name w:val="D2DEC6F14DDE4DF6B9F4F2642DA73E99"/>
    <w:rsid w:val="003F5A8F"/>
  </w:style>
  <w:style w:type="paragraph" w:customStyle="1" w:styleId="B613631CBE6F40C8B78F533368D18462">
    <w:name w:val="B613631CBE6F40C8B78F533368D18462"/>
    <w:rsid w:val="003F5A8F"/>
  </w:style>
  <w:style w:type="paragraph" w:customStyle="1" w:styleId="876CEE2832964C1297FB0684775BEF28">
    <w:name w:val="876CEE2832964C1297FB0684775BEF28"/>
    <w:rsid w:val="003F5A8F"/>
  </w:style>
  <w:style w:type="paragraph" w:customStyle="1" w:styleId="002B9CB47723460A88B93CCFDCD2312B">
    <w:name w:val="002B9CB47723460A88B93CCFDCD2312B"/>
    <w:rsid w:val="003F5A8F"/>
  </w:style>
  <w:style w:type="paragraph" w:customStyle="1" w:styleId="C3BE19C0D0C8424EAB20BFB0621AA885">
    <w:name w:val="C3BE19C0D0C8424EAB20BFB0621AA885"/>
    <w:rsid w:val="003F5A8F"/>
  </w:style>
  <w:style w:type="paragraph" w:customStyle="1" w:styleId="D04E0BC7CBF34CD683D380CC6A955B95">
    <w:name w:val="D04E0BC7CBF34CD683D380CC6A955B95"/>
    <w:rsid w:val="003F5A8F"/>
  </w:style>
  <w:style w:type="paragraph" w:customStyle="1" w:styleId="A5EE0303179F455194AD6454C7853B0E">
    <w:name w:val="A5EE0303179F455194AD6454C7853B0E"/>
    <w:rsid w:val="003F5A8F"/>
  </w:style>
  <w:style w:type="paragraph" w:customStyle="1" w:styleId="264604D5E7E34A1EB91EFFE85127A70B">
    <w:name w:val="264604D5E7E34A1EB91EFFE85127A70B"/>
    <w:rsid w:val="003F5A8F"/>
  </w:style>
  <w:style w:type="paragraph" w:customStyle="1" w:styleId="BDAFAA186F674C78974C3EDE78BF179D">
    <w:name w:val="BDAFAA186F674C78974C3EDE78BF179D"/>
    <w:rsid w:val="003F5A8F"/>
  </w:style>
  <w:style w:type="paragraph" w:customStyle="1" w:styleId="9A9EA5F73076481AA69E466F83BEE354">
    <w:name w:val="9A9EA5F73076481AA69E466F83BEE354"/>
    <w:rsid w:val="003F5A8F"/>
  </w:style>
  <w:style w:type="paragraph" w:customStyle="1" w:styleId="016A15AB9BF449148466750E0718EFB0">
    <w:name w:val="016A15AB9BF449148466750E0718EFB0"/>
    <w:rsid w:val="003F5A8F"/>
  </w:style>
  <w:style w:type="paragraph" w:customStyle="1" w:styleId="1AD005D2E35D466E83613C82BE76F9BE">
    <w:name w:val="1AD005D2E35D466E83613C82BE76F9BE"/>
    <w:rsid w:val="003F5A8F"/>
  </w:style>
  <w:style w:type="paragraph" w:customStyle="1" w:styleId="5B89F51F09F845C384D240784ABC2F88">
    <w:name w:val="5B89F51F09F845C384D240784ABC2F88"/>
    <w:rsid w:val="003F5A8F"/>
  </w:style>
  <w:style w:type="paragraph" w:customStyle="1" w:styleId="0051E0DEA0D141AE97EC7FECF5F7DE88">
    <w:name w:val="0051E0DEA0D141AE97EC7FECF5F7DE88"/>
    <w:rsid w:val="003F5A8F"/>
  </w:style>
  <w:style w:type="paragraph" w:customStyle="1" w:styleId="C8CF11D3C4664129AAA11E81E2EE5F35">
    <w:name w:val="C8CF11D3C4664129AAA11E81E2EE5F35"/>
    <w:rsid w:val="003F5A8F"/>
  </w:style>
  <w:style w:type="paragraph" w:customStyle="1" w:styleId="5C6F2E7133C74A369A6C115FB35E5677">
    <w:name w:val="5C6F2E7133C74A369A6C115FB35E5677"/>
    <w:rsid w:val="003F5A8F"/>
  </w:style>
  <w:style w:type="paragraph" w:customStyle="1" w:styleId="4F34D671E67A44B2A7EAC06A17A7A6C6">
    <w:name w:val="4F34D671E67A44B2A7EAC06A17A7A6C6"/>
    <w:rsid w:val="003F5A8F"/>
  </w:style>
  <w:style w:type="paragraph" w:customStyle="1" w:styleId="A8E5C255D75C495BB702266B331C5417">
    <w:name w:val="A8E5C255D75C495BB702266B331C5417"/>
    <w:rsid w:val="003F5A8F"/>
  </w:style>
  <w:style w:type="paragraph" w:customStyle="1" w:styleId="703F256BA5634E3AA41CC469014DAF00">
    <w:name w:val="703F256BA5634E3AA41CC469014DAF00"/>
    <w:rsid w:val="003F5A8F"/>
  </w:style>
  <w:style w:type="paragraph" w:customStyle="1" w:styleId="8B18BE887A064DE3A27E438623A885C3">
    <w:name w:val="8B18BE887A064DE3A27E438623A885C3"/>
    <w:rsid w:val="003F5A8F"/>
  </w:style>
  <w:style w:type="paragraph" w:customStyle="1" w:styleId="F1EA52415019434287897B607AC2E559">
    <w:name w:val="F1EA52415019434287897B607AC2E559"/>
    <w:rsid w:val="003F5A8F"/>
  </w:style>
  <w:style w:type="paragraph" w:customStyle="1" w:styleId="21973B6BF72643C08E3A1CAB9177C608">
    <w:name w:val="21973B6BF72643C08E3A1CAB9177C608"/>
    <w:rsid w:val="003F5A8F"/>
  </w:style>
  <w:style w:type="paragraph" w:customStyle="1" w:styleId="9B09650B09804DC3A0121253B6D8745F">
    <w:name w:val="9B09650B09804DC3A0121253B6D8745F"/>
    <w:rsid w:val="003F5A8F"/>
  </w:style>
  <w:style w:type="paragraph" w:customStyle="1" w:styleId="43224481648A4FD388AEA311BAEC0CE3">
    <w:name w:val="43224481648A4FD388AEA311BAEC0CE3"/>
    <w:rsid w:val="003F5A8F"/>
  </w:style>
  <w:style w:type="paragraph" w:customStyle="1" w:styleId="2317998865A34028AF6182C6124B689A">
    <w:name w:val="2317998865A34028AF6182C6124B689A"/>
    <w:rsid w:val="003F5A8F"/>
  </w:style>
  <w:style w:type="paragraph" w:customStyle="1" w:styleId="E8B4C05C7DDB41329027E219AC48D3AA">
    <w:name w:val="E8B4C05C7DDB41329027E219AC48D3AA"/>
    <w:rsid w:val="003F5A8F"/>
  </w:style>
  <w:style w:type="paragraph" w:customStyle="1" w:styleId="24D516D4D07640CB948C8EE3A23699A4">
    <w:name w:val="24D516D4D07640CB948C8EE3A23699A4"/>
    <w:rsid w:val="003F5A8F"/>
  </w:style>
  <w:style w:type="paragraph" w:customStyle="1" w:styleId="6114E882BAB4432782F6A4364055B95D">
    <w:name w:val="6114E882BAB4432782F6A4364055B95D"/>
    <w:rsid w:val="003F5A8F"/>
  </w:style>
  <w:style w:type="paragraph" w:customStyle="1" w:styleId="3A0E0F7C210340B5B0F726B7C0E1621F">
    <w:name w:val="3A0E0F7C210340B5B0F726B7C0E1621F"/>
    <w:rsid w:val="003F5A8F"/>
  </w:style>
  <w:style w:type="paragraph" w:customStyle="1" w:styleId="8CCD3D8016FC42C69B6FADEEC24EF5A2">
    <w:name w:val="8CCD3D8016FC42C69B6FADEEC24EF5A2"/>
    <w:rsid w:val="003F5A8F"/>
  </w:style>
  <w:style w:type="paragraph" w:customStyle="1" w:styleId="3AC5E8B9B9C2485D94A7FC0818696D39">
    <w:name w:val="3AC5E8B9B9C2485D94A7FC0818696D39"/>
    <w:rsid w:val="003F5A8F"/>
  </w:style>
  <w:style w:type="paragraph" w:customStyle="1" w:styleId="CD96B7320B1D48F4B132D40B03182E9A">
    <w:name w:val="CD96B7320B1D48F4B132D40B03182E9A"/>
    <w:rsid w:val="003F5A8F"/>
  </w:style>
  <w:style w:type="paragraph" w:customStyle="1" w:styleId="665958A520E24D2BA46D9B8B1641C339">
    <w:name w:val="665958A520E24D2BA46D9B8B1641C339"/>
    <w:rsid w:val="003F5A8F"/>
  </w:style>
  <w:style w:type="paragraph" w:customStyle="1" w:styleId="BBB179DCC975441DBE3B773A4EDA6CDE">
    <w:name w:val="BBB179DCC975441DBE3B773A4EDA6CDE"/>
    <w:rsid w:val="003F5A8F"/>
  </w:style>
  <w:style w:type="paragraph" w:customStyle="1" w:styleId="98AED60B2C2A4BA79EF8F9160D98020C">
    <w:name w:val="98AED60B2C2A4BA79EF8F9160D98020C"/>
    <w:rsid w:val="003F5A8F"/>
  </w:style>
  <w:style w:type="paragraph" w:customStyle="1" w:styleId="C04573DB8CE8411AB28450EFD9B5A5A8">
    <w:name w:val="C04573DB8CE8411AB28450EFD9B5A5A8"/>
    <w:rsid w:val="003F5A8F"/>
  </w:style>
  <w:style w:type="paragraph" w:customStyle="1" w:styleId="36F05BCDA37F4DFA9D589FD3E594AADB">
    <w:name w:val="36F05BCDA37F4DFA9D589FD3E594AADB"/>
    <w:rsid w:val="003F5A8F"/>
  </w:style>
  <w:style w:type="paragraph" w:customStyle="1" w:styleId="91455A6D54154021B9F88239331916BA">
    <w:name w:val="91455A6D54154021B9F88239331916BA"/>
    <w:rsid w:val="003F5A8F"/>
  </w:style>
  <w:style w:type="paragraph" w:customStyle="1" w:styleId="F01546259BBD4645A742012BD36E65D4">
    <w:name w:val="F01546259BBD4645A742012BD36E65D4"/>
    <w:rsid w:val="003F5A8F"/>
  </w:style>
  <w:style w:type="paragraph" w:customStyle="1" w:styleId="9408EC1CE63E4235AEFCEEFED2B45FAA">
    <w:name w:val="9408EC1CE63E4235AEFCEEFED2B45FAA"/>
    <w:rsid w:val="003F5A8F"/>
  </w:style>
  <w:style w:type="paragraph" w:customStyle="1" w:styleId="C7B107F785DD497C8AA97A1D56EFA9FD">
    <w:name w:val="C7B107F785DD497C8AA97A1D56EFA9FD"/>
    <w:rsid w:val="003F5A8F"/>
  </w:style>
  <w:style w:type="paragraph" w:customStyle="1" w:styleId="E7D2B8C00E584BAA98650742E75A2505">
    <w:name w:val="E7D2B8C00E584BAA98650742E75A2505"/>
    <w:rsid w:val="00AC6D43"/>
  </w:style>
  <w:style w:type="paragraph" w:customStyle="1" w:styleId="A0DC04C274BC49A4B464C1B4DBD11B7E">
    <w:name w:val="A0DC04C274BC49A4B464C1B4DBD11B7E"/>
    <w:rsid w:val="00AC6D43"/>
  </w:style>
  <w:style w:type="paragraph" w:customStyle="1" w:styleId="7C80D90F039D4E7ABE956E8AF0A323EF">
    <w:name w:val="7C80D90F039D4E7ABE956E8AF0A323EF"/>
    <w:rsid w:val="00AC6D43"/>
  </w:style>
  <w:style w:type="paragraph" w:customStyle="1" w:styleId="DF06B7972877424AB8C5D35315989C12">
    <w:name w:val="DF06B7972877424AB8C5D35315989C12"/>
    <w:rsid w:val="00AC6D43"/>
  </w:style>
  <w:style w:type="paragraph" w:customStyle="1" w:styleId="5A20C41DC22748C3B28117739228AAFA">
    <w:name w:val="5A20C41DC22748C3B28117739228AAFA"/>
    <w:rsid w:val="00AC6D43"/>
  </w:style>
  <w:style w:type="paragraph" w:customStyle="1" w:styleId="9544D7F9D7014E9AAD492ACC5C5E4EF0">
    <w:name w:val="9544D7F9D7014E9AAD492ACC5C5E4EF0"/>
    <w:rsid w:val="00AC6D43"/>
  </w:style>
  <w:style w:type="paragraph" w:customStyle="1" w:styleId="1D98A21C07414FF5B59862AE5E9155F7">
    <w:name w:val="1D98A21C07414FF5B59862AE5E9155F7"/>
    <w:rsid w:val="00AC6D43"/>
  </w:style>
  <w:style w:type="paragraph" w:customStyle="1" w:styleId="D0FB5AE9906E46888D460CF7B4BAA5F9">
    <w:name w:val="D0FB5AE9906E46888D460CF7B4BAA5F9"/>
    <w:rsid w:val="00AC6D43"/>
  </w:style>
  <w:style w:type="paragraph" w:customStyle="1" w:styleId="DFA96C95CA194EA28B4420D6AAA5997E">
    <w:name w:val="DFA96C95CA194EA28B4420D6AAA5997E"/>
    <w:rsid w:val="00AC6D43"/>
  </w:style>
  <w:style w:type="paragraph" w:customStyle="1" w:styleId="808CB7FC1C404AA5913E0A39DBEEAB15">
    <w:name w:val="808CB7FC1C404AA5913E0A39DBEEAB15"/>
    <w:rsid w:val="00AC6D43"/>
  </w:style>
  <w:style w:type="paragraph" w:customStyle="1" w:styleId="3282E21BD0064F1885843873D72DD20D">
    <w:name w:val="3282E21BD0064F1885843873D72DD20D"/>
    <w:rsid w:val="00AC6D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27634-E211-43E9-9206-5C2F4D4F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E1B93433</Template>
  <TotalTime>77</TotalTime>
  <Pages>6</Pages>
  <Words>1572</Words>
  <Characters>10779</Characters>
  <Application>Microsoft Office Word</Application>
  <DocSecurity>0</DocSecurity>
  <Lines>89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PULIZIA AUTOBUS - IMPIANTO DI…………… - N° AUTOBUS………</vt:lpstr>
    </vt:vector>
  </TitlesOfParts>
  <Company>cotral</Company>
  <LinksUpToDate>false</LinksUpToDate>
  <CharactersWithSpaces>12327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PULIZIA AUTOBUS - IMPIANTO DI…………… - N° AUTOBUS………</dc:title>
  <dc:subject/>
  <dc:creator>apucci</dc:creator>
  <cp:keywords/>
  <cp:lastModifiedBy>Schiaffini, Elisa</cp:lastModifiedBy>
  <cp:revision>29</cp:revision>
  <cp:lastPrinted>2017-02-15T13:15:00Z</cp:lastPrinted>
  <dcterms:created xsi:type="dcterms:W3CDTF">2018-05-07T11:03:00Z</dcterms:created>
  <dcterms:modified xsi:type="dcterms:W3CDTF">2023-02-23T08:03:00Z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2023-02-07T14:43:20Z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bdda6498-533c-46f1-a55b-f99257b19551</vt:lpwstr>
  </property>
  <property fmtid="{D5CDD505-2E9C-101B-9397-08002B2CF9AE}" pid="7" name="MSIP_Label_defa4170-0d19-0005-0004-bc88714345d2_ActionId">
    <vt:lpwstr>d991e2dc-0ba2-4215-a4f6-c6dadae81104</vt:lpwstr>
  </property>
  <property fmtid="{D5CDD505-2E9C-101B-9397-08002B2CF9AE}" pid="8" name="MSIP_Label_defa4170-0d19-0005-0004-bc88714345d2_ContentBits">
    <vt:lpwstr>0</vt:lpwstr>
  </property>
</Properties>
</file>