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Cotral</w:t>
      </w:r>
      <w:proofErr w:type="spellEnd"/>
      <w:r>
        <w:rPr>
          <w:sz w:val="28"/>
          <w:szCs w:val="28"/>
        </w:rPr>
        <w:t xml:space="preserve">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bookmarkStart w:id="0" w:name="_GoBack"/>
          <w:r w:rsidR="00FC0804">
            <w:t>…………………………………………………………………………………………………….</w:t>
          </w:r>
          <w:bookmarkEnd w:id="0"/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B05E10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W9HE9aYWSsZJVNgY2um7fD2Mo9PnUuLTNG/y1FYf2X+gtX5AdxDsIlonLUGPDMgvra0m1iV/FX1jSucH3DLjdA==" w:salt="OVBBLi9G3NUF8VDGqdQeUw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05E10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1BE9-B21B-4FDC-AC2A-2EEA6598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7BCEC816</Template>
  <TotalTime>30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23</cp:revision>
  <cp:lastPrinted>2017-04-06T11:04:00Z</cp:lastPrinted>
  <dcterms:created xsi:type="dcterms:W3CDTF">2017-04-06T11:02:00Z</dcterms:created>
  <dcterms:modified xsi:type="dcterms:W3CDTF">2023-05-23T12:19:00Z</dcterms:modified>
</cp:coreProperties>
</file>