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991AE" w14:textId="77777777" w:rsidR="00B24777" w:rsidRPr="00B24777" w:rsidRDefault="00B24777" w:rsidP="00B24777">
      <w:pPr>
        <w:jc w:val="both"/>
        <w:rPr>
          <w:rFonts w:ascii="Arial" w:hAnsi="Arial" w:cs="Arial"/>
          <w:b/>
          <w:sz w:val="20"/>
          <w:szCs w:val="20"/>
        </w:rPr>
      </w:pPr>
    </w:p>
    <w:p w14:paraId="09968692" w14:textId="02B7C3FA" w:rsidR="00116FFF" w:rsidRPr="00C25878" w:rsidRDefault="000B5D89" w:rsidP="00116FFF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</w:t>
      </w:r>
      <w:r w:rsidR="00B24777" w:rsidRPr="00B24777">
        <w:rPr>
          <w:rFonts w:ascii="Arial" w:hAnsi="Arial" w:cs="Arial"/>
          <w:b/>
          <w:sz w:val="20"/>
          <w:szCs w:val="20"/>
        </w:rPr>
        <w:t>GGETTO:</w:t>
      </w:r>
      <w:r w:rsidR="00B24777" w:rsidRPr="00B24777">
        <w:rPr>
          <w:rFonts w:ascii="Arial" w:hAnsi="Arial" w:cs="Arial"/>
          <w:sz w:val="20"/>
          <w:szCs w:val="20"/>
        </w:rPr>
        <w:t xml:space="preserve"> </w:t>
      </w:r>
      <w:r w:rsidR="00227138" w:rsidRPr="00227138">
        <w:rPr>
          <w:rFonts w:ascii="Arial" w:hAnsi="Arial" w:cs="Arial"/>
          <w:b/>
          <w:bCs/>
          <w:noProof/>
          <w:sz w:val="20"/>
          <w:szCs w:val="20"/>
        </w:rPr>
        <w:t xml:space="preserve">Procedura Negoziata n. 3/2023, gestita interamente per via telematica, da aggiudicarsi con il criterio dell’offerta economicamente più vantaggiosa, ai sensi dell’art. 51 comma 2 lett. b) della Legge n. 108/2021 di conversione del D.L. 77/2021 (Decreto Semplificazioni bis) e degli artt. 58 e 95 comma 2 del D.lgs. n. 50/2016 e s.m.i., per l’affidamento dei lavori di riqualificazione del Nodo di Scambio sito in Piazza Martiri di Ungheria Comune di VELLETRI (RM), – Provvedimento del Direttore Generale n. 41 del 25/05/2023. RUP Ing. Andrea Pulcini. CIG 984923235E; CUP: </w:t>
      </w:r>
      <w:r w:rsidR="00227138">
        <w:rPr>
          <w:rFonts w:ascii="Arial" w:hAnsi="Arial" w:cs="Arial"/>
          <w:b/>
          <w:bCs/>
          <w:noProof/>
          <w:sz w:val="20"/>
          <w:szCs w:val="20"/>
        </w:rPr>
        <w:t>G17G23000050002; CPV 45454000-4</w:t>
      </w:r>
      <w:r w:rsidR="00B27CB8" w:rsidRPr="00C25878">
        <w:rPr>
          <w:rFonts w:ascii="Arial" w:hAnsi="Arial" w:cs="Arial"/>
          <w:b/>
          <w:bCs/>
          <w:noProof/>
          <w:sz w:val="20"/>
          <w:szCs w:val="20"/>
        </w:rPr>
        <w:t>.</w:t>
      </w:r>
    </w:p>
    <w:p w14:paraId="6EB55804" w14:textId="77777777" w:rsidR="00116FFF" w:rsidRDefault="00116FFF" w:rsidP="00116FFF">
      <w:pPr>
        <w:ind w:left="2832" w:firstLine="708"/>
        <w:jc w:val="both"/>
        <w:rPr>
          <w:rFonts w:ascii="Arial" w:hAnsi="Arial" w:cs="Arial"/>
          <w:bCs/>
          <w:noProof/>
          <w:sz w:val="20"/>
          <w:szCs w:val="20"/>
        </w:rPr>
      </w:pPr>
    </w:p>
    <w:p w14:paraId="3DFE8E82" w14:textId="6BCF927A" w:rsidR="00B24777" w:rsidRPr="00B24777" w:rsidRDefault="00B24777" w:rsidP="00116FFF">
      <w:pPr>
        <w:ind w:left="2832" w:firstLine="708"/>
        <w:jc w:val="both"/>
        <w:rPr>
          <w:rFonts w:ascii="Arial" w:hAnsi="Arial" w:cs="Arial"/>
          <w:b/>
          <w:noProof/>
          <w:sz w:val="20"/>
          <w:szCs w:val="20"/>
        </w:rPr>
      </w:pPr>
      <w:r w:rsidRPr="00B24777">
        <w:rPr>
          <w:rFonts w:ascii="Arial" w:hAnsi="Arial" w:cs="Arial"/>
          <w:b/>
          <w:sz w:val="20"/>
          <w:szCs w:val="20"/>
        </w:rPr>
        <w:t xml:space="preserve">Procedura Negoziata   </w:t>
      </w:r>
      <w:r w:rsidR="00FD1BB2">
        <w:rPr>
          <w:rFonts w:ascii="Arial" w:hAnsi="Arial" w:cs="Arial"/>
          <w:b/>
          <w:sz w:val="20"/>
          <w:szCs w:val="20"/>
        </w:rPr>
        <w:t>3</w:t>
      </w:r>
      <w:r w:rsidR="008B7815">
        <w:rPr>
          <w:rFonts w:ascii="Arial" w:hAnsi="Arial" w:cs="Arial"/>
          <w:b/>
          <w:sz w:val="20"/>
          <w:szCs w:val="20"/>
        </w:rPr>
        <w:t>/</w:t>
      </w:r>
      <w:r w:rsidR="000A672B">
        <w:rPr>
          <w:rFonts w:ascii="Arial" w:hAnsi="Arial" w:cs="Arial"/>
          <w:b/>
          <w:sz w:val="20"/>
          <w:szCs w:val="20"/>
        </w:rPr>
        <w:t>2023</w:t>
      </w:r>
    </w:p>
    <w:p w14:paraId="69ADF135" w14:textId="77777777" w:rsidR="004579B1" w:rsidRDefault="004579B1" w:rsidP="005670B8">
      <w:pPr>
        <w:pStyle w:val="LetteraTipo"/>
        <w:spacing w:line="240" w:lineRule="exact"/>
        <w:jc w:val="both"/>
      </w:pPr>
    </w:p>
    <w:p w14:paraId="510B723E" w14:textId="3D1B148E" w:rsidR="005D5673" w:rsidRPr="005D5673" w:rsidRDefault="005D5673" w:rsidP="005D5673">
      <w:pPr>
        <w:ind w:right="261"/>
        <w:jc w:val="both"/>
        <w:rPr>
          <w:rFonts w:ascii="Arial" w:hAnsi="Arial" w:cs="Arial"/>
          <w:b/>
          <w:sz w:val="20"/>
          <w:szCs w:val="20"/>
        </w:rPr>
      </w:pPr>
      <w:r w:rsidRPr="005D5673">
        <w:rPr>
          <w:rFonts w:ascii="Arial" w:hAnsi="Arial" w:cs="Arial"/>
          <w:b/>
          <w:sz w:val="20"/>
          <w:szCs w:val="20"/>
        </w:rPr>
        <w:t xml:space="preserve">IMPRESA SINGOLA/CONSORZIO di cui all’ 45 </w:t>
      </w:r>
      <w:r w:rsidRPr="00FF25D9">
        <w:rPr>
          <w:rFonts w:ascii="Arial" w:hAnsi="Arial" w:cs="Arial"/>
          <w:b/>
          <w:sz w:val="20"/>
          <w:szCs w:val="20"/>
        </w:rPr>
        <w:t xml:space="preserve">comma </w:t>
      </w:r>
      <w:r w:rsidR="00602A30" w:rsidRPr="00FF25D9">
        <w:rPr>
          <w:rFonts w:ascii="Arial" w:hAnsi="Arial" w:cs="Arial"/>
          <w:b/>
          <w:sz w:val="20"/>
          <w:szCs w:val="20"/>
        </w:rPr>
        <w:t>2</w:t>
      </w:r>
      <w:r w:rsidR="00FF25D9">
        <w:rPr>
          <w:rFonts w:ascii="Arial" w:hAnsi="Arial" w:cs="Arial"/>
          <w:b/>
          <w:sz w:val="20"/>
          <w:szCs w:val="20"/>
        </w:rPr>
        <w:t>,</w:t>
      </w:r>
      <w:r w:rsidRPr="005D5673">
        <w:rPr>
          <w:rFonts w:ascii="Arial" w:hAnsi="Arial" w:cs="Arial"/>
          <w:b/>
          <w:sz w:val="20"/>
          <w:szCs w:val="20"/>
        </w:rPr>
        <w:t xml:space="preserve"> lettere b) e c) del D.Lgs. n. 50/2016:</w:t>
      </w:r>
    </w:p>
    <w:p w14:paraId="3F2A9542" w14:textId="77777777" w:rsidR="005D5673" w:rsidRPr="005D5673" w:rsidRDefault="005D5673" w:rsidP="005D5673">
      <w:pPr>
        <w:ind w:right="261"/>
        <w:jc w:val="both"/>
        <w:rPr>
          <w:rFonts w:ascii="Arial" w:hAnsi="Arial" w:cs="Arial"/>
          <w:sz w:val="20"/>
          <w:szCs w:val="20"/>
        </w:rPr>
      </w:pPr>
    </w:p>
    <w:p w14:paraId="5FACCB8F" w14:textId="77777777" w:rsidR="003D1EFB" w:rsidRPr="008705DF" w:rsidRDefault="003D1EFB" w:rsidP="00423322">
      <w:pPr>
        <w:ind w:left="142" w:right="-23"/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Il sottoscritto</w:t>
      </w:r>
      <w:r w:rsidR="00592D73" w:rsidRPr="008705DF">
        <w:rPr>
          <w:rFonts w:ascii="Arial" w:hAnsi="Arial" w:cs="Arial"/>
          <w:sz w:val="20"/>
          <w:szCs w:val="20"/>
        </w:rPr>
        <w:t xml:space="preserve"> </w:t>
      </w:r>
      <w:r w:rsidRPr="008705D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22864617"/>
          <w:placeholder>
            <w:docPart w:val="DefaultPlaceholder_1081868574"/>
          </w:placeholder>
          <w:showingPlcHdr/>
          <w:text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030A0AD7" w14:textId="77777777" w:rsidR="003D1EFB" w:rsidRPr="008705DF" w:rsidRDefault="003D1EFB" w:rsidP="00423322">
      <w:pPr>
        <w:ind w:left="142" w:right="-23"/>
        <w:jc w:val="both"/>
        <w:rPr>
          <w:rFonts w:ascii="Arial" w:hAnsi="Arial" w:cs="Arial"/>
          <w:sz w:val="20"/>
          <w:szCs w:val="20"/>
        </w:rPr>
      </w:pPr>
    </w:p>
    <w:p w14:paraId="334E7E12" w14:textId="77777777" w:rsidR="003D1EFB" w:rsidRPr="008705DF" w:rsidRDefault="00FA6D4D" w:rsidP="00423322">
      <w:pPr>
        <w:ind w:left="142" w:right="-23"/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nato a</w:t>
      </w:r>
      <w:r w:rsidR="00592D73" w:rsidRPr="008705DF"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Arial" w:hAnsi="Arial" w:cs="Arial"/>
            <w:sz w:val="20"/>
            <w:szCs w:val="20"/>
          </w:rPr>
          <w:id w:val="-566876216"/>
          <w:placeholder>
            <w:docPart w:val="DefaultPlaceholder_1081868574"/>
          </w:placeholder>
          <w:showingPlcHdr/>
          <w:text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="00592D73" w:rsidRPr="008705DF">
        <w:rPr>
          <w:rFonts w:ascii="Arial" w:hAnsi="Arial" w:cs="Arial"/>
          <w:sz w:val="20"/>
          <w:szCs w:val="20"/>
        </w:rPr>
        <w:t xml:space="preserve"> I</w:t>
      </w:r>
      <w:r w:rsidR="003D1EFB" w:rsidRPr="008705DF">
        <w:rPr>
          <w:rFonts w:ascii="Arial" w:hAnsi="Arial" w:cs="Arial"/>
          <w:sz w:val="20"/>
          <w:szCs w:val="20"/>
        </w:rPr>
        <w:t>l</w:t>
      </w:r>
      <w:r w:rsidR="00592D73" w:rsidRPr="008705DF">
        <w:rPr>
          <w:rFonts w:ascii="Arial" w:hAnsi="Arial" w:cs="Arial"/>
          <w:sz w:val="20"/>
          <w:szCs w:val="20"/>
        </w:rPr>
        <w:t xml:space="preserve"> </w:t>
      </w:r>
      <w:r w:rsidR="003D1EFB" w:rsidRPr="008705D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680307006"/>
          <w:placeholder>
            <w:docPart w:val="DefaultPlaceholder_1081868574"/>
          </w:placeholder>
          <w:showingPlcHdr/>
          <w:text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65475992" w14:textId="77777777" w:rsidR="003D1EFB" w:rsidRPr="008705DF" w:rsidRDefault="003D1EFB" w:rsidP="00423322">
      <w:pPr>
        <w:ind w:left="142" w:right="261"/>
        <w:jc w:val="both"/>
        <w:rPr>
          <w:rFonts w:ascii="Arial" w:hAnsi="Arial" w:cs="Arial"/>
          <w:sz w:val="20"/>
          <w:szCs w:val="20"/>
        </w:rPr>
      </w:pPr>
    </w:p>
    <w:p w14:paraId="7D442F7F" w14:textId="77777777" w:rsidR="003D1EFB" w:rsidRPr="008705DF" w:rsidRDefault="003D1EFB" w:rsidP="00423322">
      <w:pPr>
        <w:ind w:left="142" w:right="-23"/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in qualità di Legale Rappresentante dell</w:t>
      </w:r>
      <w:r w:rsidR="00592D73" w:rsidRPr="008705DF">
        <w:rPr>
          <w:rFonts w:ascii="Arial" w:hAnsi="Arial" w:cs="Arial"/>
          <w:sz w:val="20"/>
          <w:szCs w:val="20"/>
        </w:rPr>
        <w:t xml:space="preserve">’Impresa/Consorzio  </w:t>
      </w:r>
      <w:sdt>
        <w:sdtPr>
          <w:rPr>
            <w:rFonts w:ascii="Arial" w:hAnsi="Arial" w:cs="Arial"/>
            <w:sz w:val="20"/>
            <w:szCs w:val="20"/>
          </w:rPr>
          <w:id w:val="1580410723"/>
          <w:placeholder>
            <w:docPart w:val="DefaultPlaceholder_1081868574"/>
          </w:placeholder>
          <w:showingPlcHdr/>
          <w:text w:multiLine="1"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3BDF05D6" w14:textId="77777777" w:rsidR="003D1EFB" w:rsidRPr="008705DF" w:rsidRDefault="003D1EFB" w:rsidP="00423322">
      <w:pPr>
        <w:ind w:left="567" w:right="261"/>
        <w:jc w:val="center"/>
        <w:rPr>
          <w:rFonts w:ascii="Arial" w:hAnsi="Arial" w:cs="Arial"/>
          <w:sz w:val="20"/>
          <w:szCs w:val="20"/>
        </w:rPr>
      </w:pPr>
    </w:p>
    <w:p w14:paraId="75EFAF64" w14:textId="77777777" w:rsidR="003D1EFB" w:rsidRPr="008705DF" w:rsidRDefault="003D1EFB" w:rsidP="00423322">
      <w:pPr>
        <w:ind w:left="142" w:right="261"/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con sede in</w:t>
      </w:r>
      <w:r w:rsidR="00592D73" w:rsidRPr="008705DF">
        <w:rPr>
          <w:rFonts w:ascii="Arial" w:hAnsi="Arial" w:cs="Arial"/>
          <w:sz w:val="20"/>
          <w:szCs w:val="20"/>
        </w:rPr>
        <w:t xml:space="preserve"> </w:t>
      </w:r>
      <w:r w:rsidR="00FA6D4D" w:rsidRPr="008705D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216703896"/>
          <w:placeholder>
            <w:docPart w:val="DefaultPlaceholder_1081868574"/>
          </w:placeholder>
          <w:showingPlcHdr/>
          <w:text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07288891" w14:textId="77777777" w:rsidR="001C0CE3" w:rsidRPr="008705DF" w:rsidRDefault="001C0CE3" w:rsidP="00423322">
      <w:pPr>
        <w:ind w:left="142" w:right="261"/>
        <w:jc w:val="both"/>
        <w:rPr>
          <w:rFonts w:ascii="Arial" w:hAnsi="Arial" w:cs="Arial"/>
          <w:sz w:val="20"/>
          <w:szCs w:val="20"/>
        </w:rPr>
      </w:pPr>
    </w:p>
    <w:p w14:paraId="390BD242" w14:textId="77777777" w:rsidR="001C0CE3" w:rsidRPr="008705DF" w:rsidRDefault="00592D73" w:rsidP="001C0CE3">
      <w:pPr>
        <w:ind w:left="142" w:right="261"/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DICHIARA</w:t>
      </w:r>
    </w:p>
    <w:p w14:paraId="158DEE91" w14:textId="77777777" w:rsidR="00592D73" w:rsidRPr="008705DF" w:rsidRDefault="00592D73" w:rsidP="001C0CE3">
      <w:pPr>
        <w:ind w:left="142" w:right="261"/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Che la medesima</w:t>
      </w:r>
    </w:p>
    <w:p w14:paraId="0105FA2F" w14:textId="77777777" w:rsidR="00DC2E2D" w:rsidRPr="008705DF" w:rsidRDefault="00592D73" w:rsidP="008B434A">
      <w:pPr>
        <w:ind w:left="142" w:right="261"/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SI OBBLIGA</w:t>
      </w:r>
    </w:p>
    <w:p w14:paraId="5D5B97D1" w14:textId="77777777" w:rsidR="001C0CE3" w:rsidRPr="008705DF" w:rsidRDefault="001C0CE3" w:rsidP="0042332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 </w:t>
      </w:r>
    </w:p>
    <w:p w14:paraId="1DDC165A" w14:textId="77777777" w:rsidR="00D61CE3" w:rsidRDefault="00D61CE3" w:rsidP="008B434A">
      <w:pPr>
        <w:jc w:val="both"/>
        <w:rPr>
          <w:rFonts w:ascii="Arial" w:hAnsi="Arial" w:cs="Arial"/>
          <w:sz w:val="20"/>
          <w:szCs w:val="20"/>
        </w:rPr>
      </w:pPr>
    </w:p>
    <w:p w14:paraId="1F524F71" w14:textId="77777777" w:rsidR="005D5673" w:rsidRDefault="008705DF" w:rsidP="008B434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8705DF">
        <w:rPr>
          <w:rFonts w:ascii="Arial" w:hAnsi="Arial" w:cs="Arial"/>
          <w:sz w:val="20"/>
          <w:szCs w:val="20"/>
        </w:rPr>
        <w:t xml:space="preserve">d eseguire i </w:t>
      </w:r>
      <w:r w:rsidR="00326511">
        <w:rPr>
          <w:rFonts w:ascii="Arial" w:hAnsi="Arial" w:cs="Arial"/>
          <w:sz w:val="20"/>
          <w:szCs w:val="20"/>
        </w:rPr>
        <w:t>lavori</w:t>
      </w:r>
      <w:r w:rsidRPr="008705DF">
        <w:rPr>
          <w:rFonts w:ascii="Arial" w:hAnsi="Arial" w:cs="Arial"/>
          <w:sz w:val="20"/>
          <w:szCs w:val="20"/>
        </w:rPr>
        <w:t xml:space="preserve"> in oggetto, secondo quanto prescritto dalla documentazione tecnica alla seguenti condizioni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33BE663D" w14:textId="77777777" w:rsidR="0062553A" w:rsidRDefault="0062553A" w:rsidP="008B434A">
      <w:pPr>
        <w:jc w:val="both"/>
        <w:rPr>
          <w:rFonts w:ascii="Arial" w:hAnsi="Arial" w:cs="Arial"/>
          <w:sz w:val="20"/>
          <w:szCs w:val="20"/>
        </w:rPr>
      </w:pPr>
    </w:p>
    <w:p w14:paraId="2A64F0E0" w14:textId="77777777" w:rsidR="00686B78" w:rsidRDefault="00686B78" w:rsidP="00C77B3A">
      <w:pPr>
        <w:rPr>
          <w:rFonts w:ascii="Arial" w:hAnsi="Arial" w:cs="Arial"/>
          <w:b/>
          <w:sz w:val="20"/>
          <w:szCs w:val="20"/>
        </w:rPr>
      </w:pPr>
    </w:p>
    <w:p w14:paraId="7D799C7C" w14:textId="77777777" w:rsidR="00686B78" w:rsidRDefault="00686B78" w:rsidP="00C77B3A">
      <w:pPr>
        <w:rPr>
          <w:rFonts w:ascii="Arial" w:hAnsi="Arial" w:cs="Arial"/>
          <w:b/>
          <w:sz w:val="20"/>
          <w:szCs w:val="20"/>
        </w:rPr>
      </w:pPr>
    </w:p>
    <w:p w14:paraId="3D753C74" w14:textId="77777777" w:rsidR="001C0CE3" w:rsidRPr="005D5673" w:rsidRDefault="005D5673" w:rsidP="00C77B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RIBASSO </w:t>
      </w:r>
      <w:r w:rsidR="0062553A" w:rsidRPr="00ED6D8D">
        <w:rPr>
          <w:rFonts w:ascii="Arial" w:hAnsi="Arial" w:cs="Arial"/>
          <w:b/>
          <w:sz w:val="20"/>
          <w:szCs w:val="20"/>
        </w:rPr>
        <w:t>UNICO</w:t>
      </w:r>
      <w:r w:rsidR="0062553A">
        <w:rPr>
          <w:rFonts w:ascii="Arial" w:hAnsi="Arial" w:cs="Arial"/>
          <w:b/>
          <w:sz w:val="20"/>
          <w:szCs w:val="20"/>
        </w:rPr>
        <w:t xml:space="preserve"> </w:t>
      </w:r>
      <w:r w:rsidR="00523EDA" w:rsidRPr="00523EDA">
        <w:rPr>
          <w:rFonts w:ascii="Arial" w:hAnsi="Arial" w:cs="Arial"/>
          <w:b/>
          <w:sz w:val="20"/>
          <w:szCs w:val="20"/>
        </w:rPr>
        <w:t>PERCENTUALE DI SCONTO</w:t>
      </w:r>
      <w:r w:rsidRPr="005D5673">
        <w:rPr>
          <w:rFonts w:ascii="Arial" w:hAnsi="Arial" w:cs="Arial"/>
          <w:sz w:val="20"/>
          <w:szCs w:val="20"/>
        </w:rPr>
        <w:t xml:space="preserve"> </w:t>
      </w:r>
      <w:r w:rsidR="00C77B3A" w:rsidRPr="005D5673">
        <w:rPr>
          <w:rFonts w:ascii="Arial" w:hAnsi="Arial" w:cs="Arial"/>
          <w:sz w:val="20"/>
          <w:szCs w:val="20"/>
        </w:rPr>
        <w:t>(indicare al massimo due cifre decimali</w:t>
      </w:r>
      <w:r w:rsidR="00523EDA">
        <w:rPr>
          <w:rFonts w:ascii="Arial" w:hAnsi="Arial" w:cs="Arial"/>
          <w:sz w:val="20"/>
          <w:szCs w:val="20"/>
        </w:rPr>
        <w:t xml:space="preserve"> dopo la virgola</w:t>
      </w:r>
      <w:r w:rsidR="00C77B3A" w:rsidRPr="005D5673">
        <w:rPr>
          <w:rFonts w:ascii="Arial" w:hAnsi="Arial" w:cs="Arial"/>
          <w:sz w:val="20"/>
          <w:szCs w:val="20"/>
        </w:rPr>
        <w:t xml:space="preserve">) </w:t>
      </w:r>
      <w:r w:rsidR="00C77B3A" w:rsidRPr="005D5673">
        <w:rPr>
          <w:rFonts w:ascii="Arial" w:hAnsi="Arial" w:cs="Arial"/>
          <w:i/>
          <w:sz w:val="20"/>
          <w:szCs w:val="20"/>
        </w:rPr>
        <w:t>(in cifre)</w:t>
      </w:r>
      <w:r w:rsidR="00C77B3A"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2144646464"/>
        <w:placeholder>
          <w:docPart w:val="DefaultPlaceholder_1081868574"/>
        </w:placeholder>
        <w:showingPlcHdr/>
        <w:text/>
      </w:sdtPr>
      <w:sdtEndPr/>
      <w:sdtContent>
        <w:p w14:paraId="559D0E46" w14:textId="77777777" w:rsidR="00E162E4" w:rsidRPr="008705DF" w:rsidRDefault="00C77B3A" w:rsidP="0042332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05396EFF" w14:textId="77777777" w:rsidR="00C77B3A" w:rsidRPr="008705DF" w:rsidRDefault="00C77B3A" w:rsidP="00423322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0763DEC4" w14:textId="77777777" w:rsidR="00C77B3A" w:rsidRPr="005D5673" w:rsidRDefault="00523EDA" w:rsidP="00C77B3A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RIBASSO </w:t>
      </w:r>
      <w:r w:rsidR="0062553A" w:rsidRPr="00ED6D8D">
        <w:rPr>
          <w:rFonts w:ascii="Arial" w:hAnsi="Arial" w:cs="Arial"/>
          <w:b/>
          <w:sz w:val="20"/>
          <w:szCs w:val="20"/>
        </w:rPr>
        <w:t>UNICO</w:t>
      </w:r>
      <w:r w:rsidR="0062553A">
        <w:rPr>
          <w:rFonts w:ascii="Arial" w:hAnsi="Arial" w:cs="Arial"/>
          <w:b/>
          <w:sz w:val="20"/>
          <w:szCs w:val="20"/>
        </w:rPr>
        <w:t xml:space="preserve"> </w:t>
      </w:r>
      <w:r w:rsidRPr="00523EDA">
        <w:rPr>
          <w:rFonts w:ascii="Arial" w:hAnsi="Arial" w:cs="Arial"/>
          <w:b/>
          <w:sz w:val="20"/>
          <w:szCs w:val="20"/>
        </w:rPr>
        <w:t>PERCENTUALE DI SCONTO</w:t>
      </w:r>
      <w:r w:rsidR="00C77B3A"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>
        <w:rPr>
          <w:rFonts w:ascii="Arial" w:hAnsi="Arial" w:cs="Arial"/>
          <w:sz w:val="20"/>
          <w:szCs w:val="20"/>
        </w:rPr>
        <w:t xml:space="preserve"> dopo la virgola</w:t>
      </w:r>
      <w:r w:rsidR="00C77B3A" w:rsidRPr="005D5673">
        <w:rPr>
          <w:rFonts w:ascii="Arial" w:hAnsi="Arial" w:cs="Arial"/>
          <w:sz w:val="20"/>
          <w:szCs w:val="20"/>
        </w:rPr>
        <w:t>)</w:t>
      </w:r>
      <w:r w:rsidR="00C77B3A" w:rsidRPr="005D5673">
        <w:rPr>
          <w:rFonts w:ascii="Arial" w:hAnsi="Arial" w:cs="Arial"/>
          <w:i/>
          <w:sz w:val="20"/>
          <w:szCs w:val="20"/>
        </w:rPr>
        <w:t xml:space="preserve"> (in lettere):</w:t>
      </w:r>
    </w:p>
    <w:sdt>
      <w:sdtPr>
        <w:rPr>
          <w:rFonts w:ascii="Arial" w:hAnsi="Arial" w:cs="Arial"/>
          <w:sz w:val="20"/>
          <w:szCs w:val="20"/>
        </w:rPr>
        <w:id w:val="60304785"/>
        <w:placeholder>
          <w:docPart w:val="DefaultPlaceholder_1081868574"/>
        </w:placeholder>
        <w:showingPlcHdr/>
        <w:text/>
      </w:sdtPr>
      <w:sdtEndPr/>
      <w:sdtContent>
        <w:p w14:paraId="1D65CC8A" w14:textId="77777777" w:rsidR="009873B0" w:rsidRPr="008705DF" w:rsidRDefault="008705DF" w:rsidP="0042332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0D012E">
            <w:rPr>
              <w:rStyle w:val="Testosegnaposto"/>
            </w:rPr>
            <w:t>Fare clic qui per immettere testo.</w:t>
          </w:r>
        </w:p>
      </w:sdtContent>
    </w:sdt>
    <w:p w14:paraId="65647A9C" w14:textId="77777777" w:rsidR="008B434A" w:rsidRDefault="008B434A" w:rsidP="00423322">
      <w:pPr>
        <w:jc w:val="both"/>
        <w:rPr>
          <w:rFonts w:ascii="Arial" w:hAnsi="Arial" w:cs="Arial"/>
          <w:sz w:val="20"/>
          <w:szCs w:val="20"/>
        </w:rPr>
      </w:pPr>
    </w:p>
    <w:p w14:paraId="5AC0A084" w14:textId="198437E1" w:rsidR="00EB261E" w:rsidRPr="00354E1A" w:rsidRDefault="00215E52" w:rsidP="0062553A">
      <w:pPr>
        <w:pStyle w:val="LetteraTipo"/>
        <w:jc w:val="both"/>
      </w:pPr>
      <w:r w:rsidRPr="006F7070">
        <w:rPr>
          <w:b/>
        </w:rPr>
        <w:t>d</w:t>
      </w:r>
      <w:r w:rsidR="004579B1" w:rsidRPr="006F7070">
        <w:rPr>
          <w:b/>
        </w:rPr>
        <w:t>a applicar</w:t>
      </w:r>
      <w:r w:rsidRPr="006F7070">
        <w:rPr>
          <w:b/>
        </w:rPr>
        <w:t>e</w:t>
      </w:r>
      <w:r w:rsidR="004579B1" w:rsidRPr="006F7070">
        <w:rPr>
          <w:b/>
        </w:rPr>
        <w:t xml:space="preserve"> </w:t>
      </w:r>
      <w:r w:rsidR="006F7070" w:rsidRPr="006F7070">
        <w:rPr>
          <w:b/>
        </w:rPr>
        <w:t>al Computo Metrico Estimativo</w:t>
      </w:r>
      <w:r w:rsidR="0062553A" w:rsidRPr="006F7070">
        <w:rPr>
          <w:b/>
        </w:rPr>
        <w:t xml:space="preserve"> posto a base di gara.</w:t>
      </w:r>
    </w:p>
    <w:p w14:paraId="2ADACCBC" w14:textId="77777777" w:rsidR="004759CA" w:rsidRDefault="004759CA" w:rsidP="004759CA">
      <w:pPr>
        <w:pStyle w:val="Paragrafoelenco"/>
        <w:ind w:left="1080"/>
        <w:jc w:val="both"/>
        <w:rPr>
          <w:rFonts w:ascii="Arial" w:hAnsi="Arial" w:cs="Arial"/>
          <w:sz w:val="20"/>
          <w:szCs w:val="20"/>
        </w:rPr>
      </w:pPr>
    </w:p>
    <w:p w14:paraId="26ED078A" w14:textId="77777777" w:rsidR="00D61CE3" w:rsidRDefault="00D61CE3" w:rsidP="004759CA">
      <w:pPr>
        <w:pStyle w:val="Paragrafoelenco"/>
        <w:ind w:left="1080"/>
        <w:jc w:val="both"/>
        <w:rPr>
          <w:rFonts w:ascii="Arial" w:hAnsi="Arial" w:cs="Arial"/>
          <w:sz w:val="20"/>
          <w:szCs w:val="20"/>
        </w:rPr>
      </w:pPr>
    </w:p>
    <w:p w14:paraId="6E46F84B" w14:textId="77777777" w:rsidR="00DB1592" w:rsidRDefault="00DB1592" w:rsidP="00EB261E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33B05A2C" w14:textId="77777777" w:rsidR="00140599" w:rsidRPr="008B434A" w:rsidRDefault="008B434A" w:rsidP="00423322">
      <w:pPr>
        <w:jc w:val="both"/>
        <w:rPr>
          <w:rFonts w:ascii="Arial" w:hAnsi="Arial" w:cs="Arial"/>
          <w:b/>
          <w:sz w:val="20"/>
          <w:szCs w:val="20"/>
        </w:rPr>
      </w:pPr>
      <w:r w:rsidRPr="008B434A">
        <w:rPr>
          <w:rFonts w:ascii="Arial" w:hAnsi="Arial" w:cs="Arial"/>
          <w:b/>
          <w:sz w:val="20"/>
          <w:szCs w:val="20"/>
        </w:rPr>
        <w:t xml:space="preserve">In relazione all’offerta economica così come sopra formulata, si indicano di seguito i costi della manodopera e della sicurezza: </w:t>
      </w:r>
    </w:p>
    <w:p w14:paraId="0F800674" w14:textId="77777777" w:rsidR="002E1E12" w:rsidRDefault="002E1E12" w:rsidP="00423322">
      <w:pPr>
        <w:jc w:val="both"/>
        <w:rPr>
          <w:rFonts w:ascii="Arial" w:hAnsi="Arial" w:cs="Arial"/>
          <w:sz w:val="20"/>
          <w:szCs w:val="20"/>
        </w:rPr>
      </w:pPr>
    </w:p>
    <w:p w14:paraId="3D845A05" w14:textId="77777777" w:rsidR="0062553A" w:rsidRDefault="0062553A" w:rsidP="00423322">
      <w:pPr>
        <w:jc w:val="both"/>
        <w:rPr>
          <w:rFonts w:ascii="Arial" w:hAnsi="Arial" w:cs="Arial"/>
          <w:sz w:val="20"/>
          <w:szCs w:val="20"/>
        </w:rPr>
      </w:pPr>
    </w:p>
    <w:p w14:paraId="197E4F68" w14:textId="77777777" w:rsidR="002E1E12" w:rsidRDefault="008B434A" w:rsidP="002E1E1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2E1E12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2E1E12">
        <w:rPr>
          <w:rFonts w:ascii="Arial" w:hAnsi="Arial" w:cs="Arial"/>
          <w:b/>
          <w:sz w:val="20"/>
          <w:szCs w:val="20"/>
        </w:rPr>
        <w:t>MANODOPERA</w:t>
      </w:r>
      <w:r w:rsidR="002E1E12" w:rsidRPr="002E1E12">
        <w:t xml:space="preserve"> </w:t>
      </w:r>
      <w:r w:rsidR="002E1E12" w:rsidRPr="002E1E12">
        <w:rPr>
          <w:rFonts w:ascii="Arial" w:hAnsi="Arial" w:cs="Arial"/>
          <w:sz w:val="20"/>
          <w:szCs w:val="20"/>
        </w:rPr>
        <w:t>per l’espletamento delle attività oggetto di affidamento</w:t>
      </w:r>
      <w:r w:rsidR="002E1E12" w:rsidRPr="008705DF">
        <w:rPr>
          <w:rFonts w:ascii="Arial" w:hAnsi="Arial" w:cs="Arial"/>
          <w:sz w:val="20"/>
          <w:szCs w:val="20"/>
        </w:rPr>
        <w:t xml:space="preserve">: </w:t>
      </w:r>
      <w:r w:rsidR="002E1E12">
        <w:rPr>
          <w:rFonts w:ascii="Arial" w:hAnsi="Arial" w:cs="Arial"/>
          <w:sz w:val="20"/>
          <w:szCs w:val="20"/>
        </w:rPr>
        <w:t xml:space="preserve"> </w:t>
      </w:r>
      <w:r w:rsidR="002E1E12" w:rsidRPr="00FB7456">
        <w:rPr>
          <w:rFonts w:ascii="Arial" w:hAnsi="Arial" w:cs="Arial"/>
          <w:sz w:val="20"/>
          <w:szCs w:val="20"/>
        </w:rPr>
        <w:t xml:space="preserve"> </w:t>
      </w:r>
    </w:p>
    <w:p w14:paraId="1DB8F73D" w14:textId="77777777" w:rsidR="002E1E12" w:rsidRDefault="002E1E12" w:rsidP="002E1E12">
      <w:pPr>
        <w:jc w:val="both"/>
        <w:rPr>
          <w:rFonts w:ascii="Arial" w:hAnsi="Arial" w:cs="Arial"/>
          <w:sz w:val="20"/>
          <w:szCs w:val="20"/>
        </w:rPr>
      </w:pPr>
    </w:p>
    <w:p w14:paraId="5BF1AA50" w14:textId="77777777" w:rsidR="002E1E12" w:rsidRPr="005D5673" w:rsidRDefault="002E1E12" w:rsidP="002E1E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per la manodopera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451353001"/>
        <w:placeholder>
          <w:docPart w:val="1E58D621B7F648C998A09A68EE6EB9AC"/>
        </w:placeholder>
        <w:showingPlcHdr/>
        <w:text/>
      </w:sdtPr>
      <w:sdtEndPr/>
      <w:sdtContent>
        <w:p w14:paraId="611FA005" w14:textId="77777777" w:rsidR="002E1E12" w:rsidRPr="008705DF" w:rsidRDefault="002E1E12" w:rsidP="002E1E1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154ABB4F" w14:textId="77777777" w:rsidR="002E1E12" w:rsidRDefault="002E1E12" w:rsidP="002E1E12">
      <w:pPr>
        <w:jc w:val="both"/>
        <w:rPr>
          <w:rFonts w:ascii="Arial" w:hAnsi="Arial" w:cs="Arial"/>
          <w:sz w:val="20"/>
          <w:szCs w:val="20"/>
        </w:rPr>
      </w:pPr>
    </w:p>
    <w:p w14:paraId="6F0070DB" w14:textId="77777777" w:rsidR="002E1E12" w:rsidRPr="005D5673" w:rsidRDefault="002E1E12" w:rsidP="002E1E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costi per la manodopera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804895643"/>
        <w:placeholder>
          <w:docPart w:val="2B5FB8C943404C20881E072BF7C56079"/>
        </w:placeholder>
        <w:showingPlcHdr/>
        <w:text/>
      </w:sdtPr>
      <w:sdtEndPr/>
      <w:sdtContent>
        <w:p w14:paraId="7EF6735F" w14:textId="77777777" w:rsidR="002E1E12" w:rsidRPr="008705DF" w:rsidRDefault="002E1E12" w:rsidP="002E1E1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4FB5006B" w14:textId="77777777" w:rsidR="002E1E12" w:rsidRDefault="002E1E12" w:rsidP="00423322">
      <w:pPr>
        <w:jc w:val="both"/>
        <w:rPr>
          <w:rFonts w:ascii="Arial" w:hAnsi="Arial" w:cs="Arial"/>
          <w:sz w:val="20"/>
          <w:szCs w:val="20"/>
        </w:rPr>
      </w:pPr>
    </w:p>
    <w:p w14:paraId="6DDDDAEA" w14:textId="77777777" w:rsidR="005525DF" w:rsidRDefault="005525DF" w:rsidP="00423322">
      <w:pPr>
        <w:jc w:val="both"/>
        <w:rPr>
          <w:rFonts w:ascii="Arial" w:hAnsi="Arial" w:cs="Arial"/>
          <w:sz w:val="20"/>
          <w:szCs w:val="20"/>
        </w:rPr>
      </w:pPr>
    </w:p>
    <w:p w14:paraId="73243F3C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509AE74B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61A803E2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05A9D490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5F4C5B86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0F5FFAE6" w14:textId="77777777" w:rsidR="00FB7456" w:rsidRDefault="008B434A" w:rsidP="0042332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FB7456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C36984">
        <w:rPr>
          <w:rFonts w:ascii="Arial" w:hAnsi="Arial" w:cs="Arial"/>
          <w:b/>
          <w:sz w:val="20"/>
          <w:szCs w:val="20"/>
        </w:rPr>
        <w:t xml:space="preserve">SICUREZZA: </w:t>
      </w:r>
      <w:r w:rsidR="00FB7456" w:rsidRPr="008705DF">
        <w:rPr>
          <w:rFonts w:ascii="Arial" w:hAnsi="Arial" w:cs="Arial"/>
          <w:sz w:val="20"/>
          <w:szCs w:val="20"/>
        </w:rPr>
        <w:t xml:space="preserve"> </w:t>
      </w:r>
      <w:r w:rsidR="00FB7456">
        <w:rPr>
          <w:rFonts w:ascii="Arial" w:hAnsi="Arial" w:cs="Arial"/>
          <w:sz w:val="20"/>
          <w:szCs w:val="20"/>
        </w:rPr>
        <w:t xml:space="preserve"> </w:t>
      </w:r>
      <w:r w:rsidR="00FB7456" w:rsidRPr="00FB7456">
        <w:rPr>
          <w:rFonts w:ascii="Arial" w:hAnsi="Arial" w:cs="Arial"/>
          <w:sz w:val="20"/>
          <w:szCs w:val="20"/>
        </w:rPr>
        <w:t xml:space="preserve"> </w:t>
      </w:r>
    </w:p>
    <w:p w14:paraId="70290D83" w14:textId="77777777" w:rsidR="00FB7456" w:rsidRDefault="00FB7456" w:rsidP="00423322">
      <w:pPr>
        <w:jc w:val="both"/>
        <w:rPr>
          <w:rFonts w:ascii="Arial" w:hAnsi="Arial" w:cs="Arial"/>
          <w:sz w:val="20"/>
          <w:szCs w:val="20"/>
        </w:rPr>
      </w:pPr>
    </w:p>
    <w:p w14:paraId="71F85120" w14:textId="77777777" w:rsidR="00FB7456" w:rsidRPr="005D5673" w:rsidRDefault="00FB7456" w:rsidP="00FB74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285315132"/>
        <w:placeholder>
          <w:docPart w:val="71D3F80AF3C341EBA737D8303BFDC6AD"/>
        </w:placeholder>
        <w:showingPlcHdr/>
        <w:text/>
      </w:sdtPr>
      <w:sdtEndPr/>
      <w:sdtContent>
        <w:p w14:paraId="5E4D2040" w14:textId="77777777" w:rsidR="00FB7456" w:rsidRPr="008705DF" w:rsidRDefault="00FB7456" w:rsidP="00FB745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4FDB192E" w14:textId="77777777" w:rsidR="00FB7456" w:rsidRDefault="00FB7456" w:rsidP="00423322">
      <w:pPr>
        <w:jc w:val="both"/>
        <w:rPr>
          <w:rFonts w:ascii="Arial" w:hAnsi="Arial" w:cs="Arial"/>
          <w:sz w:val="20"/>
          <w:szCs w:val="20"/>
        </w:rPr>
      </w:pPr>
    </w:p>
    <w:p w14:paraId="2361E310" w14:textId="77777777" w:rsidR="00FB7456" w:rsidRPr="005D5673" w:rsidRDefault="00FB7456" w:rsidP="00FB74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598938611"/>
        <w:placeholder>
          <w:docPart w:val="29FBF649679E40F78B04BFB68A91F4E5"/>
        </w:placeholder>
        <w:showingPlcHdr/>
        <w:text/>
      </w:sdtPr>
      <w:sdtEndPr/>
      <w:sdtContent>
        <w:p w14:paraId="7D509F1F" w14:textId="77777777" w:rsidR="00FB7456" w:rsidRPr="008705DF" w:rsidRDefault="00FB7456" w:rsidP="00FB745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18F55EF3" w14:textId="77777777" w:rsidR="00FB7456" w:rsidRDefault="00FB7456" w:rsidP="00FB7456">
      <w:pPr>
        <w:jc w:val="both"/>
        <w:rPr>
          <w:rFonts w:ascii="Arial" w:hAnsi="Arial" w:cs="Arial"/>
          <w:sz w:val="20"/>
          <w:szCs w:val="20"/>
        </w:rPr>
      </w:pPr>
    </w:p>
    <w:p w14:paraId="18485F54" w14:textId="77777777" w:rsidR="00B75CD2" w:rsidRDefault="00B75CD2" w:rsidP="00423322">
      <w:pPr>
        <w:jc w:val="both"/>
        <w:rPr>
          <w:rFonts w:ascii="Arial" w:hAnsi="Arial" w:cs="Arial"/>
          <w:b/>
          <w:sz w:val="20"/>
          <w:szCs w:val="20"/>
        </w:rPr>
      </w:pPr>
    </w:p>
    <w:p w14:paraId="2B7DE532" w14:textId="77777777" w:rsidR="005525DF" w:rsidRPr="008705DF" w:rsidRDefault="005525DF" w:rsidP="00423322">
      <w:pPr>
        <w:jc w:val="both"/>
        <w:rPr>
          <w:rFonts w:ascii="Arial" w:hAnsi="Arial" w:cs="Arial"/>
          <w:b/>
          <w:sz w:val="20"/>
          <w:szCs w:val="20"/>
        </w:rPr>
      </w:pPr>
    </w:p>
    <w:p w14:paraId="17CE742D" w14:textId="77777777" w:rsidR="008501FB" w:rsidRPr="008705DF" w:rsidRDefault="008501FB" w:rsidP="008501FB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523EDA">
        <w:rPr>
          <w:rFonts w:ascii="Arial" w:hAnsi="Arial" w:cs="Arial"/>
          <w:b/>
          <w:sz w:val="20"/>
          <w:szCs w:val="20"/>
        </w:rPr>
        <w:t>1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="00013757" w:rsidRPr="008705DF">
        <w:rPr>
          <w:rFonts w:ascii="Arial" w:hAnsi="Arial" w:cs="Arial"/>
          <w:sz w:val="20"/>
          <w:szCs w:val="20"/>
        </w:rPr>
        <w:t>Il periodo di validità dell’offerta, a pena di esclusione dalla gara, non potrà essere inferiore a 180 giorni dalla data di scadenza del termine per la presentazione delle offerte.</w:t>
      </w:r>
    </w:p>
    <w:p w14:paraId="664BA0FC" w14:textId="77777777" w:rsidR="008501FB" w:rsidRDefault="008501FB" w:rsidP="008501FB">
      <w:pPr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523EDA">
        <w:rPr>
          <w:rFonts w:ascii="Arial" w:hAnsi="Arial" w:cs="Arial"/>
          <w:b/>
          <w:sz w:val="20"/>
          <w:szCs w:val="20"/>
        </w:rPr>
        <w:t>2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="00013757" w:rsidRPr="008705DF">
        <w:rPr>
          <w:rFonts w:ascii="Arial" w:hAnsi="Arial" w:cs="Arial"/>
          <w:sz w:val="20"/>
          <w:szCs w:val="20"/>
        </w:rPr>
        <w:t>in caso di mancata co</w:t>
      </w:r>
      <w:r w:rsidR="00190F7C" w:rsidRPr="008705DF">
        <w:rPr>
          <w:rFonts w:ascii="Arial" w:hAnsi="Arial" w:cs="Arial"/>
          <w:sz w:val="20"/>
          <w:szCs w:val="20"/>
        </w:rPr>
        <w:t xml:space="preserve">rrispondenza tra quanto indicato in </w:t>
      </w:r>
      <w:r w:rsidR="00190F7C" w:rsidRPr="008705DF">
        <w:rPr>
          <w:rFonts w:ascii="Arial" w:hAnsi="Arial" w:cs="Arial"/>
          <w:i/>
          <w:sz w:val="20"/>
          <w:szCs w:val="20"/>
        </w:rPr>
        <w:t>cifre</w:t>
      </w:r>
      <w:r w:rsidR="00190F7C" w:rsidRPr="008705DF">
        <w:rPr>
          <w:rFonts w:ascii="Arial" w:hAnsi="Arial" w:cs="Arial"/>
          <w:sz w:val="20"/>
          <w:szCs w:val="20"/>
        </w:rPr>
        <w:t xml:space="preserve"> ed in </w:t>
      </w:r>
      <w:r w:rsidR="00190F7C" w:rsidRPr="008705DF">
        <w:rPr>
          <w:rFonts w:ascii="Arial" w:hAnsi="Arial" w:cs="Arial"/>
          <w:i/>
          <w:sz w:val="20"/>
          <w:szCs w:val="20"/>
        </w:rPr>
        <w:t>lettere</w:t>
      </w:r>
      <w:r w:rsidR="00190F7C" w:rsidRPr="008705DF">
        <w:rPr>
          <w:rFonts w:ascii="Arial" w:hAnsi="Arial" w:cs="Arial"/>
          <w:sz w:val="20"/>
          <w:szCs w:val="20"/>
        </w:rPr>
        <w:t xml:space="preserve">, prevarrà quanto indicato in </w:t>
      </w:r>
      <w:r w:rsidR="00190F7C" w:rsidRPr="008B5C20">
        <w:rPr>
          <w:rFonts w:ascii="Arial" w:eastAsia="Calibri" w:hAnsi="Arial" w:cs="Arial"/>
          <w:sz w:val="20"/>
          <w:szCs w:val="20"/>
          <w:lang w:eastAsia="en-US"/>
        </w:rPr>
        <w:t>lettere.</w:t>
      </w:r>
    </w:p>
    <w:p w14:paraId="7E6BDE0D" w14:textId="77777777" w:rsidR="008B5C20" w:rsidRPr="005F1A69" w:rsidRDefault="008B5C20" w:rsidP="008B5C20">
      <w:pPr>
        <w:pStyle w:val="LetteraTipo"/>
        <w:jc w:val="both"/>
        <w:rPr>
          <w:rFonts w:eastAsia="Times New Roman"/>
          <w:lang w:eastAsia="it-IT"/>
        </w:rPr>
      </w:pPr>
      <w:r>
        <w:rPr>
          <w:b/>
        </w:rPr>
        <w:t>N.B.3</w:t>
      </w:r>
      <w:r w:rsidRPr="00454076">
        <w:rPr>
          <w:b/>
        </w:rPr>
        <w:t>:</w:t>
      </w:r>
      <w:r w:rsidRPr="00454076">
        <w:t xml:space="preserve"> </w:t>
      </w:r>
      <w:r w:rsidRPr="005F1A69">
        <w:rPr>
          <w:rFonts w:eastAsia="Times New Roman"/>
          <w:lang w:eastAsia="it-IT"/>
        </w:rPr>
        <w:t>l’offerta economica presentata si intende omnicomprensiva e compensativa di tutte le attività che verranno poste in essere per l’espletamento dell’appalto secondo quanto prescritto dalla documentazione di gara.</w:t>
      </w:r>
    </w:p>
    <w:p w14:paraId="0B329841" w14:textId="77777777" w:rsidR="008B5C20" w:rsidRPr="008705DF" w:rsidRDefault="008B5C20" w:rsidP="008501FB">
      <w:pPr>
        <w:jc w:val="both"/>
        <w:rPr>
          <w:rFonts w:ascii="Arial" w:hAnsi="Arial" w:cs="Arial"/>
          <w:i/>
          <w:sz w:val="20"/>
          <w:szCs w:val="20"/>
        </w:rPr>
      </w:pPr>
    </w:p>
    <w:p w14:paraId="2F07AF16" w14:textId="77777777" w:rsidR="008060F3" w:rsidRDefault="008060F3" w:rsidP="008501FB">
      <w:pPr>
        <w:jc w:val="both"/>
        <w:rPr>
          <w:rFonts w:ascii="Arial" w:hAnsi="Arial" w:cs="Arial"/>
          <w:i/>
          <w:sz w:val="20"/>
          <w:szCs w:val="20"/>
        </w:rPr>
      </w:pPr>
    </w:p>
    <w:p w14:paraId="54D49EAE" w14:textId="77777777" w:rsidR="00D61CE3" w:rsidRDefault="00D61CE3" w:rsidP="008501FB">
      <w:pPr>
        <w:jc w:val="both"/>
        <w:rPr>
          <w:rFonts w:ascii="Arial" w:hAnsi="Arial" w:cs="Arial"/>
          <w:i/>
          <w:sz w:val="20"/>
          <w:szCs w:val="20"/>
        </w:rPr>
      </w:pPr>
    </w:p>
    <w:p w14:paraId="7BD8622F" w14:textId="77777777" w:rsidR="006B26C1" w:rsidRPr="008705DF" w:rsidRDefault="006B26C1" w:rsidP="008501FB">
      <w:pPr>
        <w:jc w:val="both"/>
        <w:rPr>
          <w:rFonts w:ascii="Arial" w:hAnsi="Arial" w:cs="Arial"/>
          <w:i/>
          <w:sz w:val="20"/>
          <w:szCs w:val="20"/>
        </w:rPr>
      </w:pPr>
    </w:p>
    <w:p w14:paraId="373B9146" w14:textId="77777777" w:rsidR="008060F3" w:rsidRPr="008705DF" w:rsidRDefault="008060F3" w:rsidP="008501FB">
      <w:pPr>
        <w:jc w:val="both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B) ATI/CONSORZIO di cui all’Art. 48 del D. Lgs n.50/2016 COSTITUITI:</w:t>
      </w:r>
    </w:p>
    <w:p w14:paraId="0340E900" w14:textId="77777777" w:rsidR="008501FB" w:rsidRPr="008705DF" w:rsidRDefault="008501FB" w:rsidP="008501FB">
      <w:pPr>
        <w:jc w:val="both"/>
        <w:rPr>
          <w:rFonts w:ascii="Arial" w:hAnsi="Arial" w:cs="Arial"/>
          <w:sz w:val="20"/>
          <w:szCs w:val="20"/>
        </w:rPr>
      </w:pPr>
    </w:p>
    <w:p w14:paraId="6C374BCF" w14:textId="77777777" w:rsidR="008060F3" w:rsidRPr="008705DF" w:rsidRDefault="008060F3" w:rsidP="008501FB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l’Impresa/Società </w:t>
      </w:r>
      <w:sdt>
        <w:sdtPr>
          <w:rPr>
            <w:rFonts w:ascii="Arial" w:hAnsi="Arial" w:cs="Arial"/>
            <w:sz w:val="20"/>
            <w:szCs w:val="20"/>
          </w:rPr>
          <w:id w:val="535855894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 xml:space="preserve">  In qualità di Mandataria/Capogruppo della costituita Associazione Temporanea d’Impresa/Consorzio in forza del mandato collettivo speciale con rappresentanza, irrevocabile, allegato alla documentazione che correda la presenta offerta,</w:t>
      </w:r>
    </w:p>
    <w:p w14:paraId="206447DA" w14:textId="77777777" w:rsidR="008501FB" w:rsidRPr="008705DF" w:rsidRDefault="008501FB" w:rsidP="008501FB">
      <w:pPr>
        <w:jc w:val="both"/>
        <w:rPr>
          <w:rFonts w:ascii="Arial" w:hAnsi="Arial" w:cs="Arial"/>
          <w:sz w:val="20"/>
          <w:szCs w:val="20"/>
        </w:rPr>
      </w:pPr>
    </w:p>
    <w:p w14:paraId="42254625" w14:textId="77777777" w:rsidR="008060F3" w:rsidRPr="008705DF" w:rsidRDefault="008060F3" w:rsidP="008501FB">
      <w:pPr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i/>
          <w:sz w:val="20"/>
          <w:szCs w:val="20"/>
        </w:rPr>
        <w:t xml:space="preserve">ai sensi degli articoli 46 e 47 del DPR 28 dicembre 2000 n. 445, consapevole delle sanzioni penali previste dall’articolo 76 del medesimo DPR 445/2000, per le ipotesi di falsità in atti e dichiarazioni mendaci ivi indicate, </w:t>
      </w:r>
    </w:p>
    <w:p w14:paraId="2B00CC04" w14:textId="77777777" w:rsidR="008501FB" w:rsidRPr="008705DF" w:rsidRDefault="008501FB" w:rsidP="008501FB">
      <w:pPr>
        <w:jc w:val="both"/>
        <w:rPr>
          <w:rFonts w:ascii="Arial" w:hAnsi="Arial" w:cs="Arial"/>
          <w:sz w:val="20"/>
          <w:szCs w:val="20"/>
        </w:rPr>
      </w:pPr>
    </w:p>
    <w:p w14:paraId="589F6F5F" w14:textId="77777777" w:rsidR="008060F3" w:rsidRPr="008705DF" w:rsidRDefault="008060F3" w:rsidP="008060F3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DICHIARA</w:t>
      </w:r>
    </w:p>
    <w:p w14:paraId="77807902" w14:textId="77777777" w:rsidR="008060F3" w:rsidRPr="008705DF" w:rsidRDefault="008060F3" w:rsidP="008060F3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Che la medesima</w:t>
      </w:r>
    </w:p>
    <w:p w14:paraId="16AF3857" w14:textId="77777777" w:rsidR="008060F3" w:rsidRDefault="008060F3" w:rsidP="008B434A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SI OBBLIGA</w:t>
      </w:r>
    </w:p>
    <w:p w14:paraId="5B1129C3" w14:textId="77777777" w:rsidR="00326511" w:rsidRPr="008705DF" w:rsidRDefault="00326511" w:rsidP="008B434A">
      <w:pPr>
        <w:jc w:val="center"/>
        <w:rPr>
          <w:rFonts w:ascii="Arial" w:hAnsi="Arial" w:cs="Arial"/>
          <w:b/>
          <w:sz w:val="20"/>
          <w:szCs w:val="20"/>
        </w:rPr>
      </w:pPr>
    </w:p>
    <w:p w14:paraId="3C7BF49B" w14:textId="77777777" w:rsidR="00D61CE3" w:rsidRDefault="00D61CE3" w:rsidP="008060F3">
      <w:pPr>
        <w:jc w:val="both"/>
        <w:rPr>
          <w:rFonts w:ascii="Arial" w:hAnsi="Arial" w:cs="Arial"/>
          <w:sz w:val="20"/>
          <w:szCs w:val="20"/>
        </w:rPr>
      </w:pPr>
    </w:p>
    <w:p w14:paraId="7A63C52F" w14:textId="77777777" w:rsidR="008060F3" w:rsidRPr="008705DF" w:rsidRDefault="008705DF" w:rsidP="008060F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8060F3" w:rsidRPr="008705DF">
        <w:rPr>
          <w:rFonts w:ascii="Arial" w:hAnsi="Arial" w:cs="Arial"/>
          <w:sz w:val="20"/>
          <w:szCs w:val="20"/>
        </w:rPr>
        <w:t xml:space="preserve">d eseguire i </w:t>
      </w:r>
      <w:r w:rsidR="00326511">
        <w:rPr>
          <w:rFonts w:ascii="Arial" w:hAnsi="Arial" w:cs="Arial"/>
          <w:sz w:val="20"/>
          <w:szCs w:val="20"/>
        </w:rPr>
        <w:t>lavori</w:t>
      </w:r>
      <w:r w:rsidR="008060F3" w:rsidRPr="008705DF">
        <w:rPr>
          <w:rFonts w:ascii="Arial" w:hAnsi="Arial" w:cs="Arial"/>
          <w:sz w:val="20"/>
          <w:szCs w:val="20"/>
        </w:rPr>
        <w:t xml:space="preserve"> in oggetto, secondo quanto prescritto dalla documentazione tecnica alla seguenti condizioni:</w:t>
      </w:r>
    </w:p>
    <w:p w14:paraId="609084F9" w14:textId="77777777" w:rsidR="008060F3" w:rsidRPr="008705DF" w:rsidRDefault="008060F3" w:rsidP="008060F3">
      <w:pPr>
        <w:jc w:val="both"/>
        <w:rPr>
          <w:rFonts w:ascii="Arial" w:hAnsi="Arial" w:cs="Arial"/>
          <w:sz w:val="20"/>
          <w:szCs w:val="20"/>
        </w:rPr>
      </w:pPr>
    </w:p>
    <w:p w14:paraId="234A29B0" w14:textId="77777777" w:rsidR="00326511" w:rsidRDefault="00326511" w:rsidP="00326511">
      <w:pPr>
        <w:jc w:val="both"/>
        <w:rPr>
          <w:rFonts w:ascii="Arial" w:hAnsi="Arial" w:cs="Arial"/>
          <w:b/>
          <w:sz w:val="20"/>
          <w:szCs w:val="20"/>
        </w:rPr>
      </w:pPr>
    </w:p>
    <w:p w14:paraId="6F2E079F" w14:textId="77777777" w:rsidR="00655776" w:rsidRPr="005D5673" w:rsidRDefault="00655776" w:rsidP="006557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RIBASSO </w:t>
      </w:r>
      <w:r w:rsidRPr="00ED6D8D">
        <w:rPr>
          <w:rFonts w:ascii="Arial" w:hAnsi="Arial" w:cs="Arial"/>
          <w:b/>
          <w:sz w:val="20"/>
          <w:szCs w:val="20"/>
        </w:rPr>
        <w:t>UNICO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23EDA">
        <w:rPr>
          <w:rFonts w:ascii="Arial" w:hAnsi="Arial" w:cs="Arial"/>
          <w:b/>
          <w:sz w:val="20"/>
          <w:szCs w:val="20"/>
        </w:rPr>
        <w:t>PERCENTUALE DI SCONTO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>
        <w:rPr>
          <w:rFonts w:ascii="Arial" w:hAnsi="Arial" w:cs="Arial"/>
          <w:sz w:val="20"/>
          <w:szCs w:val="20"/>
        </w:rPr>
        <w:t xml:space="preserve"> 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>(in cifre)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935469712"/>
        <w:placeholder>
          <w:docPart w:val="507E5750BF914C88B1062B00287494C2"/>
        </w:placeholder>
        <w:showingPlcHdr/>
        <w:text/>
      </w:sdtPr>
      <w:sdtEndPr/>
      <w:sdtContent>
        <w:p w14:paraId="53E751ED" w14:textId="77777777" w:rsidR="00655776" w:rsidRPr="008705DF" w:rsidRDefault="00655776" w:rsidP="0065577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6C3ED1FA" w14:textId="77777777" w:rsidR="00655776" w:rsidRPr="008705DF" w:rsidRDefault="00655776" w:rsidP="00655776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410A5EB4" w14:textId="77777777" w:rsidR="00655776" w:rsidRPr="005D5673" w:rsidRDefault="00655776" w:rsidP="00655776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RIBASSO </w:t>
      </w:r>
      <w:r w:rsidRPr="00ED6D8D">
        <w:rPr>
          <w:rFonts w:ascii="Arial" w:hAnsi="Arial" w:cs="Arial"/>
          <w:b/>
          <w:sz w:val="20"/>
          <w:szCs w:val="20"/>
        </w:rPr>
        <w:t>UNICO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23EDA">
        <w:rPr>
          <w:rFonts w:ascii="Arial" w:hAnsi="Arial" w:cs="Arial"/>
          <w:b/>
          <w:sz w:val="20"/>
          <w:szCs w:val="20"/>
        </w:rPr>
        <w:t>PERCENTUALE DI SCONTO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>
        <w:rPr>
          <w:rFonts w:ascii="Arial" w:hAnsi="Arial" w:cs="Arial"/>
          <w:sz w:val="20"/>
          <w:szCs w:val="20"/>
        </w:rPr>
        <w:t xml:space="preserve"> dopo la virgola</w:t>
      </w:r>
      <w:r w:rsidRPr="005D5673">
        <w:rPr>
          <w:rFonts w:ascii="Arial" w:hAnsi="Arial" w:cs="Arial"/>
          <w:sz w:val="20"/>
          <w:szCs w:val="20"/>
        </w:rPr>
        <w:t>)</w:t>
      </w:r>
      <w:r w:rsidRPr="005D5673">
        <w:rPr>
          <w:rFonts w:ascii="Arial" w:hAnsi="Arial" w:cs="Arial"/>
          <w:i/>
          <w:sz w:val="20"/>
          <w:szCs w:val="20"/>
        </w:rPr>
        <w:t xml:space="preserve"> (in lettere):</w:t>
      </w:r>
    </w:p>
    <w:sdt>
      <w:sdtPr>
        <w:rPr>
          <w:rFonts w:ascii="Arial" w:hAnsi="Arial" w:cs="Arial"/>
          <w:sz w:val="20"/>
          <w:szCs w:val="20"/>
        </w:rPr>
        <w:id w:val="-1126777975"/>
        <w:placeholder>
          <w:docPart w:val="507E5750BF914C88B1062B00287494C2"/>
        </w:placeholder>
        <w:showingPlcHdr/>
        <w:text/>
      </w:sdtPr>
      <w:sdtEndPr/>
      <w:sdtContent>
        <w:p w14:paraId="45DFF509" w14:textId="77777777" w:rsidR="00655776" w:rsidRPr="008705DF" w:rsidRDefault="00655776" w:rsidP="0065577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0D012E">
            <w:rPr>
              <w:rStyle w:val="Testosegnaposto"/>
            </w:rPr>
            <w:t>Fare clic qui per immettere testo.</w:t>
          </w:r>
        </w:p>
      </w:sdtContent>
    </w:sdt>
    <w:p w14:paraId="3BC82559" w14:textId="77777777" w:rsidR="00655776" w:rsidRDefault="00655776" w:rsidP="00655776">
      <w:pPr>
        <w:jc w:val="both"/>
        <w:rPr>
          <w:rFonts w:ascii="Arial" w:hAnsi="Arial" w:cs="Arial"/>
          <w:sz w:val="20"/>
          <w:szCs w:val="20"/>
        </w:rPr>
      </w:pPr>
    </w:p>
    <w:p w14:paraId="084DA153" w14:textId="6509AF34" w:rsidR="00655776" w:rsidRPr="00354E1A" w:rsidRDefault="006F7070" w:rsidP="00655776">
      <w:pPr>
        <w:pStyle w:val="LetteraTipo"/>
        <w:jc w:val="both"/>
      </w:pPr>
      <w:r w:rsidRPr="006F7070">
        <w:rPr>
          <w:b/>
        </w:rPr>
        <w:t xml:space="preserve">da applicare al Computo Metrico </w:t>
      </w:r>
      <w:r>
        <w:rPr>
          <w:b/>
        </w:rPr>
        <w:t>Estimativo posto a base di gara</w:t>
      </w:r>
      <w:r w:rsidR="00655776" w:rsidRPr="00010E99">
        <w:rPr>
          <w:b/>
        </w:rPr>
        <w:t>.</w:t>
      </w:r>
    </w:p>
    <w:p w14:paraId="2532A666" w14:textId="77777777" w:rsidR="005F1A69" w:rsidRPr="005F1A69" w:rsidRDefault="005F1A69" w:rsidP="005F1A69">
      <w:pPr>
        <w:jc w:val="both"/>
        <w:rPr>
          <w:rFonts w:ascii="Arial" w:hAnsi="Arial" w:cs="Arial"/>
          <w:sz w:val="20"/>
          <w:szCs w:val="20"/>
        </w:rPr>
      </w:pPr>
    </w:p>
    <w:p w14:paraId="23266834" w14:textId="77777777" w:rsidR="006B26C1" w:rsidRDefault="006B26C1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137861DE" w14:textId="77777777" w:rsidR="008B434A" w:rsidRDefault="008B434A" w:rsidP="00140599">
      <w:pPr>
        <w:jc w:val="both"/>
        <w:rPr>
          <w:rFonts w:ascii="Arial" w:hAnsi="Arial" w:cs="Arial"/>
          <w:sz w:val="20"/>
          <w:szCs w:val="20"/>
        </w:rPr>
      </w:pPr>
      <w:r w:rsidRPr="008B434A">
        <w:rPr>
          <w:rFonts w:ascii="Arial" w:hAnsi="Arial" w:cs="Arial"/>
          <w:b/>
          <w:sz w:val="20"/>
          <w:szCs w:val="20"/>
        </w:rPr>
        <w:t>In relazione all’offerta economica così come sopra formulata, si indicano di seguito i costi della m</w:t>
      </w:r>
      <w:r w:rsidR="00326511">
        <w:rPr>
          <w:rFonts w:ascii="Arial" w:hAnsi="Arial" w:cs="Arial"/>
          <w:b/>
          <w:sz w:val="20"/>
          <w:szCs w:val="20"/>
        </w:rPr>
        <w:t>a</w:t>
      </w:r>
      <w:r w:rsidRPr="008B434A">
        <w:rPr>
          <w:rFonts w:ascii="Arial" w:hAnsi="Arial" w:cs="Arial"/>
          <w:b/>
          <w:sz w:val="20"/>
          <w:szCs w:val="20"/>
        </w:rPr>
        <w:t xml:space="preserve">nodopera e della sicurezza: </w:t>
      </w:r>
    </w:p>
    <w:p w14:paraId="0C4F465C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584B008D" w14:textId="77777777" w:rsidR="00140599" w:rsidRDefault="008B434A" w:rsidP="0014059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140599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140599">
        <w:rPr>
          <w:rFonts w:ascii="Arial" w:hAnsi="Arial" w:cs="Arial"/>
          <w:b/>
          <w:sz w:val="20"/>
          <w:szCs w:val="20"/>
        </w:rPr>
        <w:t>MANODOPERA</w:t>
      </w:r>
      <w:r w:rsidR="00140599" w:rsidRPr="002E1E12">
        <w:t xml:space="preserve"> </w:t>
      </w:r>
      <w:r w:rsidR="00140599" w:rsidRPr="002E1E12">
        <w:rPr>
          <w:rFonts w:ascii="Arial" w:hAnsi="Arial" w:cs="Arial"/>
          <w:sz w:val="20"/>
          <w:szCs w:val="20"/>
        </w:rPr>
        <w:t>per l’espletamento delle attività oggetto di affidamento</w:t>
      </w:r>
      <w:r w:rsidR="00140599" w:rsidRPr="008705DF">
        <w:rPr>
          <w:rFonts w:ascii="Arial" w:hAnsi="Arial" w:cs="Arial"/>
          <w:sz w:val="20"/>
          <w:szCs w:val="20"/>
        </w:rPr>
        <w:t xml:space="preserve">: </w:t>
      </w:r>
      <w:r w:rsidR="00140599">
        <w:rPr>
          <w:rFonts w:ascii="Arial" w:hAnsi="Arial" w:cs="Arial"/>
          <w:sz w:val="20"/>
          <w:szCs w:val="20"/>
        </w:rPr>
        <w:t xml:space="preserve"> </w:t>
      </w:r>
      <w:r w:rsidR="00140599" w:rsidRPr="00FB7456">
        <w:rPr>
          <w:rFonts w:ascii="Arial" w:hAnsi="Arial" w:cs="Arial"/>
          <w:sz w:val="20"/>
          <w:szCs w:val="20"/>
        </w:rPr>
        <w:t xml:space="preserve"> </w:t>
      </w:r>
    </w:p>
    <w:p w14:paraId="506105DA" w14:textId="77777777" w:rsidR="005525DF" w:rsidRDefault="005525DF" w:rsidP="00140599">
      <w:pPr>
        <w:rPr>
          <w:rFonts w:ascii="Arial" w:hAnsi="Arial" w:cs="Arial"/>
          <w:sz w:val="20"/>
          <w:szCs w:val="20"/>
        </w:rPr>
      </w:pPr>
    </w:p>
    <w:p w14:paraId="352A53DD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per la manodopera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704130301"/>
        <w:placeholder>
          <w:docPart w:val="D5098381DC9A4D1198723FC641A5FCD5"/>
        </w:placeholder>
        <w:showingPlcHdr/>
        <w:text/>
      </w:sdtPr>
      <w:sdtEndPr/>
      <w:sdtContent>
        <w:p w14:paraId="33E00CB1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3553C01D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68FDDBE5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costi per la manodopera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084674136"/>
        <w:placeholder>
          <w:docPart w:val="BD2C9A50A54444E88B815A516B24650B"/>
        </w:placeholder>
        <w:showingPlcHdr/>
        <w:text/>
      </w:sdtPr>
      <w:sdtEndPr/>
      <w:sdtContent>
        <w:p w14:paraId="6DE9C558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3C44A30D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302FFAB9" w14:textId="77777777" w:rsidR="00140599" w:rsidRDefault="008B434A" w:rsidP="0014059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140599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140599">
        <w:rPr>
          <w:rFonts w:ascii="Arial" w:hAnsi="Arial" w:cs="Arial"/>
          <w:b/>
          <w:sz w:val="20"/>
          <w:szCs w:val="20"/>
        </w:rPr>
        <w:t>SICUREZZA</w:t>
      </w:r>
      <w:r w:rsidR="00140599" w:rsidRPr="008705DF">
        <w:rPr>
          <w:rFonts w:ascii="Arial" w:hAnsi="Arial" w:cs="Arial"/>
          <w:sz w:val="20"/>
          <w:szCs w:val="20"/>
        </w:rPr>
        <w:t xml:space="preserve">: </w:t>
      </w:r>
      <w:r w:rsidR="00140599">
        <w:rPr>
          <w:rFonts w:ascii="Arial" w:hAnsi="Arial" w:cs="Arial"/>
          <w:sz w:val="20"/>
          <w:szCs w:val="20"/>
        </w:rPr>
        <w:t xml:space="preserve"> </w:t>
      </w:r>
      <w:r w:rsidR="00140599" w:rsidRPr="00FB7456">
        <w:rPr>
          <w:rFonts w:ascii="Arial" w:hAnsi="Arial" w:cs="Arial"/>
          <w:sz w:val="20"/>
          <w:szCs w:val="20"/>
        </w:rPr>
        <w:t xml:space="preserve"> </w:t>
      </w:r>
    </w:p>
    <w:p w14:paraId="3BB24C3F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4223D9D7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772999813"/>
        <w:placeholder>
          <w:docPart w:val="508CB12EB51449548CAE12EF9B8AAD60"/>
        </w:placeholder>
        <w:showingPlcHdr/>
        <w:text/>
      </w:sdtPr>
      <w:sdtEndPr/>
      <w:sdtContent>
        <w:p w14:paraId="7468D57C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74D2E1B7" w14:textId="77777777" w:rsidR="00140599" w:rsidRDefault="008B434A" w:rsidP="008B434A">
      <w:pPr>
        <w:tabs>
          <w:tab w:val="left" w:pos="346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92A2A6E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602678727"/>
        <w:placeholder>
          <w:docPart w:val="44C133F7CA204A09BAF576DA9C6AF4CD"/>
        </w:placeholder>
        <w:showingPlcHdr/>
        <w:text/>
      </w:sdtPr>
      <w:sdtEndPr/>
      <w:sdtContent>
        <w:p w14:paraId="41AAAF07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4C097D0E" w14:textId="77777777" w:rsidR="0071695A" w:rsidRDefault="0071695A" w:rsidP="0071695A">
      <w:pPr>
        <w:jc w:val="both"/>
        <w:rPr>
          <w:rFonts w:ascii="Arial" w:hAnsi="Arial" w:cs="Arial"/>
          <w:sz w:val="20"/>
          <w:szCs w:val="20"/>
        </w:rPr>
      </w:pPr>
    </w:p>
    <w:p w14:paraId="230F4FF0" w14:textId="77777777" w:rsidR="0071695A" w:rsidRDefault="0071695A" w:rsidP="0071695A">
      <w:pPr>
        <w:jc w:val="both"/>
        <w:rPr>
          <w:rFonts w:ascii="Arial" w:hAnsi="Arial" w:cs="Arial"/>
          <w:sz w:val="20"/>
          <w:szCs w:val="20"/>
        </w:rPr>
      </w:pPr>
    </w:p>
    <w:p w14:paraId="1D7A7977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Ai sensi dell’art. 48 comma 4 del D.lgs n. 50/2016, si riportano di seguito le parti del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che saranno eseguite dai singoli operatori economici riuniti o consorziati:</w:t>
      </w:r>
    </w:p>
    <w:p w14:paraId="7E928472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953757988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</w:p>
    <w:p w14:paraId="55F00EC9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2126199003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………………………………………………………………………..………………</w:t>
          </w:r>
        </w:sdtContent>
      </w:sdt>
    </w:p>
    <w:p w14:paraId="75741B25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2063979753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  <w:r w:rsidRPr="006D1C62">
        <w:rPr>
          <w:rFonts w:ascii="Arial" w:hAnsi="Arial" w:cs="Arial"/>
          <w:sz w:val="20"/>
          <w:szCs w:val="20"/>
        </w:rPr>
        <w:t xml:space="preserve"> </w:t>
      </w:r>
    </w:p>
    <w:p w14:paraId="02424A63" w14:textId="77777777" w:rsidR="0071695A" w:rsidRPr="006D1C62" w:rsidRDefault="006D1C62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servizio/fornitura/lavori</w:t>
      </w:r>
      <w:sdt>
        <w:sdtPr>
          <w:rPr>
            <w:rFonts w:ascii="Arial" w:hAnsi="Arial" w:cs="Arial"/>
            <w:sz w:val="20"/>
            <w:szCs w:val="20"/>
          </w:rPr>
          <w:id w:val="1224804464"/>
          <w:placeholder>
            <w:docPart w:val="F22C545C670B45C089789ECBA4C0F1CD"/>
          </w:placeholder>
          <w:text/>
        </w:sdtPr>
        <w:sdtEndPr/>
        <w:sdtContent>
          <w:r w:rsidR="0071695A"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………………………………………………………………..………………………</w:t>
          </w:r>
        </w:sdtContent>
      </w:sdt>
    </w:p>
    <w:p w14:paraId="442C79D4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-401221146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</w:p>
    <w:p w14:paraId="794A86E4" w14:textId="77777777" w:rsidR="0071695A" w:rsidRDefault="0071695A" w:rsidP="0071695A">
      <w:pPr>
        <w:jc w:val="both"/>
        <w:rPr>
          <w:rFonts w:ascii="Arial" w:hAnsi="Arial" w:cs="Arial"/>
          <w:b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308633772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………………………………………………………………..………………………</w:t>
          </w:r>
        </w:sdtContent>
      </w:sdt>
    </w:p>
    <w:p w14:paraId="3B25D79B" w14:textId="77777777" w:rsidR="0071695A" w:rsidRDefault="0071695A" w:rsidP="0071695A">
      <w:pPr>
        <w:jc w:val="both"/>
        <w:rPr>
          <w:rFonts w:ascii="Arial" w:hAnsi="Arial" w:cs="Arial"/>
          <w:b/>
          <w:sz w:val="20"/>
          <w:szCs w:val="20"/>
        </w:rPr>
      </w:pPr>
    </w:p>
    <w:p w14:paraId="35CD3C09" w14:textId="77777777" w:rsidR="005525DF" w:rsidRDefault="005525DF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1D85003C" w14:textId="77777777" w:rsidR="00655776" w:rsidRDefault="00655776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1266C4E8" w14:textId="77777777" w:rsidR="00140599" w:rsidRPr="008705DF" w:rsidRDefault="00140599" w:rsidP="00140599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326511">
        <w:rPr>
          <w:rFonts w:ascii="Arial" w:hAnsi="Arial" w:cs="Arial"/>
          <w:b/>
          <w:sz w:val="20"/>
          <w:szCs w:val="20"/>
        </w:rPr>
        <w:t>1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>Il periodo di validità dell’offerta, a pena di esclusione dalla gara, non potrà essere inferiore a 180 giorni dalla data di scadenza del termine per la presentazione delle offerte.</w:t>
      </w:r>
    </w:p>
    <w:p w14:paraId="0B9CBA39" w14:textId="77777777" w:rsidR="00140599" w:rsidRPr="008705DF" w:rsidRDefault="00140599" w:rsidP="00140599">
      <w:pPr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326511">
        <w:rPr>
          <w:rFonts w:ascii="Arial" w:hAnsi="Arial" w:cs="Arial"/>
          <w:b/>
          <w:sz w:val="20"/>
          <w:szCs w:val="20"/>
        </w:rPr>
        <w:t>2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 xml:space="preserve">in caso di mancata corrispondenza tra quanto indicato in </w:t>
      </w:r>
      <w:r w:rsidRPr="008705DF">
        <w:rPr>
          <w:rFonts w:ascii="Arial" w:hAnsi="Arial" w:cs="Arial"/>
          <w:i/>
          <w:sz w:val="20"/>
          <w:szCs w:val="20"/>
        </w:rPr>
        <w:t>cifre</w:t>
      </w:r>
      <w:r w:rsidRPr="008705DF">
        <w:rPr>
          <w:rFonts w:ascii="Arial" w:hAnsi="Arial" w:cs="Arial"/>
          <w:sz w:val="20"/>
          <w:szCs w:val="20"/>
        </w:rPr>
        <w:t xml:space="preserve"> ed in </w:t>
      </w:r>
      <w:r w:rsidRPr="008705DF">
        <w:rPr>
          <w:rFonts w:ascii="Arial" w:hAnsi="Arial" w:cs="Arial"/>
          <w:i/>
          <w:sz w:val="20"/>
          <w:szCs w:val="20"/>
        </w:rPr>
        <w:t>lettere</w:t>
      </w:r>
      <w:r w:rsidRPr="008705DF">
        <w:rPr>
          <w:rFonts w:ascii="Arial" w:hAnsi="Arial" w:cs="Arial"/>
          <w:sz w:val="20"/>
          <w:szCs w:val="20"/>
        </w:rPr>
        <w:t xml:space="preserve">, prevarrà quanto indicato in </w:t>
      </w:r>
      <w:r w:rsidRPr="005A6AA9">
        <w:rPr>
          <w:rFonts w:ascii="Arial" w:hAnsi="Arial" w:cs="Arial"/>
          <w:sz w:val="20"/>
          <w:szCs w:val="20"/>
        </w:rPr>
        <w:t>lettere.</w:t>
      </w:r>
    </w:p>
    <w:p w14:paraId="16A0CA31" w14:textId="77777777" w:rsidR="008060F3" w:rsidRDefault="005A6AA9" w:rsidP="008060F3">
      <w:pPr>
        <w:jc w:val="both"/>
        <w:rPr>
          <w:rFonts w:ascii="Arial" w:hAnsi="Arial" w:cs="Arial"/>
          <w:sz w:val="20"/>
          <w:szCs w:val="20"/>
        </w:rPr>
      </w:pPr>
      <w:r w:rsidRPr="005A6AA9">
        <w:rPr>
          <w:rFonts w:ascii="Arial" w:hAnsi="Arial" w:cs="Arial"/>
          <w:b/>
          <w:sz w:val="20"/>
          <w:szCs w:val="20"/>
        </w:rPr>
        <w:t>N.B.3</w:t>
      </w:r>
      <w:r w:rsidRPr="005A6AA9">
        <w:rPr>
          <w:rFonts w:ascii="Arial" w:hAnsi="Arial" w:cs="Arial"/>
          <w:sz w:val="20"/>
          <w:szCs w:val="20"/>
        </w:rPr>
        <w:t>: l’offerta economica presentata si intende omnicomprensiva e compensativa di tutte le attività che verranno poste in essere per l’espletamento dell’appalto secondo quanto prescritto dalla documentazione di gara.</w:t>
      </w:r>
    </w:p>
    <w:p w14:paraId="31797718" w14:textId="77777777" w:rsidR="006B26C1" w:rsidRDefault="006B26C1" w:rsidP="008060F3">
      <w:pPr>
        <w:jc w:val="both"/>
        <w:rPr>
          <w:rFonts w:ascii="Arial" w:hAnsi="Arial" w:cs="Arial"/>
          <w:sz w:val="20"/>
          <w:szCs w:val="20"/>
        </w:rPr>
      </w:pPr>
    </w:p>
    <w:p w14:paraId="1BDA9D87" w14:textId="77777777" w:rsidR="00655776" w:rsidRDefault="00655776" w:rsidP="008060F3">
      <w:pPr>
        <w:jc w:val="both"/>
        <w:rPr>
          <w:rFonts w:ascii="Arial" w:hAnsi="Arial" w:cs="Arial"/>
          <w:sz w:val="20"/>
          <w:szCs w:val="20"/>
        </w:rPr>
      </w:pPr>
    </w:p>
    <w:p w14:paraId="2CD9F44C" w14:textId="77777777" w:rsidR="006B26C1" w:rsidRPr="008705DF" w:rsidRDefault="006B26C1" w:rsidP="008060F3">
      <w:pPr>
        <w:jc w:val="both"/>
        <w:rPr>
          <w:rFonts w:ascii="Arial" w:hAnsi="Arial" w:cs="Arial"/>
          <w:sz w:val="20"/>
          <w:szCs w:val="20"/>
        </w:rPr>
      </w:pPr>
    </w:p>
    <w:p w14:paraId="407DE08D" w14:textId="77777777" w:rsidR="007D4160" w:rsidRPr="008705DF" w:rsidRDefault="007D4160" w:rsidP="007D4160">
      <w:pPr>
        <w:jc w:val="both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C) ATI/CONSORZIO di cui all’Art. 48 del D. Lgs n.50/2016 COSTITUENDI:</w:t>
      </w:r>
    </w:p>
    <w:p w14:paraId="381C4C00" w14:textId="77777777" w:rsidR="00AC6412" w:rsidRPr="008705DF" w:rsidRDefault="00AC6412" w:rsidP="007D4160">
      <w:pPr>
        <w:jc w:val="both"/>
        <w:rPr>
          <w:rFonts w:ascii="Arial" w:hAnsi="Arial" w:cs="Arial"/>
          <w:b/>
          <w:sz w:val="20"/>
          <w:szCs w:val="20"/>
        </w:rPr>
      </w:pPr>
    </w:p>
    <w:p w14:paraId="309C807B" w14:textId="77777777" w:rsidR="00AC6412" w:rsidRPr="008705DF" w:rsidRDefault="00AC6412" w:rsidP="007D4160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Le sotto riportate imprese:</w:t>
      </w:r>
    </w:p>
    <w:p w14:paraId="7EF9B869" w14:textId="77777777" w:rsidR="007D4160" w:rsidRPr="008705DF" w:rsidRDefault="007D4160" w:rsidP="008060F3">
      <w:pPr>
        <w:jc w:val="both"/>
        <w:rPr>
          <w:rFonts w:ascii="Arial" w:hAnsi="Arial" w:cs="Arial"/>
          <w:sz w:val="20"/>
          <w:szCs w:val="20"/>
        </w:rPr>
      </w:pPr>
    </w:p>
    <w:p w14:paraId="4D248A28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1 </w:t>
      </w:r>
      <w:sdt>
        <w:sdtPr>
          <w:rPr>
            <w:rFonts w:ascii="Arial" w:hAnsi="Arial" w:cs="Arial"/>
            <w:sz w:val="20"/>
            <w:szCs w:val="20"/>
          </w:rPr>
          <w:id w:val="-1900358506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 xml:space="preserve">        </w:t>
      </w:r>
      <w:r w:rsidR="00326511">
        <w:rPr>
          <w:rFonts w:ascii="Arial" w:hAnsi="Arial" w:cs="Arial"/>
          <w:sz w:val="20"/>
          <w:szCs w:val="20"/>
        </w:rPr>
        <w:t xml:space="preserve">  </w:t>
      </w:r>
      <w:r w:rsidRPr="008705DF">
        <w:rPr>
          <w:rFonts w:ascii="Arial" w:hAnsi="Arial" w:cs="Arial"/>
          <w:sz w:val="20"/>
          <w:szCs w:val="20"/>
        </w:rPr>
        <w:t xml:space="preserve">Con sede </w:t>
      </w:r>
      <w:sdt>
        <w:sdtPr>
          <w:rPr>
            <w:rFonts w:ascii="Arial" w:hAnsi="Arial" w:cs="Arial"/>
            <w:sz w:val="20"/>
            <w:szCs w:val="20"/>
          </w:rPr>
          <w:id w:val="-168494696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 xml:space="preserve"> (Mandataria/Capogruppo)</w:t>
      </w:r>
    </w:p>
    <w:p w14:paraId="0DD4FDAC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2 </w:t>
      </w:r>
      <w:sdt>
        <w:sdtPr>
          <w:rPr>
            <w:rFonts w:ascii="Arial" w:hAnsi="Arial" w:cs="Arial"/>
            <w:sz w:val="20"/>
            <w:szCs w:val="20"/>
          </w:rPr>
          <w:id w:val="2127118672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ab/>
        <w:t xml:space="preserve">Con sede </w:t>
      </w:r>
      <w:sdt>
        <w:sdtPr>
          <w:rPr>
            <w:rFonts w:ascii="Arial" w:hAnsi="Arial" w:cs="Arial"/>
            <w:sz w:val="20"/>
            <w:szCs w:val="20"/>
          </w:rPr>
          <w:id w:val="1854837082"/>
          <w:placeholder>
            <w:docPart w:val="DefaultPlaceholder_1081868574"/>
          </w:placeholder>
          <w:showingPlcHdr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3F145A7E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3 </w:t>
      </w:r>
      <w:sdt>
        <w:sdtPr>
          <w:rPr>
            <w:rFonts w:ascii="Arial" w:hAnsi="Arial" w:cs="Arial"/>
            <w:sz w:val="20"/>
            <w:szCs w:val="20"/>
          </w:rPr>
          <w:id w:val="-111290637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ab/>
        <w:t xml:space="preserve">Con sede </w:t>
      </w:r>
      <w:sdt>
        <w:sdtPr>
          <w:rPr>
            <w:rFonts w:ascii="Arial" w:hAnsi="Arial" w:cs="Arial"/>
            <w:sz w:val="20"/>
            <w:szCs w:val="20"/>
          </w:rPr>
          <w:id w:val="1159277442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0AE077A8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4 </w:t>
      </w:r>
      <w:sdt>
        <w:sdtPr>
          <w:rPr>
            <w:rFonts w:ascii="Arial" w:hAnsi="Arial" w:cs="Arial"/>
            <w:sz w:val="20"/>
            <w:szCs w:val="20"/>
          </w:rPr>
          <w:id w:val="-2099696686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ab/>
        <w:t xml:space="preserve">Con sede </w:t>
      </w:r>
      <w:sdt>
        <w:sdtPr>
          <w:rPr>
            <w:rFonts w:ascii="Arial" w:hAnsi="Arial" w:cs="Arial"/>
            <w:sz w:val="20"/>
            <w:szCs w:val="20"/>
          </w:rPr>
          <w:id w:val="1885131268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sdt>
      <w:sdtPr>
        <w:rPr>
          <w:rFonts w:ascii="Arial" w:hAnsi="Arial" w:cs="Arial"/>
          <w:sz w:val="20"/>
          <w:szCs w:val="20"/>
        </w:rPr>
        <w:id w:val="1562827996"/>
        <w:placeholder>
          <w:docPart w:val="DefaultPlaceholder_1081868574"/>
        </w:placeholder>
        <w:showingPlcHdr/>
        <w:text/>
      </w:sdtPr>
      <w:sdtEndPr/>
      <w:sdtContent>
        <w:p w14:paraId="605B2060" w14:textId="77777777" w:rsidR="00AC6412" w:rsidRPr="008705DF" w:rsidRDefault="00AC6412" w:rsidP="00AC641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22F5F37F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</w:p>
    <w:p w14:paraId="508B02D6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Impegnate a costituirsi in ATI/Consorzio, in caso di aggiudicazione, mediante conferimento di mandato collettivo speciale con rappresentanza all’Impresa qualificata come mandataria o capogruppo, la quale stipulerà il contratto in nome proprio e delle mandanti, così come dichiarato nella documentazione che correda la presente offerta,</w:t>
      </w:r>
    </w:p>
    <w:p w14:paraId="7FF8B251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</w:p>
    <w:p w14:paraId="02DDC0D2" w14:textId="77777777" w:rsidR="008E5D86" w:rsidRPr="008705DF" w:rsidRDefault="008E5D86" w:rsidP="008E5D86">
      <w:pPr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i/>
          <w:sz w:val="20"/>
          <w:szCs w:val="20"/>
        </w:rPr>
        <w:t xml:space="preserve">ai sensi degli articoli 46 e 47 del DPR 28 dicembre 2000 n. 445, consapevole delle sanzioni penali previste dall’articolo 76 del medesimo DPR 445/2000, per le ipotesi di falsità in atti e dichiarazioni mendaci ivi indicate, </w:t>
      </w:r>
    </w:p>
    <w:p w14:paraId="103AE147" w14:textId="77777777" w:rsidR="008E5D86" w:rsidRPr="008705DF" w:rsidRDefault="008E5D86" w:rsidP="008E5D86">
      <w:pPr>
        <w:jc w:val="both"/>
        <w:rPr>
          <w:rFonts w:ascii="Arial" w:hAnsi="Arial" w:cs="Arial"/>
          <w:sz w:val="20"/>
          <w:szCs w:val="20"/>
        </w:rPr>
      </w:pPr>
    </w:p>
    <w:p w14:paraId="3DE121FC" w14:textId="77777777" w:rsidR="008E5D86" w:rsidRPr="008705DF" w:rsidRDefault="008E5D86" w:rsidP="008E5D86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DICHIARANO CONGIUNTAMENTE</w:t>
      </w:r>
    </w:p>
    <w:p w14:paraId="00E18C14" w14:textId="77777777" w:rsidR="008E5D86" w:rsidRPr="008705DF" w:rsidRDefault="008E5D86" w:rsidP="008E5D86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Che le medesime</w:t>
      </w:r>
    </w:p>
    <w:p w14:paraId="67C79256" w14:textId="77777777" w:rsidR="008E5D86" w:rsidRPr="008705DF" w:rsidRDefault="008E5D86" w:rsidP="008E5D86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SI OBBLIGANO</w:t>
      </w:r>
    </w:p>
    <w:p w14:paraId="6E45DA7C" w14:textId="77777777" w:rsidR="008E5D86" w:rsidRPr="008705DF" w:rsidRDefault="008E5D86" w:rsidP="008E5D86">
      <w:pPr>
        <w:jc w:val="both"/>
        <w:rPr>
          <w:rFonts w:ascii="Arial" w:hAnsi="Arial" w:cs="Arial"/>
          <w:b/>
          <w:sz w:val="20"/>
          <w:szCs w:val="20"/>
        </w:rPr>
      </w:pPr>
    </w:p>
    <w:p w14:paraId="08DBCC46" w14:textId="77777777" w:rsidR="008E5D86" w:rsidRDefault="008E5D86" w:rsidP="008E5D86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Ad eseguire i </w:t>
      </w:r>
      <w:r w:rsidR="00BC6AD5">
        <w:rPr>
          <w:rFonts w:ascii="Arial" w:hAnsi="Arial" w:cs="Arial"/>
          <w:sz w:val="20"/>
          <w:szCs w:val="20"/>
        </w:rPr>
        <w:t>lavori</w:t>
      </w:r>
      <w:r w:rsidRPr="008705DF">
        <w:rPr>
          <w:rFonts w:ascii="Arial" w:hAnsi="Arial" w:cs="Arial"/>
          <w:sz w:val="20"/>
          <w:szCs w:val="20"/>
        </w:rPr>
        <w:t xml:space="preserve"> in oggetto, secondo quanto prescritto dalla documentazione tecnica alla seguenti condizioni:</w:t>
      </w:r>
    </w:p>
    <w:p w14:paraId="73384B67" w14:textId="77777777" w:rsidR="008B434A" w:rsidRPr="008705DF" w:rsidRDefault="008B434A" w:rsidP="008E5D86">
      <w:pPr>
        <w:jc w:val="both"/>
        <w:rPr>
          <w:rFonts w:ascii="Arial" w:hAnsi="Arial" w:cs="Arial"/>
          <w:sz w:val="20"/>
          <w:szCs w:val="20"/>
        </w:rPr>
      </w:pPr>
    </w:p>
    <w:p w14:paraId="51B1B48A" w14:textId="77777777" w:rsidR="00655776" w:rsidRPr="005D5673" w:rsidRDefault="00655776" w:rsidP="006557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RIBASSO </w:t>
      </w:r>
      <w:r w:rsidRPr="00ED6D8D">
        <w:rPr>
          <w:rFonts w:ascii="Arial" w:hAnsi="Arial" w:cs="Arial"/>
          <w:b/>
          <w:sz w:val="20"/>
          <w:szCs w:val="20"/>
        </w:rPr>
        <w:t>UNICO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23EDA">
        <w:rPr>
          <w:rFonts w:ascii="Arial" w:hAnsi="Arial" w:cs="Arial"/>
          <w:b/>
          <w:sz w:val="20"/>
          <w:szCs w:val="20"/>
        </w:rPr>
        <w:t>PERCENTUALE DI SCONTO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>
        <w:rPr>
          <w:rFonts w:ascii="Arial" w:hAnsi="Arial" w:cs="Arial"/>
          <w:sz w:val="20"/>
          <w:szCs w:val="20"/>
        </w:rPr>
        <w:t xml:space="preserve"> 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>(in cifre)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403974745"/>
        <w:placeholder>
          <w:docPart w:val="BA7A545979EA4879844EFD4D4F6F3183"/>
        </w:placeholder>
        <w:showingPlcHdr/>
        <w:text/>
      </w:sdtPr>
      <w:sdtEndPr/>
      <w:sdtContent>
        <w:p w14:paraId="2967F15E" w14:textId="77777777" w:rsidR="00655776" w:rsidRPr="008705DF" w:rsidRDefault="00655776" w:rsidP="0065577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13A377D2" w14:textId="77777777" w:rsidR="00655776" w:rsidRPr="008705DF" w:rsidRDefault="00655776" w:rsidP="00655776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01387082" w14:textId="77777777" w:rsidR="00655776" w:rsidRPr="005D5673" w:rsidRDefault="00655776" w:rsidP="00655776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RIBASSO </w:t>
      </w:r>
      <w:r w:rsidRPr="00ED6D8D">
        <w:rPr>
          <w:rFonts w:ascii="Arial" w:hAnsi="Arial" w:cs="Arial"/>
          <w:b/>
          <w:sz w:val="20"/>
          <w:szCs w:val="20"/>
        </w:rPr>
        <w:t>UNICO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23EDA">
        <w:rPr>
          <w:rFonts w:ascii="Arial" w:hAnsi="Arial" w:cs="Arial"/>
          <w:b/>
          <w:sz w:val="20"/>
          <w:szCs w:val="20"/>
        </w:rPr>
        <w:t>PERCENTUALE DI SCONTO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>
        <w:rPr>
          <w:rFonts w:ascii="Arial" w:hAnsi="Arial" w:cs="Arial"/>
          <w:sz w:val="20"/>
          <w:szCs w:val="20"/>
        </w:rPr>
        <w:t xml:space="preserve"> dopo la virgola</w:t>
      </w:r>
      <w:r w:rsidRPr="005D5673">
        <w:rPr>
          <w:rFonts w:ascii="Arial" w:hAnsi="Arial" w:cs="Arial"/>
          <w:sz w:val="20"/>
          <w:szCs w:val="20"/>
        </w:rPr>
        <w:t>)</w:t>
      </w:r>
      <w:r w:rsidRPr="005D5673">
        <w:rPr>
          <w:rFonts w:ascii="Arial" w:hAnsi="Arial" w:cs="Arial"/>
          <w:i/>
          <w:sz w:val="20"/>
          <w:szCs w:val="20"/>
        </w:rPr>
        <w:t xml:space="preserve"> (in lettere):</w:t>
      </w:r>
    </w:p>
    <w:sdt>
      <w:sdtPr>
        <w:rPr>
          <w:rFonts w:ascii="Arial" w:hAnsi="Arial" w:cs="Arial"/>
          <w:sz w:val="20"/>
          <w:szCs w:val="20"/>
        </w:rPr>
        <w:id w:val="1641919177"/>
        <w:placeholder>
          <w:docPart w:val="BA7A545979EA4879844EFD4D4F6F3183"/>
        </w:placeholder>
        <w:showingPlcHdr/>
        <w:text/>
      </w:sdtPr>
      <w:sdtEndPr/>
      <w:sdtContent>
        <w:p w14:paraId="6D40EE0F" w14:textId="77777777" w:rsidR="00655776" w:rsidRPr="008705DF" w:rsidRDefault="00655776" w:rsidP="0065577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0D012E">
            <w:rPr>
              <w:rStyle w:val="Testosegnaposto"/>
            </w:rPr>
            <w:t>Fare clic qui per immettere testo.</w:t>
          </w:r>
        </w:p>
      </w:sdtContent>
    </w:sdt>
    <w:p w14:paraId="6EF9B68D" w14:textId="77777777" w:rsidR="00655776" w:rsidRDefault="00655776" w:rsidP="00655776">
      <w:pPr>
        <w:jc w:val="both"/>
        <w:rPr>
          <w:rFonts w:ascii="Arial" w:hAnsi="Arial" w:cs="Arial"/>
          <w:sz w:val="20"/>
          <w:szCs w:val="20"/>
        </w:rPr>
      </w:pPr>
    </w:p>
    <w:p w14:paraId="4AA3FAB6" w14:textId="476389A4" w:rsidR="00357714" w:rsidRPr="005F1A69" w:rsidRDefault="006F7070" w:rsidP="00357714">
      <w:pPr>
        <w:jc w:val="both"/>
        <w:rPr>
          <w:rFonts w:ascii="Arial" w:hAnsi="Arial" w:cs="Arial"/>
          <w:sz w:val="20"/>
          <w:szCs w:val="20"/>
        </w:rPr>
      </w:pPr>
      <w:r w:rsidRPr="006F7070">
        <w:rPr>
          <w:rFonts w:ascii="Arial" w:eastAsia="Calibri" w:hAnsi="Arial" w:cs="Arial"/>
          <w:b/>
          <w:sz w:val="20"/>
          <w:szCs w:val="20"/>
          <w:lang w:eastAsia="en-US"/>
        </w:rPr>
        <w:t>da applicare al Computo Metrico Estimativo posto a base di gara.</w:t>
      </w:r>
    </w:p>
    <w:p w14:paraId="0FD5FF4C" w14:textId="77777777" w:rsidR="00706EC7" w:rsidRDefault="00706EC7" w:rsidP="008B434A">
      <w:pPr>
        <w:jc w:val="both"/>
        <w:rPr>
          <w:rFonts w:ascii="Arial" w:hAnsi="Arial" w:cs="Arial"/>
          <w:b/>
          <w:sz w:val="20"/>
          <w:szCs w:val="20"/>
        </w:rPr>
      </w:pPr>
    </w:p>
    <w:p w14:paraId="1FAFBEA8" w14:textId="77777777" w:rsidR="008B434A" w:rsidRPr="008B434A" w:rsidRDefault="008B434A" w:rsidP="008B434A">
      <w:pPr>
        <w:jc w:val="both"/>
        <w:rPr>
          <w:rFonts w:ascii="Arial" w:hAnsi="Arial" w:cs="Arial"/>
          <w:b/>
          <w:sz w:val="20"/>
          <w:szCs w:val="20"/>
        </w:rPr>
      </w:pPr>
      <w:r w:rsidRPr="008B434A">
        <w:rPr>
          <w:rFonts w:ascii="Arial" w:hAnsi="Arial" w:cs="Arial"/>
          <w:b/>
          <w:sz w:val="20"/>
          <w:szCs w:val="20"/>
        </w:rPr>
        <w:t xml:space="preserve">In relazione all’offerta economica così come sopra formulata, si indicano di seguito i costi della manodopera e della sicurezza: </w:t>
      </w:r>
    </w:p>
    <w:p w14:paraId="343207C7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7E612179" w14:textId="77777777" w:rsidR="00317C6E" w:rsidRDefault="00317C6E" w:rsidP="00140599">
      <w:pPr>
        <w:jc w:val="both"/>
        <w:rPr>
          <w:rFonts w:ascii="Arial" w:hAnsi="Arial" w:cs="Arial"/>
          <w:sz w:val="20"/>
          <w:szCs w:val="20"/>
        </w:rPr>
      </w:pPr>
    </w:p>
    <w:p w14:paraId="6F4E2A65" w14:textId="77777777" w:rsidR="00140599" w:rsidRDefault="008B434A" w:rsidP="0014059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140599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140599">
        <w:rPr>
          <w:rFonts w:ascii="Arial" w:hAnsi="Arial" w:cs="Arial"/>
          <w:b/>
          <w:sz w:val="20"/>
          <w:szCs w:val="20"/>
        </w:rPr>
        <w:t>MANODOPERA</w:t>
      </w:r>
      <w:r w:rsidR="00140599" w:rsidRPr="002E1E12">
        <w:t xml:space="preserve"> </w:t>
      </w:r>
      <w:r w:rsidR="00140599" w:rsidRPr="002E1E12">
        <w:rPr>
          <w:rFonts w:ascii="Arial" w:hAnsi="Arial" w:cs="Arial"/>
          <w:sz w:val="20"/>
          <w:szCs w:val="20"/>
        </w:rPr>
        <w:t>per l’espletamento delle attività oggetto di affidamento</w:t>
      </w:r>
      <w:r w:rsidR="00140599" w:rsidRPr="008705DF">
        <w:rPr>
          <w:rFonts w:ascii="Arial" w:hAnsi="Arial" w:cs="Arial"/>
          <w:sz w:val="20"/>
          <w:szCs w:val="20"/>
        </w:rPr>
        <w:t xml:space="preserve">: </w:t>
      </w:r>
      <w:r w:rsidR="00140599">
        <w:rPr>
          <w:rFonts w:ascii="Arial" w:hAnsi="Arial" w:cs="Arial"/>
          <w:sz w:val="20"/>
          <w:szCs w:val="20"/>
        </w:rPr>
        <w:t xml:space="preserve"> </w:t>
      </w:r>
      <w:r w:rsidR="00140599" w:rsidRPr="00FB7456">
        <w:rPr>
          <w:rFonts w:ascii="Arial" w:hAnsi="Arial" w:cs="Arial"/>
          <w:sz w:val="20"/>
          <w:szCs w:val="20"/>
        </w:rPr>
        <w:t xml:space="preserve"> </w:t>
      </w:r>
    </w:p>
    <w:p w14:paraId="24BD663F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1108349D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per la manodopera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BC6AD5" w:rsidRPr="00BC6AD5">
        <w:rPr>
          <w:rFonts w:ascii="Arial" w:hAnsi="Arial" w:cs="Arial"/>
          <w:sz w:val="20"/>
          <w:szCs w:val="20"/>
        </w:rPr>
        <w:t xml:space="preserve"> </w:t>
      </w:r>
      <w:r w:rsidR="00BC6AD5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675774745"/>
        <w:placeholder>
          <w:docPart w:val="599C8164574C4BEFB6561DE2DF15C240"/>
        </w:placeholder>
        <w:showingPlcHdr/>
        <w:text/>
      </w:sdtPr>
      <w:sdtEndPr/>
      <w:sdtContent>
        <w:p w14:paraId="02D72795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1316299E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54474580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costi per la manodopera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BC6AD5" w:rsidRPr="00BC6AD5">
        <w:rPr>
          <w:rFonts w:ascii="Arial" w:hAnsi="Arial" w:cs="Arial"/>
          <w:sz w:val="20"/>
          <w:szCs w:val="20"/>
        </w:rPr>
        <w:t xml:space="preserve"> </w:t>
      </w:r>
      <w:r w:rsidR="00BC6AD5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4904244"/>
        <w:placeholder>
          <w:docPart w:val="99061E425AFE46389AEE5322F3EB9198"/>
        </w:placeholder>
        <w:showingPlcHdr/>
        <w:text/>
      </w:sdtPr>
      <w:sdtEndPr/>
      <w:sdtContent>
        <w:p w14:paraId="4D422BB2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7E933097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6FBC0464" w14:textId="77777777" w:rsidR="00140599" w:rsidRDefault="008B434A" w:rsidP="0014059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140599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140599">
        <w:rPr>
          <w:rFonts w:ascii="Arial" w:hAnsi="Arial" w:cs="Arial"/>
          <w:b/>
          <w:sz w:val="20"/>
          <w:szCs w:val="20"/>
        </w:rPr>
        <w:t>SICUREZZA</w:t>
      </w:r>
      <w:r w:rsidR="00C36984">
        <w:rPr>
          <w:rFonts w:ascii="Arial" w:hAnsi="Arial" w:cs="Arial"/>
          <w:b/>
          <w:sz w:val="20"/>
          <w:szCs w:val="20"/>
        </w:rPr>
        <w:t xml:space="preserve">: </w:t>
      </w:r>
      <w:r w:rsidR="00140599" w:rsidRPr="008705DF">
        <w:rPr>
          <w:rFonts w:ascii="Arial" w:hAnsi="Arial" w:cs="Arial"/>
          <w:sz w:val="20"/>
          <w:szCs w:val="20"/>
        </w:rPr>
        <w:t xml:space="preserve"> </w:t>
      </w:r>
      <w:r w:rsidR="00140599">
        <w:rPr>
          <w:rFonts w:ascii="Arial" w:hAnsi="Arial" w:cs="Arial"/>
          <w:sz w:val="20"/>
          <w:szCs w:val="20"/>
        </w:rPr>
        <w:t xml:space="preserve"> </w:t>
      </w:r>
      <w:r w:rsidR="00140599" w:rsidRPr="00FB7456">
        <w:rPr>
          <w:rFonts w:ascii="Arial" w:hAnsi="Arial" w:cs="Arial"/>
          <w:sz w:val="20"/>
          <w:szCs w:val="20"/>
        </w:rPr>
        <w:t xml:space="preserve"> </w:t>
      </w:r>
    </w:p>
    <w:p w14:paraId="1B017421" w14:textId="77777777" w:rsidR="008B434A" w:rsidRDefault="008B434A" w:rsidP="00140599">
      <w:pPr>
        <w:rPr>
          <w:rFonts w:ascii="Arial" w:hAnsi="Arial" w:cs="Arial"/>
          <w:sz w:val="20"/>
          <w:szCs w:val="20"/>
        </w:rPr>
      </w:pPr>
    </w:p>
    <w:p w14:paraId="21D0DCF3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BC6AD5" w:rsidRPr="00BC6AD5">
        <w:rPr>
          <w:rFonts w:ascii="Arial" w:hAnsi="Arial" w:cs="Arial"/>
          <w:sz w:val="20"/>
          <w:szCs w:val="20"/>
        </w:rPr>
        <w:t xml:space="preserve"> </w:t>
      </w:r>
      <w:r w:rsidR="00BC6AD5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399636152"/>
        <w:placeholder>
          <w:docPart w:val="5D670D84B1D349B3932967C1FE1759BB"/>
        </w:placeholder>
        <w:showingPlcHdr/>
        <w:text/>
      </w:sdtPr>
      <w:sdtEndPr/>
      <w:sdtContent>
        <w:p w14:paraId="64B90A47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29CC21E2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173C97A5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BC6AD5" w:rsidRPr="00BC6AD5">
        <w:rPr>
          <w:rFonts w:ascii="Arial" w:hAnsi="Arial" w:cs="Arial"/>
          <w:sz w:val="20"/>
          <w:szCs w:val="20"/>
        </w:rPr>
        <w:t xml:space="preserve"> </w:t>
      </w:r>
      <w:r w:rsidR="00BC6AD5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746148394"/>
        <w:placeholder>
          <w:docPart w:val="7DBC8CC1D58043A7AB979BB6CA9C2854"/>
        </w:placeholder>
        <w:showingPlcHdr/>
        <w:text/>
      </w:sdtPr>
      <w:sdtEndPr/>
      <w:sdtContent>
        <w:p w14:paraId="0A9265CB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2D57CFD9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1CCD8D07" w14:textId="77777777" w:rsidR="00317C6E" w:rsidRDefault="00317C6E" w:rsidP="00140599">
      <w:pPr>
        <w:jc w:val="both"/>
        <w:rPr>
          <w:rFonts w:ascii="Arial" w:hAnsi="Arial" w:cs="Arial"/>
          <w:sz w:val="20"/>
          <w:szCs w:val="20"/>
        </w:rPr>
      </w:pPr>
    </w:p>
    <w:p w14:paraId="14A80D2D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Ai sensi dell’art. 48 comma 4 del D.lgs n. 50/2016, si riportano di seguito le parti del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che saranno eseguite dai singoli operatori economici riuniti o consorziati:</w:t>
      </w:r>
    </w:p>
    <w:p w14:paraId="0E0E43B4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-1291743014"/>
          <w:placeholder>
            <w:docPart w:val="6B3EC6B57EB4419F9A4169DB7A7E4252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</w:p>
    <w:p w14:paraId="54480763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257256186"/>
          <w:placeholder>
            <w:docPart w:val="6B3EC6B57EB4419F9A4169DB7A7E4252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………………………………………………………………………..………………</w:t>
          </w:r>
        </w:sdtContent>
      </w:sdt>
    </w:p>
    <w:p w14:paraId="6A50473D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-1479522343"/>
          <w:placeholder>
            <w:docPart w:val="6B3EC6B57EB4419F9A4169DB7A7E4252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  <w:r w:rsidRPr="006D1C62">
        <w:rPr>
          <w:rFonts w:ascii="Arial" w:hAnsi="Arial" w:cs="Arial"/>
          <w:sz w:val="20"/>
          <w:szCs w:val="20"/>
        </w:rPr>
        <w:t xml:space="preserve"> </w:t>
      </w:r>
    </w:p>
    <w:p w14:paraId="24C9ED0B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256126548"/>
          <w:placeholder>
            <w:docPart w:val="6B3EC6B57EB4419F9A4169DB7A7E4252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………………………………………………………………..………………………</w:t>
          </w:r>
        </w:sdtContent>
      </w:sdt>
    </w:p>
    <w:p w14:paraId="71977877" w14:textId="77777777" w:rsidR="00531875" w:rsidRDefault="00531875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5AF55348" w14:textId="77777777" w:rsidR="00140599" w:rsidRPr="008705DF" w:rsidRDefault="00140599" w:rsidP="00140599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BC6AD5">
        <w:rPr>
          <w:rFonts w:ascii="Arial" w:hAnsi="Arial" w:cs="Arial"/>
          <w:b/>
          <w:sz w:val="20"/>
          <w:szCs w:val="20"/>
        </w:rPr>
        <w:t>1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>Il periodo di validità dell’offerta, a pena di esclusione dalla gara, non potrà essere inferiore a 180 giorni dalla data di scadenza del termine per la presentazione delle offerte.</w:t>
      </w:r>
    </w:p>
    <w:p w14:paraId="1088DA49" w14:textId="77777777" w:rsidR="00140599" w:rsidRPr="00357714" w:rsidRDefault="00140599" w:rsidP="00140599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BC6AD5">
        <w:rPr>
          <w:rFonts w:ascii="Arial" w:hAnsi="Arial" w:cs="Arial"/>
          <w:b/>
          <w:sz w:val="20"/>
          <w:szCs w:val="20"/>
        </w:rPr>
        <w:t>2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 xml:space="preserve">in caso di mancata corrispondenza tra quanto indicato in </w:t>
      </w:r>
      <w:r w:rsidRPr="008705DF">
        <w:rPr>
          <w:rFonts w:ascii="Arial" w:hAnsi="Arial" w:cs="Arial"/>
          <w:i/>
          <w:sz w:val="20"/>
          <w:szCs w:val="20"/>
        </w:rPr>
        <w:t>cifre</w:t>
      </w:r>
      <w:r w:rsidRPr="008705DF">
        <w:rPr>
          <w:rFonts w:ascii="Arial" w:hAnsi="Arial" w:cs="Arial"/>
          <w:sz w:val="20"/>
          <w:szCs w:val="20"/>
        </w:rPr>
        <w:t xml:space="preserve"> ed in </w:t>
      </w:r>
      <w:r w:rsidRPr="008705DF">
        <w:rPr>
          <w:rFonts w:ascii="Arial" w:hAnsi="Arial" w:cs="Arial"/>
          <w:i/>
          <w:sz w:val="20"/>
          <w:szCs w:val="20"/>
        </w:rPr>
        <w:t>lettere</w:t>
      </w:r>
      <w:r w:rsidRPr="008705DF">
        <w:rPr>
          <w:rFonts w:ascii="Arial" w:hAnsi="Arial" w:cs="Arial"/>
          <w:sz w:val="20"/>
          <w:szCs w:val="20"/>
        </w:rPr>
        <w:t xml:space="preserve">, prevarrà quanto indicato in </w:t>
      </w:r>
      <w:r w:rsidRPr="00357714">
        <w:rPr>
          <w:rFonts w:ascii="Arial" w:hAnsi="Arial" w:cs="Arial"/>
          <w:sz w:val="20"/>
          <w:szCs w:val="20"/>
        </w:rPr>
        <w:t>lettere.</w:t>
      </w:r>
    </w:p>
    <w:p w14:paraId="6D2ACFEC" w14:textId="77777777" w:rsidR="00357714" w:rsidRDefault="00357714" w:rsidP="00357714">
      <w:pPr>
        <w:jc w:val="both"/>
        <w:rPr>
          <w:rFonts w:ascii="Arial" w:hAnsi="Arial" w:cs="Arial"/>
          <w:sz w:val="20"/>
          <w:szCs w:val="20"/>
        </w:rPr>
      </w:pPr>
      <w:r w:rsidRPr="005A6AA9">
        <w:rPr>
          <w:rFonts w:ascii="Arial" w:hAnsi="Arial" w:cs="Arial"/>
          <w:b/>
          <w:sz w:val="20"/>
          <w:szCs w:val="20"/>
        </w:rPr>
        <w:t>N.</w:t>
      </w:r>
      <w:r w:rsidRPr="001B2ED6">
        <w:rPr>
          <w:rFonts w:ascii="Arial" w:hAnsi="Arial" w:cs="Arial"/>
          <w:b/>
          <w:sz w:val="20"/>
          <w:szCs w:val="20"/>
        </w:rPr>
        <w:t>B.3</w:t>
      </w:r>
      <w:r w:rsidRPr="005A6AA9">
        <w:rPr>
          <w:rFonts w:ascii="Arial" w:hAnsi="Arial" w:cs="Arial"/>
          <w:sz w:val="20"/>
          <w:szCs w:val="20"/>
        </w:rPr>
        <w:t>: l’offerta economica presentata si intende omnicomprensiva e compensativa di tutte le attività che verranno poste in essere per l’espletamento dell’appalto secondo quanto prescritto dalla documentazione di gara.</w:t>
      </w:r>
    </w:p>
    <w:p w14:paraId="1E7793C9" w14:textId="77777777" w:rsidR="00357714" w:rsidRDefault="00357714" w:rsidP="00140599">
      <w:pPr>
        <w:jc w:val="both"/>
        <w:rPr>
          <w:rFonts w:ascii="Arial" w:hAnsi="Arial" w:cs="Arial"/>
          <w:i/>
          <w:sz w:val="20"/>
          <w:szCs w:val="20"/>
        </w:rPr>
      </w:pPr>
    </w:p>
    <w:p w14:paraId="6C6D5404" w14:textId="77777777" w:rsidR="00317C6E" w:rsidRPr="008705DF" w:rsidRDefault="00317C6E" w:rsidP="00140599">
      <w:pPr>
        <w:jc w:val="both"/>
        <w:rPr>
          <w:rFonts w:ascii="Arial" w:hAnsi="Arial" w:cs="Arial"/>
          <w:i/>
          <w:sz w:val="20"/>
          <w:szCs w:val="20"/>
        </w:rPr>
      </w:pPr>
    </w:p>
    <w:p w14:paraId="393D2107" w14:textId="77777777" w:rsidR="008E5D86" w:rsidRPr="00317C6E" w:rsidRDefault="008E5D86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>Si precisa che il presente Modello, debitamente c</w:t>
      </w:r>
      <w:r w:rsidR="00A85578" w:rsidRPr="00317C6E">
        <w:rPr>
          <w:rFonts w:ascii="Arial" w:hAnsi="Arial" w:cs="Arial"/>
          <w:b/>
          <w:sz w:val="18"/>
          <w:szCs w:val="18"/>
        </w:rPr>
        <w:t>ompilato dovrà essere firmato di</w:t>
      </w:r>
      <w:r w:rsidRPr="00317C6E">
        <w:rPr>
          <w:rFonts w:ascii="Arial" w:hAnsi="Arial" w:cs="Arial"/>
          <w:b/>
          <w:sz w:val="18"/>
          <w:szCs w:val="18"/>
        </w:rPr>
        <w:t>gitalmente:</w:t>
      </w:r>
    </w:p>
    <w:p w14:paraId="7928E1E1" w14:textId="77777777" w:rsidR="008E5D86" w:rsidRPr="00317C6E" w:rsidRDefault="008E5D86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>nel caso di impresa singola, dal Legale Rappresentante/Procuratore Speciale;</w:t>
      </w:r>
    </w:p>
    <w:p w14:paraId="306E7ADC" w14:textId="77777777" w:rsidR="008E5D86" w:rsidRPr="00317C6E" w:rsidRDefault="008E5D86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>nel caso di Consorzi di cui all’art. 45 comma 1 lettere b) e c) D. Lgs n. 50/2016: dal Legale Rappresentante/Procuratore Speciale del Consorzio;</w:t>
      </w:r>
    </w:p>
    <w:p w14:paraId="196C2929" w14:textId="77777777" w:rsidR="008E5D86" w:rsidRPr="00317C6E" w:rsidRDefault="008E5D86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 xml:space="preserve">nel caso di A.T.I. da costituire o Consorzio ex art. 48 D. Lgs. n. 50/2016 </w:t>
      </w:r>
      <w:r w:rsidR="00A85578" w:rsidRPr="00317C6E">
        <w:rPr>
          <w:rFonts w:ascii="Arial" w:hAnsi="Arial" w:cs="Arial"/>
          <w:b/>
          <w:sz w:val="18"/>
          <w:szCs w:val="18"/>
        </w:rPr>
        <w:t>da costituire: dal Legale Rappresentante/Procuratore speciale di ciascuna Impresa costituente il raggruppamento/consorzio nel suo complesso;</w:t>
      </w:r>
    </w:p>
    <w:p w14:paraId="6573B833" w14:textId="77777777" w:rsidR="00A85578" w:rsidRPr="00317C6E" w:rsidRDefault="00A85578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>nel caso di A.T.I. costituita o Consorzio ex art. 48 D. Lgs. n. 50/2016 costituito: dal Legale Rappresentante/P</w:t>
      </w:r>
      <w:r w:rsidR="002C209B" w:rsidRPr="00317C6E">
        <w:rPr>
          <w:rFonts w:ascii="Arial" w:hAnsi="Arial" w:cs="Arial"/>
          <w:b/>
          <w:sz w:val="18"/>
          <w:szCs w:val="18"/>
        </w:rPr>
        <w:t>rocuratore Speciale dell’Impresa</w:t>
      </w:r>
      <w:r w:rsidRPr="00317C6E">
        <w:rPr>
          <w:rFonts w:ascii="Arial" w:hAnsi="Arial" w:cs="Arial"/>
          <w:b/>
          <w:sz w:val="18"/>
          <w:szCs w:val="18"/>
        </w:rPr>
        <w:t xml:space="preserve"> designata come mandataria o Capogruppo.</w:t>
      </w:r>
    </w:p>
    <w:p w14:paraId="236E601C" w14:textId="77777777" w:rsidR="00A85578" w:rsidRPr="00317C6E" w:rsidRDefault="00A85578" w:rsidP="008E5D86">
      <w:pPr>
        <w:jc w:val="both"/>
        <w:rPr>
          <w:rFonts w:ascii="Arial" w:hAnsi="Arial" w:cs="Arial"/>
          <w:b/>
          <w:sz w:val="18"/>
          <w:szCs w:val="18"/>
        </w:rPr>
      </w:pPr>
    </w:p>
    <w:p w14:paraId="5C69D502" w14:textId="77777777" w:rsidR="008E5D86" w:rsidRPr="00FB0663" w:rsidRDefault="00FB0663" w:rsidP="00AC6412">
      <w:pPr>
        <w:jc w:val="both"/>
        <w:rPr>
          <w:rFonts w:ascii="Arial" w:hAnsi="Arial" w:cs="Arial"/>
          <w:b/>
          <w:sz w:val="20"/>
          <w:szCs w:val="20"/>
        </w:rPr>
      </w:pPr>
      <w:r w:rsidRPr="00317C6E">
        <w:rPr>
          <w:rFonts w:ascii="Arial" w:hAnsi="Arial" w:cs="Arial"/>
          <w:b/>
          <w:sz w:val="18"/>
          <w:szCs w:val="18"/>
        </w:rPr>
        <w:t>Al fine di agevolare i lavori della Commissione esaminatrice ed evitare eventuali errori di trascrizione, si invita a rendere le dichiarazioni utilizzando materialmente il presente modello o una sua fotocopia</w:t>
      </w:r>
      <w:r w:rsidRPr="00FB0663">
        <w:rPr>
          <w:rFonts w:ascii="Arial" w:hAnsi="Arial" w:cs="Arial"/>
          <w:b/>
          <w:sz w:val="20"/>
          <w:szCs w:val="20"/>
        </w:rPr>
        <w:t>.</w:t>
      </w:r>
    </w:p>
    <w:sectPr w:rsidR="008E5D86" w:rsidRPr="00FB0663" w:rsidSect="005C10D0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84B61" w14:textId="77777777" w:rsidR="00B576CD" w:rsidRDefault="00B576CD">
      <w:r>
        <w:separator/>
      </w:r>
    </w:p>
  </w:endnote>
  <w:endnote w:type="continuationSeparator" w:id="0">
    <w:p w14:paraId="1A756777" w14:textId="77777777" w:rsidR="00B576CD" w:rsidRDefault="00B5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1799F" w14:textId="77777777" w:rsidR="008E5D86" w:rsidRPr="00592D73" w:rsidRDefault="008E5D86" w:rsidP="00DB44A3">
    <w:pPr>
      <w:pStyle w:val="Pidipagina"/>
      <w:jc w:val="right"/>
      <w:rPr>
        <w:rFonts w:ascii="Open Sans" w:hAnsi="Open Sans" w:cs="Open Sans"/>
        <w:b/>
        <w:i/>
        <w:sz w:val="16"/>
        <w:szCs w:val="16"/>
      </w:rPr>
    </w:pPr>
    <w:r w:rsidRPr="00592D73">
      <w:rPr>
        <w:rFonts w:ascii="Open Sans" w:hAnsi="Open Sans" w:cs="Open Sans"/>
        <w:b/>
        <w:i/>
        <w:sz w:val="16"/>
        <w:szCs w:val="16"/>
      </w:rPr>
      <w:t>M</w:t>
    </w:r>
    <w:r>
      <w:rPr>
        <w:rFonts w:ascii="Open Sans" w:hAnsi="Open Sans" w:cs="Open Sans"/>
        <w:b/>
        <w:i/>
        <w:sz w:val="16"/>
        <w:szCs w:val="16"/>
      </w:rPr>
      <w:t>odello C - Pagina</w:t>
    </w:r>
    <w:r w:rsidRPr="00575762">
      <w:rPr>
        <w:rFonts w:ascii="Open Sans" w:hAnsi="Open Sans" w:cs="Open Sans"/>
        <w:b/>
        <w:i/>
        <w:sz w:val="16"/>
        <w:szCs w:val="16"/>
      </w:rPr>
      <w:t xml:space="preserve"> </w: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begin"/>
    </w:r>
    <w:r w:rsidRPr="00575762">
      <w:rPr>
        <w:rFonts w:ascii="Open Sans" w:hAnsi="Open Sans" w:cs="Open Sans"/>
        <w:b/>
        <w:bCs/>
        <w:i/>
        <w:sz w:val="16"/>
        <w:szCs w:val="16"/>
      </w:rPr>
      <w:instrText>PAGE  \* Arabic  \* MERGEFORMAT</w:instrTex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separate"/>
    </w:r>
    <w:r w:rsidR="0056659A">
      <w:rPr>
        <w:rFonts w:ascii="Open Sans" w:hAnsi="Open Sans" w:cs="Open Sans"/>
        <w:b/>
        <w:bCs/>
        <w:i/>
        <w:noProof/>
        <w:sz w:val="16"/>
        <w:szCs w:val="16"/>
      </w:rPr>
      <w:t>4</w: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end"/>
    </w:r>
    <w:r w:rsidRPr="00575762">
      <w:rPr>
        <w:rFonts w:ascii="Open Sans" w:hAnsi="Open Sans" w:cs="Open Sans"/>
        <w:b/>
        <w:i/>
        <w:sz w:val="16"/>
        <w:szCs w:val="16"/>
      </w:rPr>
      <w:t xml:space="preserve"> </w:t>
    </w:r>
    <w:r>
      <w:rPr>
        <w:rFonts w:ascii="Open Sans" w:hAnsi="Open Sans" w:cs="Open Sans"/>
        <w:b/>
        <w:i/>
        <w:sz w:val="16"/>
        <w:szCs w:val="16"/>
      </w:rPr>
      <w:t>di</w:t>
    </w:r>
    <w:r w:rsidRPr="00575762">
      <w:rPr>
        <w:rFonts w:ascii="Open Sans" w:hAnsi="Open Sans" w:cs="Open Sans"/>
        <w:b/>
        <w:i/>
        <w:sz w:val="16"/>
        <w:szCs w:val="16"/>
      </w:rPr>
      <w:t xml:space="preserve"> </w: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begin"/>
    </w:r>
    <w:r w:rsidRPr="00575762">
      <w:rPr>
        <w:rFonts w:ascii="Open Sans" w:hAnsi="Open Sans" w:cs="Open Sans"/>
        <w:b/>
        <w:bCs/>
        <w:i/>
        <w:sz w:val="16"/>
        <w:szCs w:val="16"/>
      </w:rPr>
      <w:instrText>NUMPAGES  \* Arabic  \* MERGEFORMAT</w:instrTex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separate"/>
    </w:r>
    <w:r w:rsidR="0056659A">
      <w:rPr>
        <w:rFonts w:ascii="Open Sans" w:hAnsi="Open Sans" w:cs="Open Sans"/>
        <w:b/>
        <w:bCs/>
        <w:i/>
        <w:noProof/>
        <w:sz w:val="16"/>
        <w:szCs w:val="16"/>
      </w:rPr>
      <w:t>4</w: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end"/>
    </w:r>
  </w:p>
  <w:p w14:paraId="231389F4" w14:textId="77777777" w:rsidR="008E5D86" w:rsidRPr="00DB44A3" w:rsidRDefault="008E5D86" w:rsidP="00DB44A3">
    <w:pPr>
      <w:pStyle w:val="Pidipagina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D8877" w14:textId="77777777" w:rsidR="00B576CD" w:rsidRDefault="00B576CD">
      <w:r>
        <w:separator/>
      </w:r>
    </w:p>
  </w:footnote>
  <w:footnote w:type="continuationSeparator" w:id="0">
    <w:p w14:paraId="1A960169" w14:textId="77777777" w:rsidR="00B576CD" w:rsidRDefault="00B57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96719" w14:textId="77777777" w:rsidR="008E5D86" w:rsidRDefault="008E5D86" w:rsidP="00530B5C">
    <w:pPr>
      <w:tabs>
        <w:tab w:val="left" w:pos="9638"/>
      </w:tabs>
      <w:ind w:left="142" w:right="-1"/>
      <w:rPr>
        <w:rFonts w:ascii="Arial" w:hAnsi="Arial"/>
        <w:i/>
      </w:rPr>
    </w:pPr>
    <w:r>
      <w:rPr>
        <w:rFonts w:ascii="Arial" w:hAnsi="Arial"/>
        <w:i/>
        <w:noProof/>
      </w:rPr>
      <w:drawing>
        <wp:anchor distT="0" distB="0" distL="114300" distR="114300" simplePos="0" relativeHeight="251658240" behindDoc="1" locked="0" layoutInCell="1" allowOverlap="1" wp14:anchorId="5C72A5E5" wp14:editId="35533C1A">
          <wp:simplePos x="0" y="0"/>
          <wp:positionH relativeFrom="column">
            <wp:posOffset>-748665</wp:posOffset>
          </wp:positionH>
          <wp:positionV relativeFrom="paragraph">
            <wp:posOffset>-459740</wp:posOffset>
          </wp:positionV>
          <wp:extent cx="1657350" cy="932195"/>
          <wp:effectExtent l="0" t="0" r="0" b="127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160407_ML_SFUMATUR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0134" cy="9562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64F457" w14:textId="77777777" w:rsidR="008E5D86" w:rsidRPr="00530B5C" w:rsidRDefault="008E5D86" w:rsidP="00C61620">
    <w:pPr>
      <w:jc w:val="center"/>
      <w:rPr>
        <w:rFonts w:ascii="Open Sans" w:hAnsi="Open Sans" w:cs="Open Sans"/>
        <w:b/>
      </w:rPr>
    </w:pPr>
    <w:r w:rsidRPr="00530B5C">
      <w:rPr>
        <w:rFonts w:ascii="Open Sans" w:hAnsi="Open Sans" w:cs="Open Sans"/>
        <w:b/>
      </w:rPr>
      <w:t>Modello C</w:t>
    </w:r>
  </w:p>
  <w:p w14:paraId="51FE614E" w14:textId="77777777" w:rsidR="008E5D86" w:rsidRPr="00530B5C" w:rsidRDefault="008E5D86" w:rsidP="00C61620">
    <w:pPr>
      <w:jc w:val="center"/>
      <w:rPr>
        <w:rFonts w:ascii="Open Sans" w:hAnsi="Open Sans" w:cs="Open Sans"/>
        <w:b/>
        <w:sz w:val="22"/>
        <w:szCs w:val="22"/>
      </w:rPr>
    </w:pPr>
    <w:r w:rsidRPr="00C62BF1">
      <w:rPr>
        <w:rFonts w:ascii="Open Sans" w:hAnsi="Open Sans" w:cs="Open Sans"/>
        <w:b/>
        <w:sz w:val="22"/>
        <w:szCs w:val="22"/>
      </w:rPr>
      <w:t>(Modello di Offerta Economica)</w:t>
    </w:r>
  </w:p>
  <w:p w14:paraId="26E7D3EA" w14:textId="77777777" w:rsidR="008E5D86" w:rsidRDefault="008E5D86" w:rsidP="005749F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77EB9"/>
    <w:multiLevelType w:val="hybridMultilevel"/>
    <w:tmpl w:val="0A524D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E6607"/>
    <w:multiLevelType w:val="hybridMultilevel"/>
    <w:tmpl w:val="FF062D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709BA"/>
    <w:multiLevelType w:val="hybridMultilevel"/>
    <w:tmpl w:val="FF062D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3067D"/>
    <w:multiLevelType w:val="multilevel"/>
    <w:tmpl w:val="309E69C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0BA1077"/>
    <w:multiLevelType w:val="hybridMultilevel"/>
    <w:tmpl w:val="83D4CFA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6232F"/>
    <w:multiLevelType w:val="hybridMultilevel"/>
    <w:tmpl w:val="309E69C6"/>
    <w:lvl w:ilvl="0" w:tplc="5A780138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42AE533C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BC3C1A"/>
    <w:multiLevelType w:val="hybridMultilevel"/>
    <w:tmpl w:val="3B14C8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66952"/>
    <w:multiLevelType w:val="hybridMultilevel"/>
    <w:tmpl w:val="0A524D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31074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495320A"/>
    <w:multiLevelType w:val="multilevel"/>
    <w:tmpl w:val="5D4CC0D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925713"/>
    <w:multiLevelType w:val="hybridMultilevel"/>
    <w:tmpl w:val="E3CE09C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57BC2"/>
    <w:multiLevelType w:val="hybridMultilevel"/>
    <w:tmpl w:val="5D4CC0D0"/>
    <w:lvl w:ilvl="0" w:tplc="5AEA26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472712"/>
    <w:multiLevelType w:val="hybridMultilevel"/>
    <w:tmpl w:val="50541E74"/>
    <w:lvl w:ilvl="0" w:tplc="FE5CB13C">
      <w:start w:val="38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73A40"/>
    <w:multiLevelType w:val="hybridMultilevel"/>
    <w:tmpl w:val="FF062D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C1564A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3D3D9F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FF61B4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3"/>
  </w:num>
  <w:num w:numId="5">
    <w:abstractNumId w:val="11"/>
  </w:num>
  <w:num w:numId="6">
    <w:abstractNumId w:val="14"/>
  </w:num>
  <w:num w:numId="7">
    <w:abstractNumId w:val="8"/>
  </w:num>
  <w:num w:numId="8">
    <w:abstractNumId w:val="4"/>
  </w:num>
  <w:num w:numId="9">
    <w:abstractNumId w:val="2"/>
  </w:num>
  <w:num w:numId="10">
    <w:abstractNumId w:val="15"/>
  </w:num>
  <w:num w:numId="11">
    <w:abstractNumId w:val="1"/>
  </w:num>
  <w:num w:numId="12">
    <w:abstractNumId w:val="12"/>
  </w:num>
  <w:num w:numId="13">
    <w:abstractNumId w:val="17"/>
  </w:num>
  <w:num w:numId="14">
    <w:abstractNumId w:val="9"/>
  </w:num>
  <w:num w:numId="15">
    <w:abstractNumId w:val="0"/>
  </w:num>
  <w:num w:numId="16">
    <w:abstractNumId w:val="7"/>
  </w:num>
  <w:num w:numId="17">
    <w:abstractNumId w:val="18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iTgjYQkkbRFOQZm58ahhBGpeV5m1W21IbvMhWMTbTpxgc7eadAnQ7wpkDGkRnvKD28IUw1dxlQ/ifMyxYuxsA==" w:salt="4RDFec0r+xWODNvECh3oHg=="/>
  <w:defaultTabStop w:val="708"/>
  <w:hyphenationZone w:val="283"/>
  <w:noPunctuationKerning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86"/>
    <w:rsid w:val="00006857"/>
    <w:rsid w:val="00010E99"/>
    <w:rsid w:val="000115A2"/>
    <w:rsid w:val="00012F46"/>
    <w:rsid w:val="00013757"/>
    <w:rsid w:val="00016F71"/>
    <w:rsid w:val="00024DC7"/>
    <w:rsid w:val="00026939"/>
    <w:rsid w:val="000342F6"/>
    <w:rsid w:val="00035C4C"/>
    <w:rsid w:val="00036830"/>
    <w:rsid w:val="00036DC2"/>
    <w:rsid w:val="00037E67"/>
    <w:rsid w:val="00040E74"/>
    <w:rsid w:val="0004218E"/>
    <w:rsid w:val="00042577"/>
    <w:rsid w:val="00044ED6"/>
    <w:rsid w:val="0004592B"/>
    <w:rsid w:val="00053A0F"/>
    <w:rsid w:val="00054930"/>
    <w:rsid w:val="00057FFD"/>
    <w:rsid w:val="00062890"/>
    <w:rsid w:val="00062D21"/>
    <w:rsid w:val="00066326"/>
    <w:rsid w:val="00066B6F"/>
    <w:rsid w:val="000741C4"/>
    <w:rsid w:val="000754D7"/>
    <w:rsid w:val="000766EF"/>
    <w:rsid w:val="000823A4"/>
    <w:rsid w:val="00082476"/>
    <w:rsid w:val="00084490"/>
    <w:rsid w:val="0008510E"/>
    <w:rsid w:val="00085A5C"/>
    <w:rsid w:val="00086188"/>
    <w:rsid w:val="000925EC"/>
    <w:rsid w:val="00094C19"/>
    <w:rsid w:val="000A4DA4"/>
    <w:rsid w:val="000A672B"/>
    <w:rsid w:val="000B1D42"/>
    <w:rsid w:val="000B502B"/>
    <w:rsid w:val="000B5D89"/>
    <w:rsid w:val="000B6302"/>
    <w:rsid w:val="000C2D2A"/>
    <w:rsid w:val="000C3325"/>
    <w:rsid w:val="000C3921"/>
    <w:rsid w:val="000C560E"/>
    <w:rsid w:val="000C5C8E"/>
    <w:rsid w:val="000C74B9"/>
    <w:rsid w:val="000D04B0"/>
    <w:rsid w:val="000D0E3F"/>
    <w:rsid w:val="000D1B23"/>
    <w:rsid w:val="000D3723"/>
    <w:rsid w:val="000E137C"/>
    <w:rsid w:val="000E1B99"/>
    <w:rsid w:val="000E2675"/>
    <w:rsid w:val="000E6202"/>
    <w:rsid w:val="000F4720"/>
    <w:rsid w:val="000F4F4E"/>
    <w:rsid w:val="000F6608"/>
    <w:rsid w:val="000F7BC6"/>
    <w:rsid w:val="0010004E"/>
    <w:rsid w:val="00100A8B"/>
    <w:rsid w:val="00102A44"/>
    <w:rsid w:val="00104D26"/>
    <w:rsid w:val="00105106"/>
    <w:rsid w:val="00111725"/>
    <w:rsid w:val="001119E6"/>
    <w:rsid w:val="0011341A"/>
    <w:rsid w:val="00116A50"/>
    <w:rsid w:val="00116FFF"/>
    <w:rsid w:val="001178A2"/>
    <w:rsid w:val="0012205C"/>
    <w:rsid w:val="00127B88"/>
    <w:rsid w:val="00130F30"/>
    <w:rsid w:val="00131253"/>
    <w:rsid w:val="00132376"/>
    <w:rsid w:val="00133450"/>
    <w:rsid w:val="00135C7B"/>
    <w:rsid w:val="00140599"/>
    <w:rsid w:val="00143369"/>
    <w:rsid w:val="00143F91"/>
    <w:rsid w:val="0014546F"/>
    <w:rsid w:val="00145684"/>
    <w:rsid w:val="00146A5B"/>
    <w:rsid w:val="00146E96"/>
    <w:rsid w:val="0015093E"/>
    <w:rsid w:val="00150FE5"/>
    <w:rsid w:val="0015762D"/>
    <w:rsid w:val="00160993"/>
    <w:rsid w:val="00162214"/>
    <w:rsid w:val="00162ED3"/>
    <w:rsid w:val="0016502A"/>
    <w:rsid w:val="00166F71"/>
    <w:rsid w:val="00167ACD"/>
    <w:rsid w:val="001705E0"/>
    <w:rsid w:val="0017134F"/>
    <w:rsid w:val="00173402"/>
    <w:rsid w:val="00175326"/>
    <w:rsid w:val="00176C01"/>
    <w:rsid w:val="00177F01"/>
    <w:rsid w:val="001805B4"/>
    <w:rsid w:val="00183A65"/>
    <w:rsid w:val="00184FA8"/>
    <w:rsid w:val="00190D1C"/>
    <w:rsid w:val="00190F7C"/>
    <w:rsid w:val="00194295"/>
    <w:rsid w:val="001943FA"/>
    <w:rsid w:val="001964E0"/>
    <w:rsid w:val="00197B36"/>
    <w:rsid w:val="001A3602"/>
    <w:rsid w:val="001A5C88"/>
    <w:rsid w:val="001B192E"/>
    <w:rsid w:val="001B233B"/>
    <w:rsid w:val="001B2C0D"/>
    <w:rsid w:val="001B2D47"/>
    <w:rsid w:val="001B2DC7"/>
    <w:rsid w:val="001B2ED6"/>
    <w:rsid w:val="001B4528"/>
    <w:rsid w:val="001B4C02"/>
    <w:rsid w:val="001B5921"/>
    <w:rsid w:val="001B729F"/>
    <w:rsid w:val="001C0147"/>
    <w:rsid w:val="001C0574"/>
    <w:rsid w:val="001C0CE3"/>
    <w:rsid w:val="001C537C"/>
    <w:rsid w:val="001C561D"/>
    <w:rsid w:val="001C62B4"/>
    <w:rsid w:val="001D157F"/>
    <w:rsid w:val="001D18AB"/>
    <w:rsid w:val="001D6270"/>
    <w:rsid w:val="001E0F47"/>
    <w:rsid w:val="001E1A86"/>
    <w:rsid w:val="001E7D00"/>
    <w:rsid w:val="001F2B96"/>
    <w:rsid w:val="001F36FD"/>
    <w:rsid w:val="001F6073"/>
    <w:rsid w:val="001F7F18"/>
    <w:rsid w:val="00200F1D"/>
    <w:rsid w:val="00202E76"/>
    <w:rsid w:val="0020304D"/>
    <w:rsid w:val="00204842"/>
    <w:rsid w:val="0021334C"/>
    <w:rsid w:val="002138DD"/>
    <w:rsid w:val="00215E52"/>
    <w:rsid w:val="00216DEA"/>
    <w:rsid w:val="00222FCA"/>
    <w:rsid w:val="002241BE"/>
    <w:rsid w:val="00224703"/>
    <w:rsid w:val="00225669"/>
    <w:rsid w:val="00225C6B"/>
    <w:rsid w:val="00227138"/>
    <w:rsid w:val="0023372B"/>
    <w:rsid w:val="00235018"/>
    <w:rsid w:val="00237CC4"/>
    <w:rsid w:val="00240CCC"/>
    <w:rsid w:val="002430A6"/>
    <w:rsid w:val="002476AF"/>
    <w:rsid w:val="00251963"/>
    <w:rsid w:val="00253043"/>
    <w:rsid w:val="0025414D"/>
    <w:rsid w:val="00255E82"/>
    <w:rsid w:val="0026037B"/>
    <w:rsid w:val="00264D14"/>
    <w:rsid w:val="00264E05"/>
    <w:rsid w:val="00264EC7"/>
    <w:rsid w:val="00270F2A"/>
    <w:rsid w:val="00272CD1"/>
    <w:rsid w:val="00273A4C"/>
    <w:rsid w:val="00275143"/>
    <w:rsid w:val="0027582E"/>
    <w:rsid w:val="00276980"/>
    <w:rsid w:val="00286529"/>
    <w:rsid w:val="00290FE8"/>
    <w:rsid w:val="002919B5"/>
    <w:rsid w:val="00292F25"/>
    <w:rsid w:val="002958E1"/>
    <w:rsid w:val="00297B12"/>
    <w:rsid w:val="00297F7D"/>
    <w:rsid w:val="002A299A"/>
    <w:rsid w:val="002A3FDB"/>
    <w:rsid w:val="002B011E"/>
    <w:rsid w:val="002B14FB"/>
    <w:rsid w:val="002B4D7B"/>
    <w:rsid w:val="002B6353"/>
    <w:rsid w:val="002C209B"/>
    <w:rsid w:val="002C3A29"/>
    <w:rsid w:val="002D0238"/>
    <w:rsid w:val="002D1002"/>
    <w:rsid w:val="002D5F59"/>
    <w:rsid w:val="002D7DD3"/>
    <w:rsid w:val="002E0034"/>
    <w:rsid w:val="002E1C35"/>
    <w:rsid w:val="002E1E12"/>
    <w:rsid w:val="002E2195"/>
    <w:rsid w:val="002E3F8A"/>
    <w:rsid w:val="002E685E"/>
    <w:rsid w:val="002F12F7"/>
    <w:rsid w:val="002F3165"/>
    <w:rsid w:val="002F3574"/>
    <w:rsid w:val="002F413E"/>
    <w:rsid w:val="002F4631"/>
    <w:rsid w:val="002F538A"/>
    <w:rsid w:val="0030604E"/>
    <w:rsid w:val="00306E9B"/>
    <w:rsid w:val="0031455B"/>
    <w:rsid w:val="003152C4"/>
    <w:rsid w:val="00315ECD"/>
    <w:rsid w:val="00317C6E"/>
    <w:rsid w:val="0032323B"/>
    <w:rsid w:val="0032583D"/>
    <w:rsid w:val="00325E2F"/>
    <w:rsid w:val="00326511"/>
    <w:rsid w:val="00326C09"/>
    <w:rsid w:val="00327544"/>
    <w:rsid w:val="003308AB"/>
    <w:rsid w:val="00331021"/>
    <w:rsid w:val="00333890"/>
    <w:rsid w:val="003339EE"/>
    <w:rsid w:val="00333E15"/>
    <w:rsid w:val="00335C25"/>
    <w:rsid w:val="003424E8"/>
    <w:rsid w:val="00342C4E"/>
    <w:rsid w:val="00342EF4"/>
    <w:rsid w:val="0034657C"/>
    <w:rsid w:val="00346B5D"/>
    <w:rsid w:val="00346C67"/>
    <w:rsid w:val="00354E1A"/>
    <w:rsid w:val="0035572E"/>
    <w:rsid w:val="00356176"/>
    <w:rsid w:val="00356E7D"/>
    <w:rsid w:val="003574A8"/>
    <w:rsid w:val="00357714"/>
    <w:rsid w:val="003652E3"/>
    <w:rsid w:val="00371984"/>
    <w:rsid w:val="00373C00"/>
    <w:rsid w:val="00383092"/>
    <w:rsid w:val="00385198"/>
    <w:rsid w:val="00387443"/>
    <w:rsid w:val="00387E4E"/>
    <w:rsid w:val="003916F8"/>
    <w:rsid w:val="00393D8B"/>
    <w:rsid w:val="00394A6C"/>
    <w:rsid w:val="00395196"/>
    <w:rsid w:val="0039755F"/>
    <w:rsid w:val="003A2DB4"/>
    <w:rsid w:val="003A6936"/>
    <w:rsid w:val="003B2143"/>
    <w:rsid w:val="003B5806"/>
    <w:rsid w:val="003B762B"/>
    <w:rsid w:val="003C08F8"/>
    <w:rsid w:val="003C261B"/>
    <w:rsid w:val="003D0EAF"/>
    <w:rsid w:val="003D1EFB"/>
    <w:rsid w:val="003D254D"/>
    <w:rsid w:val="003D42A4"/>
    <w:rsid w:val="003D4EBD"/>
    <w:rsid w:val="003D5806"/>
    <w:rsid w:val="003D5A31"/>
    <w:rsid w:val="003D6D2A"/>
    <w:rsid w:val="003D7951"/>
    <w:rsid w:val="003D7D0D"/>
    <w:rsid w:val="003E1B4B"/>
    <w:rsid w:val="003E380E"/>
    <w:rsid w:val="003F1A66"/>
    <w:rsid w:val="003F3842"/>
    <w:rsid w:val="003F3893"/>
    <w:rsid w:val="0040188C"/>
    <w:rsid w:val="00401EAB"/>
    <w:rsid w:val="00405C07"/>
    <w:rsid w:val="0041209A"/>
    <w:rsid w:val="0042055F"/>
    <w:rsid w:val="004208DF"/>
    <w:rsid w:val="00421336"/>
    <w:rsid w:val="00421A65"/>
    <w:rsid w:val="00423322"/>
    <w:rsid w:val="00424574"/>
    <w:rsid w:val="0042689C"/>
    <w:rsid w:val="00426943"/>
    <w:rsid w:val="00426B9B"/>
    <w:rsid w:val="00427D62"/>
    <w:rsid w:val="0043414D"/>
    <w:rsid w:val="0043795B"/>
    <w:rsid w:val="00442255"/>
    <w:rsid w:val="00445966"/>
    <w:rsid w:val="00447271"/>
    <w:rsid w:val="00452819"/>
    <w:rsid w:val="004537AA"/>
    <w:rsid w:val="00456B08"/>
    <w:rsid w:val="004579B1"/>
    <w:rsid w:val="0046021B"/>
    <w:rsid w:val="0046027F"/>
    <w:rsid w:val="00462D6A"/>
    <w:rsid w:val="00463F4A"/>
    <w:rsid w:val="00464D9F"/>
    <w:rsid w:val="00466857"/>
    <w:rsid w:val="00470E15"/>
    <w:rsid w:val="0047186A"/>
    <w:rsid w:val="00472AEB"/>
    <w:rsid w:val="0047428A"/>
    <w:rsid w:val="004759CA"/>
    <w:rsid w:val="00481C7F"/>
    <w:rsid w:val="0048224E"/>
    <w:rsid w:val="004870FD"/>
    <w:rsid w:val="00487DB4"/>
    <w:rsid w:val="0049799E"/>
    <w:rsid w:val="004A27D2"/>
    <w:rsid w:val="004A54AE"/>
    <w:rsid w:val="004A5E27"/>
    <w:rsid w:val="004A79B9"/>
    <w:rsid w:val="004B02EE"/>
    <w:rsid w:val="004B30BA"/>
    <w:rsid w:val="004B6230"/>
    <w:rsid w:val="004B7CEE"/>
    <w:rsid w:val="004C0892"/>
    <w:rsid w:val="004D1867"/>
    <w:rsid w:val="004D1A36"/>
    <w:rsid w:val="004D20F5"/>
    <w:rsid w:val="004D32CB"/>
    <w:rsid w:val="004D61F3"/>
    <w:rsid w:val="004E018D"/>
    <w:rsid w:val="004E3290"/>
    <w:rsid w:val="004E4696"/>
    <w:rsid w:val="004E60E3"/>
    <w:rsid w:val="004F1C64"/>
    <w:rsid w:val="004F37CC"/>
    <w:rsid w:val="004F47C5"/>
    <w:rsid w:val="004F5680"/>
    <w:rsid w:val="00500F62"/>
    <w:rsid w:val="00504253"/>
    <w:rsid w:val="005078E8"/>
    <w:rsid w:val="00507A23"/>
    <w:rsid w:val="00511023"/>
    <w:rsid w:val="005116D5"/>
    <w:rsid w:val="0051302F"/>
    <w:rsid w:val="00515F89"/>
    <w:rsid w:val="00516AC6"/>
    <w:rsid w:val="00516C13"/>
    <w:rsid w:val="00517A3C"/>
    <w:rsid w:val="00517BEA"/>
    <w:rsid w:val="00521741"/>
    <w:rsid w:val="00522B46"/>
    <w:rsid w:val="00523EDA"/>
    <w:rsid w:val="005246CE"/>
    <w:rsid w:val="00524F6F"/>
    <w:rsid w:val="0052503E"/>
    <w:rsid w:val="00530B5C"/>
    <w:rsid w:val="005313E5"/>
    <w:rsid w:val="00531875"/>
    <w:rsid w:val="005325A9"/>
    <w:rsid w:val="0053329D"/>
    <w:rsid w:val="00535664"/>
    <w:rsid w:val="00537D4A"/>
    <w:rsid w:val="0054541B"/>
    <w:rsid w:val="00546A88"/>
    <w:rsid w:val="00546CDB"/>
    <w:rsid w:val="00551A13"/>
    <w:rsid w:val="005525DF"/>
    <w:rsid w:val="005531EC"/>
    <w:rsid w:val="00553A15"/>
    <w:rsid w:val="0055603B"/>
    <w:rsid w:val="00557C9A"/>
    <w:rsid w:val="00557C9E"/>
    <w:rsid w:val="005604B1"/>
    <w:rsid w:val="00561393"/>
    <w:rsid w:val="00562085"/>
    <w:rsid w:val="00563886"/>
    <w:rsid w:val="0056659A"/>
    <w:rsid w:val="005670B8"/>
    <w:rsid w:val="005749F2"/>
    <w:rsid w:val="00575762"/>
    <w:rsid w:val="00576C16"/>
    <w:rsid w:val="00580A3F"/>
    <w:rsid w:val="00581473"/>
    <w:rsid w:val="00582AB3"/>
    <w:rsid w:val="00583255"/>
    <w:rsid w:val="005910A9"/>
    <w:rsid w:val="00592D73"/>
    <w:rsid w:val="00593849"/>
    <w:rsid w:val="00594F37"/>
    <w:rsid w:val="00595614"/>
    <w:rsid w:val="005A0394"/>
    <w:rsid w:val="005A183D"/>
    <w:rsid w:val="005A2834"/>
    <w:rsid w:val="005A5A9A"/>
    <w:rsid w:val="005A6AA9"/>
    <w:rsid w:val="005B216E"/>
    <w:rsid w:val="005C0FFE"/>
    <w:rsid w:val="005C10D0"/>
    <w:rsid w:val="005C2C0E"/>
    <w:rsid w:val="005C2C5C"/>
    <w:rsid w:val="005C51E3"/>
    <w:rsid w:val="005D14A2"/>
    <w:rsid w:val="005D14F6"/>
    <w:rsid w:val="005D3D01"/>
    <w:rsid w:val="005D5673"/>
    <w:rsid w:val="005E0117"/>
    <w:rsid w:val="005E1964"/>
    <w:rsid w:val="005E7678"/>
    <w:rsid w:val="005F0D47"/>
    <w:rsid w:val="005F1A69"/>
    <w:rsid w:val="005F22EA"/>
    <w:rsid w:val="005F2CD0"/>
    <w:rsid w:val="005F3607"/>
    <w:rsid w:val="005F5734"/>
    <w:rsid w:val="005F686B"/>
    <w:rsid w:val="00600292"/>
    <w:rsid w:val="00601EAC"/>
    <w:rsid w:val="00602057"/>
    <w:rsid w:val="0060287D"/>
    <w:rsid w:val="00602A30"/>
    <w:rsid w:val="00606CAF"/>
    <w:rsid w:val="00613A21"/>
    <w:rsid w:val="006145FC"/>
    <w:rsid w:val="006155CE"/>
    <w:rsid w:val="006238A1"/>
    <w:rsid w:val="00623C2D"/>
    <w:rsid w:val="006243D1"/>
    <w:rsid w:val="0062553A"/>
    <w:rsid w:val="00632AC9"/>
    <w:rsid w:val="00632B04"/>
    <w:rsid w:val="00641D2F"/>
    <w:rsid w:val="006420E3"/>
    <w:rsid w:val="00643AE8"/>
    <w:rsid w:val="00645F36"/>
    <w:rsid w:val="00655776"/>
    <w:rsid w:val="00655B54"/>
    <w:rsid w:val="00656151"/>
    <w:rsid w:val="0066169F"/>
    <w:rsid w:val="00662123"/>
    <w:rsid w:val="006625F5"/>
    <w:rsid w:val="006662B7"/>
    <w:rsid w:val="00677890"/>
    <w:rsid w:val="00683781"/>
    <w:rsid w:val="006840DA"/>
    <w:rsid w:val="0068532C"/>
    <w:rsid w:val="006859FE"/>
    <w:rsid w:val="00686B78"/>
    <w:rsid w:val="00687829"/>
    <w:rsid w:val="00693487"/>
    <w:rsid w:val="00694976"/>
    <w:rsid w:val="00694F13"/>
    <w:rsid w:val="006A164B"/>
    <w:rsid w:val="006A1E62"/>
    <w:rsid w:val="006A6538"/>
    <w:rsid w:val="006B26C1"/>
    <w:rsid w:val="006B46E0"/>
    <w:rsid w:val="006B611B"/>
    <w:rsid w:val="006C44EB"/>
    <w:rsid w:val="006D143A"/>
    <w:rsid w:val="006D1C62"/>
    <w:rsid w:val="006D3EA3"/>
    <w:rsid w:val="006D603F"/>
    <w:rsid w:val="006D764D"/>
    <w:rsid w:val="006E3078"/>
    <w:rsid w:val="006E4A02"/>
    <w:rsid w:val="006E4E8C"/>
    <w:rsid w:val="006E65BB"/>
    <w:rsid w:val="006F5E68"/>
    <w:rsid w:val="006F6DD7"/>
    <w:rsid w:val="006F7070"/>
    <w:rsid w:val="006F7631"/>
    <w:rsid w:val="00701A0D"/>
    <w:rsid w:val="00706632"/>
    <w:rsid w:val="00706EC7"/>
    <w:rsid w:val="00707AA8"/>
    <w:rsid w:val="00710D19"/>
    <w:rsid w:val="00712950"/>
    <w:rsid w:val="007156D5"/>
    <w:rsid w:val="00716238"/>
    <w:rsid w:val="0071695A"/>
    <w:rsid w:val="00717F13"/>
    <w:rsid w:val="00717F7B"/>
    <w:rsid w:val="00720F88"/>
    <w:rsid w:val="00722452"/>
    <w:rsid w:val="0072469B"/>
    <w:rsid w:val="00726F77"/>
    <w:rsid w:val="00730038"/>
    <w:rsid w:val="00730083"/>
    <w:rsid w:val="00730BFF"/>
    <w:rsid w:val="00731447"/>
    <w:rsid w:val="00732185"/>
    <w:rsid w:val="00732487"/>
    <w:rsid w:val="00733F15"/>
    <w:rsid w:val="00736557"/>
    <w:rsid w:val="00740149"/>
    <w:rsid w:val="007411C2"/>
    <w:rsid w:val="00747F2E"/>
    <w:rsid w:val="00754636"/>
    <w:rsid w:val="00754A6B"/>
    <w:rsid w:val="00757AA3"/>
    <w:rsid w:val="007619A2"/>
    <w:rsid w:val="007627C1"/>
    <w:rsid w:val="00763149"/>
    <w:rsid w:val="00765B8D"/>
    <w:rsid w:val="00766F73"/>
    <w:rsid w:val="007719C7"/>
    <w:rsid w:val="00771AA1"/>
    <w:rsid w:val="00772B7F"/>
    <w:rsid w:val="007730D2"/>
    <w:rsid w:val="00774FE2"/>
    <w:rsid w:val="00775E8C"/>
    <w:rsid w:val="00775F65"/>
    <w:rsid w:val="007774CD"/>
    <w:rsid w:val="007823CE"/>
    <w:rsid w:val="00782474"/>
    <w:rsid w:val="00785A9A"/>
    <w:rsid w:val="0078657F"/>
    <w:rsid w:val="007926A2"/>
    <w:rsid w:val="007933CF"/>
    <w:rsid w:val="007935E4"/>
    <w:rsid w:val="00793828"/>
    <w:rsid w:val="0079513E"/>
    <w:rsid w:val="007953EF"/>
    <w:rsid w:val="007A0EF6"/>
    <w:rsid w:val="007A1000"/>
    <w:rsid w:val="007A16E2"/>
    <w:rsid w:val="007A19B5"/>
    <w:rsid w:val="007A2454"/>
    <w:rsid w:val="007A3BA0"/>
    <w:rsid w:val="007A528D"/>
    <w:rsid w:val="007A7BAC"/>
    <w:rsid w:val="007B7BBD"/>
    <w:rsid w:val="007C041D"/>
    <w:rsid w:val="007C0B99"/>
    <w:rsid w:val="007C7AE6"/>
    <w:rsid w:val="007D01AF"/>
    <w:rsid w:val="007D4160"/>
    <w:rsid w:val="007D73A7"/>
    <w:rsid w:val="007E6800"/>
    <w:rsid w:val="007E6847"/>
    <w:rsid w:val="007E7E6F"/>
    <w:rsid w:val="007F10EA"/>
    <w:rsid w:val="007F2EAC"/>
    <w:rsid w:val="007F45B9"/>
    <w:rsid w:val="007F46AC"/>
    <w:rsid w:val="007F703A"/>
    <w:rsid w:val="007F733D"/>
    <w:rsid w:val="00803095"/>
    <w:rsid w:val="00803C52"/>
    <w:rsid w:val="008060F3"/>
    <w:rsid w:val="00811098"/>
    <w:rsid w:val="00811422"/>
    <w:rsid w:val="008121F6"/>
    <w:rsid w:val="00816A5E"/>
    <w:rsid w:val="00816B28"/>
    <w:rsid w:val="00816F7A"/>
    <w:rsid w:val="008171FB"/>
    <w:rsid w:val="00820EBA"/>
    <w:rsid w:val="00821023"/>
    <w:rsid w:val="00821389"/>
    <w:rsid w:val="00822A00"/>
    <w:rsid w:val="008231F5"/>
    <w:rsid w:val="0082369B"/>
    <w:rsid w:val="00823816"/>
    <w:rsid w:val="008255D8"/>
    <w:rsid w:val="008260C3"/>
    <w:rsid w:val="008305B6"/>
    <w:rsid w:val="00830F50"/>
    <w:rsid w:val="00831739"/>
    <w:rsid w:val="00831B09"/>
    <w:rsid w:val="008322AF"/>
    <w:rsid w:val="00832E4F"/>
    <w:rsid w:val="008348C5"/>
    <w:rsid w:val="0084714C"/>
    <w:rsid w:val="00850009"/>
    <w:rsid w:val="008501FB"/>
    <w:rsid w:val="008523A5"/>
    <w:rsid w:val="00854175"/>
    <w:rsid w:val="0085673D"/>
    <w:rsid w:val="00857C7A"/>
    <w:rsid w:val="0086014E"/>
    <w:rsid w:val="00861003"/>
    <w:rsid w:val="00861651"/>
    <w:rsid w:val="008658BE"/>
    <w:rsid w:val="00867611"/>
    <w:rsid w:val="008705DF"/>
    <w:rsid w:val="00871E17"/>
    <w:rsid w:val="00871EAB"/>
    <w:rsid w:val="00880716"/>
    <w:rsid w:val="008817D6"/>
    <w:rsid w:val="00881FE9"/>
    <w:rsid w:val="0089200E"/>
    <w:rsid w:val="008930B3"/>
    <w:rsid w:val="008A3A0D"/>
    <w:rsid w:val="008A5290"/>
    <w:rsid w:val="008A563B"/>
    <w:rsid w:val="008B09A3"/>
    <w:rsid w:val="008B35C5"/>
    <w:rsid w:val="008B3A1B"/>
    <w:rsid w:val="008B3A64"/>
    <w:rsid w:val="008B434A"/>
    <w:rsid w:val="008B474D"/>
    <w:rsid w:val="008B5C20"/>
    <w:rsid w:val="008B7815"/>
    <w:rsid w:val="008C19EA"/>
    <w:rsid w:val="008C2740"/>
    <w:rsid w:val="008C6252"/>
    <w:rsid w:val="008D2D56"/>
    <w:rsid w:val="008D4FDC"/>
    <w:rsid w:val="008D7167"/>
    <w:rsid w:val="008E21F9"/>
    <w:rsid w:val="008E2478"/>
    <w:rsid w:val="008E5D86"/>
    <w:rsid w:val="008E6275"/>
    <w:rsid w:val="008E66D1"/>
    <w:rsid w:val="008E717E"/>
    <w:rsid w:val="008F58DA"/>
    <w:rsid w:val="009016D7"/>
    <w:rsid w:val="00901ED2"/>
    <w:rsid w:val="00902106"/>
    <w:rsid w:val="00902E35"/>
    <w:rsid w:val="00906CD9"/>
    <w:rsid w:val="00910BAF"/>
    <w:rsid w:val="0091180A"/>
    <w:rsid w:val="00912B68"/>
    <w:rsid w:val="00912F41"/>
    <w:rsid w:val="00914070"/>
    <w:rsid w:val="009176F6"/>
    <w:rsid w:val="0093036A"/>
    <w:rsid w:val="009307C0"/>
    <w:rsid w:val="009323F7"/>
    <w:rsid w:val="00932F92"/>
    <w:rsid w:val="00946B29"/>
    <w:rsid w:val="00950377"/>
    <w:rsid w:val="00950CE1"/>
    <w:rsid w:val="009539E0"/>
    <w:rsid w:val="00953BF9"/>
    <w:rsid w:val="00961FD1"/>
    <w:rsid w:val="00963BF7"/>
    <w:rsid w:val="00964917"/>
    <w:rsid w:val="00971471"/>
    <w:rsid w:val="00975556"/>
    <w:rsid w:val="009806B4"/>
    <w:rsid w:val="0098579D"/>
    <w:rsid w:val="00985CE6"/>
    <w:rsid w:val="009873B0"/>
    <w:rsid w:val="00987A0F"/>
    <w:rsid w:val="009918F8"/>
    <w:rsid w:val="009923C3"/>
    <w:rsid w:val="00995818"/>
    <w:rsid w:val="0099592D"/>
    <w:rsid w:val="00996B6A"/>
    <w:rsid w:val="009A70C7"/>
    <w:rsid w:val="009B185D"/>
    <w:rsid w:val="009B2403"/>
    <w:rsid w:val="009B5080"/>
    <w:rsid w:val="009C1730"/>
    <w:rsid w:val="009C3C71"/>
    <w:rsid w:val="009C4F9B"/>
    <w:rsid w:val="009C51D3"/>
    <w:rsid w:val="009E0BE9"/>
    <w:rsid w:val="009E10C8"/>
    <w:rsid w:val="009E2111"/>
    <w:rsid w:val="009E4779"/>
    <w:rsid w:val="009E5977"/>
    <w:rsid w:val="009E6C72"/>
    <w:rsid w:val="009E7162"/>
    <w:rsid w:val="00A0029A"/>
    <w:rsid w:val="00A007D0"/>
    <w:rsid w:val="00A03352"/>
    <w:rsid w:val="00A07A77"/>
    <w:rsid w:val="00A14B4E"/>
    <w:rsid w:val="00A24A77"/>
    <w:rsid w:val="00A30AAD"/>
    <w:rsid w:val="00A31272"/>
    <w:rsid w:val="00A32F1E"/>
    <w:rsid w:val="00A34B63"/>
    <w:rsid w:val="00A4104C"/>
    <w:rsid w:val="00A4180C"/>
    <w:rsid w:val="00A442E9"/>
    <w:rsid w:val="00A46105"/>
    <w:rsid w:val="00A47168"/>
    <w:rsid w:val="00A51563"/>
    <w:rsid w:val="00A5191C"/>
    <w:rsid w:val="00A51CC4"/>
    <w:rsid w:val="00A51DD1"/>
    <w:rsid w:val="00A53285"/>
    <w:rsid w:val="00A54A53"/>
    <w:rsid w:val="00A630EB"/>
    <w:rsid w:val="00A7128C"/>
    <w:rsid w:val="00A71758"/>
    <w:rsid w:val="00A770AD"/>
    <w:rsid w:val="00A77408"/>
    <w:rsid w:val="00A776ED"/>
    <w:rsid w:val="00A80C16"/>
    <w:rsid w:val="00A81466"/>
    <w:rsid w:val="00A81E15"/>
    <w:rsid w:val="00A834AD"/>
    <w:rsid w:val="00A849FE"/>
    <w:rsid w:val="00A85578"/>
    <w:rsid w:val="00A92357"/>
    <w:rsid w:val="00AA1F06"/>
    <w:rsid w:val="00AA21B9"/>
    <w:rsid w:val="00AA320C"/>
    <w:rsid w:val="00AA43F9"/>
    <w:rsid w:val="00AA54B9"/>
    <w:rsid w:val="00AA6621"/>
    <w:rsid w:val="00AB33C3"/>
    <w:rsid w:val="00AC1DBA"/>
    <w:rsid w:val="00AC5529"/>
    <w:rsid w:val="00AC6412"/>
    <w:rsid w:val="00AC7548"/>
    <w:rsid w:val="00AC7C52"/>
    <w:rsid w:val="00AC7DFA"/>
    <w:rsid w:val="00AD3000"/>
    <w:rsid w:val="00AD4894"/>
    <w:rsid w:val="00AD53E6"/>
    <w:rsid w:val="00AE02B5"/>
    <w:rsid w:val="00AE0AA9"/>
    <w:rsid w:val="00AE13AE"/>
    <w:rsid w:val="00AE2A6A"/>
    <w:rsid w:val="00AE382A"/>
    <w:rsid w:val="00AE521F"/>
    <w:rsid w:val="00AE5225"/>
    <w:rsid w:val="00AE6034"/>
    <w:rsid w:val="00AE6D2F"/>
    <w:rsid w:val="00AF2257"/>
    <w:rsid w:val="00AF25CD"/>
    <w:rsid w:val="00AF2BDD"/>
    <w:rsid w:val="00AF4B5B"/>
    <w:rsid w:val="00AF68F4"/>
    <w:rsid w:val="00B00B6B"/>
    <w:rsid w:val="00B024FC"/>
    <w:rsid w:val="00B038A8"/>
    <w:rsid w:val="00B05F0F"/>
    <w:rsid w:val="00B06095"/>
    <w:rsid w:val="00B12243"/>
    <w:rsid w:val="00B1633B"/>
    <w:rsid w:val="00B17AC8"/>
    <w:rsid w:val="00B24443"/>
    <w:rsid w:val="00B24777"/>
    <w:rsid w:val="00B25C4A"/>
    <w:rsid w:val="00B26DA9"/>
    <w:rsid w:val="00B27CB8"/>
    <w:rsid w:val="00B34A2B"/>
    <w:rsid w:val="00B34C66"/>
    <w:rsid w:val="00B371E2"/>
    <w:rsid w:val="00B45843"/>
    <w:rsid w:val="00B527EA"/>
    <w:rsid w:val="00B52C84"/>
    <w:rsid w:val="00B566D3"/>
    <w:rsid w:val="00B576CD"/>
    <w:rsid w:val="00B60D01"/>
    <w:rsid w:val="00B60D9F"/>
    <w:rsid w:val="00B6132B"/>
    <w:rsid w:val="00B61BA1"/>
    <w:rsid w:val="00B63B95"/>
    <w:rsid w:val="00B64457"/>
    <w:rsid w:val="00B7001F"/>
    <w:rsid w:val="00B701DD"/>
    <w:rsid w:val="00B72377"/>
    <w:rsid w:val="00B75B5A"/>
    <w:rsid w:val="00B75CD2"/>
    <w:rsid w:val="00B76CE0"/>
    <w:rsid w:val="00B77C90"/>
    <w:rsid w:val="00B8096B"/>
    <w:rsid w:val="00B80ADA"/>
    <w:rsid w:val="00B85052"/>
    <w:rsid w:val="00B86314"/>
    <w:rsid w:val="00B863CB"/>
    <w:rsid w:val="00B92714"/>
    <w:rsid w:val="00B9334F"/>
    <w:rsid w:val="00BA1BFD"/>
    <w:rsid w:val="00BB0BC4"/>
    <w:rsid w:val="00BB75DC"/>
    <w:rsid w:val="00BB7864"/>
    <w:rsid w:val="00BB7910"/>
    <w:rsid w:val="00BC0DF8"/>
    <w:rsid w:val="00BC31DD"/>
    <w:rsid w:val="00BC54EE"/>
    <w:rsid w:val="00BC64E4"/>
    <w:rsid w:val="00BC6AD5"/>
    <w:rsid w:val="00BC7032"/>
    <w:rsid w:val="00BD1799"/>
    <w:rsid w:val="00BD3A04"/>
    <w:rsid w:val="00BD4293"/>
    <w:rsid w:val="00BD7AA4"/>
    <w:rsid w:val="00BD7C3F"/>
    <w:rsid w:val="00BE0064"/>
    <w:rsid w:val="00BE0EBD"/>
    <w:rsid w:val="00BE297E"/>
    <w:rsid w:val="00BE3D34"/>
    <w:rsid w:val="00BE3EFC"/>
    <w:rsid w:val="00BE4F51"/>
    <w:rsid w:val="00BE6057"/>
    <w:rsid w:val="00BE61C1"/>
    <w:rsid w:val="00BE7DAD"/>
    <w:rsid w:val="00BF12A6"/>
    <w:rsid w:val="00BF585E"/>
    <w:rsid w:val="00BF5FBA"/>
    <w:rsid w:val="00C01537"/>
    <w:rsid w:val="00C02E01"/>
    <w:rsid w:val="00C05D43"/>
    <w:rsid w:val="00C05F2E"/>
    <w:rsid w:val="00C10F1F"/>
    <w:rsid w:val="00C11015"/>
    <w:rsid w:val="00C13404"/>
    <w:rsid w:val="00C220E3"/>
    <w:rsid w:val="00C25878"/>
    <w:rsid w:val="00C27A5B"/>
    <w:rsid w:val="00C27B80"/>
    <w:rsid w:val="00C338BB"/>
    <w:rsid w:val="00C358C4"/>
    <w:rsid w:val="00C36984"/>
    <w:rsid w:val="00C37E34"/>
    <w:rsid w:val="00C40B2E"/>
    <w:rsid w:val="00C41DD2"/>
    <w:rsid w:val="00C42FC2"/>
    <w:rsid w:val="00C4318F"/>
    <w:rsid w:val="00C43D21"/>
    <w:rsid w:val="00C46433"/>
    <w:rsid w:val="00C47F20"/>
    <w:rsid w:val="00C52AFB"/>
    <w:rsid w:val="00C6149F"/>
    <w:rsid w:val="00C61620"/>
    <w:rsid w:val="00C62BF1"/>
    <w:rsid w:val="00C702B0"/>
    <w:rsid w:val="00C71997"/>
    <w:rsid w:val="00C7219C"/>
    <w:rsid w:val="00C738CD"/>
    <w:rsid w:val="00C77B3A"/>
    <w:rsid w:val="00C829CB"/>
    <w:rsid w:val="00C86CD9"/>
    <w:rsid w:val="00C87D58"/>
    <w:rsid w:val="00C933C6"/>
    <w:rsid w:val="00C9380F"/>
    <w:rsid w:val="00C944CA"/>
    <w:rsid w:val="00C958D7"/>
    <w:rsid w:val="00C96BF8"/>
    <w:rsid w:val="00CA0DBA"/>
    <w:rsid w:val="00CA112B"/>
    <w:rsid w:val="00CA1B7C"/>
    <w:rsid w:val="00CA1ECF"/>
    <w:rsid w:val="00CA34A7"/>
    <w:rsid w:val="00CA5071"/>
    <w:rsid w:val="00CA51C3"/>
    <w:rsid w:val="00CA70EC"/>
    <w:rsid w:val="00CA7B3F"/>
    <w:rsid w:val="00CB3959"/>
    <w:rsid w:val="00CB4E08"/>
    <w:rsid w:val="00CC000B"/>
    <w:rsid w:val="00CC134E"/>
    <w:rsid w:val="00CC2CF5"/>
    <w:rsid w:val="00CC3B93"/>
    <w:rsid w:val="00CC48E7"/>
    <w:rsid w:val="00CC622C"/>
    <w:rsid w:val="00CD1A5F"/>
    <w:rsid w:val="00CD454A"/>
    <w:rsid w:val="00CD4EE1"/>
    <w:rsid w:val="00CD7844"/>
    <w:rsid w:val="00CE17B1"/>
    <w:rsid w:val="00CE2802"/>
    <w:rsid w:val="00CE2866"/>
    <w:rsid w:val="00CE545C"/>
    <w:rsid w:val="00CE572C"/>
    <w:rsid w:val="00CE7104"/>
    <w:rsid w:val="00CF07DB"/>
    <w:rsid w:val="00CF29F7"/>
    <w:rsid w:val="00CF4EBF"/>
    <w:rsid w:val="00CF7613"/>
    <w:rsid w:val="00D017A0"/>
    <w:rsid w:val="00D01FC7"/>
    <w:rsid w:val="00D0318E"/>
    <w:rsid w:val="00D0572A"/>
    <w:rsid w:val="00D06CCA"/>
    <w:rsid w:val="00D156C3"/>
    <w:rsid w:val="00D1661B"/>
    <w:rsid w:val="00D2074B"/>
    <w:rsid w:val="00D24453"/>
    <w:rsid w:val="00D2732F"/>
    <w:rsid w:val="00D34853"/>
    <w:rsid w:val="00D365E6"/>
    <w:rsid w:val="00D36D00"/>
    <w:rsid w:val="00D40ECA"/>
    <w:rsid w:val="00D41D2C"/>
    <w:rsid w:val="00D42998"/>
    <w:rsid w:val="00D46609"/>
    <w:rsid w:val="00D46AFA"/>
    <w:rsid w:val="00D47259"/>
    <w:rsid w:val="00D518DA"/>
    <w:rsid w:val="00D603E6"/>
    <w:rsid w:val="00D61282"/>
    <w:rsid w:val="00D61CE3"/>
    <w:rsid w:val="00D6445B"/>
    <w:rsid w:val="00D675AD"/>
    <w:rsid w:val="00D7190E"/>
    <w:rsid w:val="00D7271A"/>
    <w:rsid w:val="00D744FC"/>
    <w:rsid w:val="00D74BC9"/>
    <w:rsid w:val="00D74D4C"/>
    <w:rsid w:val="00D767E2"/>
    <w:rsid w:val="00D76994"/>
    <w:rsid w:val="00D77AF9"/>
    <w:rsid w:val="00D800BF"/>
    <w:rsid w:val="00D80FD7"/>
    <w:rsid w:val="00D83D4E"/>
    <w:rsid w:val="00D86680"/>
    <w:rsid w:val="00D87967"/>
    <w:rsid w:val="00D921BC"/>
    <w:rsid w:val="00D9245B"/>
    <w:rsid w:val="00D9607F"/>
    <w:rsid w:val="00D96365"/>
    <w:rsid w:val="00D97D03"/>
    <w:rsid w:val="00DA0FCF"/>
    <w:rsid w:val="00DA1A79"/>
    <w:rsid w:val="00DA348A"/>
    <w:rsid w:val="00DA7DF1"/>
    <w:rsid w:val="00DB12B3"/>
    <w:rsid w:val="00DB1592"/>
    <w:rsid w:val="00DB22DF"/>
    <w:rsid w:val="00DB2BD1"/>
    <w:rsid w:val="00DB357E"/>
    <w:rsid w:val="00DB44A3"/>
    <w:rsid w:val="00DB4B27"/>
    <w:rsid w:val="00DB6D38"/>
    <w:rsid w:val="00DC2041"/>
    <w:rsid w:val="00DC2E2D"/>
    <w:rsid w:val="00DC3BA3"/>
    <w:rsid w:val="00DC3FBF"/>
    <w:rsid w:val="00DC70E8"/>
    <w:rsid w:val="00DD2238"/>
    <w:rsid w:val="00DD5E8F"/>
    <w:rsid w:val="00DD6844"/>
    <w:rsid w:val="00DE04F4"/>
    <w:rsid w:val="00DE15B8"/>
    <w:rsid w:val="00DE25C1"/>
    <w:rsid w:val="00DF06EC"/>
    <w:rsid w:val="00DF1D2E"/>
    <w:rsid w:val="00DF2FFF"/>
    <w:rsid w:val="00DF3A73"/>
    <w:rsid w:val="00DF44CE"/>
    <w:rsid w:val="00DF50D4"/>
    <w:rsid w:val="00DF78B1"/>
    <w:rsid w:val="00E000D9"/>
    <w:rsid w:val="00E01473"/>
    <w:rsid w:val="00E020BC"/>
    <w:rsid w:val="00E039F1"/>
    <w:rsid w:val="00E042D3"/>
    <w:rsid w:val="00E13683"/>
    <w:rsid w:val="00E14C1A"/>
    <w:rsid w:val="00E162E4"/>
    <w:rsid w:val="00E168DC"/>
    <w:rsid w:val="00E215CB"/>
    <w:rsid w:val="00E21B8B"/>
    <w:rsid w:val="00E240E4"/>
    <w:rsid w:val="00E24E36"/>
    <w:rsid w:val="00E275E2"/>
    <w:rsid w:val="00E339B3"/>
    <w:rsid w:val="00E345C9"/>
    <w:rsid w:val="00E3660E"/>
    <w:rsid w:val="00E40C77"/>
    <w:rsid w:val="00E431E9"/>
    <w:rsid w:val="00E434BC"/>
    <w:rsid w:val="00E5081A"/>
    <w:rsid w:val="00E53841"/>
    <w:rsid w:val="00E54B88"/>
    <w:rsid w:val="00E60C7D"/>
    <w:rsid w:val="00E61E0F"/>
    <w:rsid w:val="00E621E0"/>
    <w:rsid w:val="00E62CDD"/>
    <w:rsid w:val="00E63A37"/>
    <w:rsid w:val="00E63D9E"/>
    <w:rsid w:val="00E66E4E"/>
    <w:rsid w:val="00E66EB2"/>
    <w:rsid w:val="00E670ED"/>
    <w:rsid w:val="00E706B6"/>
    <w:rsid w:val="00E72327"/>
    <w:rsid w:val="00E743EE"/>
    <w:rsid w:val="00E76A12"/>
    <w:rsid w:val="00E77E9B"/>
    <w:rsid w:val="00E818BA"/>
    <w:rsid w:val="00E824F1"/>
    <w:rsid w:val="00E84685"/>
    <w:rsid w:val="00E86594"/>
    <w:rsid w:val="00E86E45"/>
    <w:rsid w:val="00E87975"/>
    <w:rsid w:val="00E9351E"/>
    <w:rsid w:val="00E9704F"/>
    <w:rsid w:val="00E97A33"/>
    <w:rsid w:val="00EA548C"/>
    <w:rsid w:val="00EB261E"/>
    <w:rsid w:val="00EB3BF3"/>
    <w:rsid w:val="00EB541B"/>
    <w:rsid w:val="00EB66EA"/>
    <w:rsid w:val="00EB79FE"/>
    <w:rsid w:val="00EC4FD0"/>
    <w:rsid w:val="00ED1865"/>
    <w:rsid w:val="00ED2E80"/>
    <w:rsid w:val="00ED4EED"/>
    <w:rsid w:val="00ED4EF2"/>
    <w:rsid w:val="00ED6D8D"/>
    <w:rsid w:val="00ED72C2"/>
    <w:rsid w:val="00EE7EA5"/>
    <w:rsid w:val="00EF08FC"/>
    <w:rsid w:val="00EF24EE"/>
    <w:rsid w:val="00EF6BCE"/>
    <w:rsid w:val="00EF6EE8"/>
    <w:rsid w:val="00F00E37"/>
    <w:rsid w:val="00F0162A"/>
    <w:rsid w:val="00F04369"/>
    <w:rsid w:val="00F05EA5"/>
    <w:rsid w:val="00F07341"/>
    <w:rsid w:val="00F11566"/>
    <w:rsid w:val="00F16278"/>
    <w:rsid w:val="00F23AB4"/>
    <w:rsid w:val="00F2587F"/>
    <w:rsid w:val="00F26F3F"/>
    <w:rsid w:val="00F316CC"/>
    <w:rsid w:val="00F32AD9"/>
    <w:rsid w:val="00F32D2F"/>
    <w:rsid w:val="00F33B4B"/>
    <w:rsid w:val="00F3467D"/>
    <w:rsid w:val="00F351B4"/>
    <w:rsid w:val="00F3730B"/>
    <w:rsid w:val="00F37AA7"/>
    <w:rsid w:val="00F41823"/>
    <w:rsid w:val="00F43576"/>
    <w:rsid w:val="00F43F5C"/>
    <w:rsid w:val="00F543EB"/>
    <w:rsid w:val="00F57768"/>
    <w:rsid w:val="00F57C65"/>
    <w:rsid w:val="00F6445F"/>
    <w:rsid w:val="00F7008D"/>
    <w:rsid w:val="00F701F2"/>
    <w:rsid w:val="00F70CA6"/>
    <w:rsid w:val="00F717E3"/>
    <w:rsid w:val="00F718B6"/>
    <w:rsid w:val="00F72130"/>
    <w:rsid w:val="00F751FC"/>
    <w:rsid w:val="00F77D0C"/>
    <w:rsid w:val="00F8195F"/>
    <w:rsid w:val="00F830D9"/>
    <w:rsid w:val="00F85799"/>
    <w:rsid w:val="00F877D4"/>
    <w:rsid w:val="00F92F4E"/>
    <w:rsid w:val="00FA545E"/>
    <w:rsid w:val="00FA5E02"/>
    <w:rsid w:val="00FA6D4D"/>
    <w:rsid w:val="00FB0663"/>
    <w:rsid w:val="00FB1232"/>
    <w:rsid w:val="00FB2C5B"/>
    <w:rsid w:val="00FB38F4"/>
    <w:rsid w:val="00FB50DB"/>
    <w:rsid w:val="00FB64EE"/>
    <w:rsid w:val="00FB7456"/>
    <w:rsid w:val="00FC0FC3"/>
    <w:rsid w:val="00FC1FC7"/>
    <w:rsid w:val="00FC4C6D"/>
    <w:rsid w:val="00FC516D"/>
    <w:rsid w:val="00FD013C"/>
    <w:rsid w:val="00FD1BB2"/>
    <w:rsid w:val="00FD2F60"/>
    <w:rsid w:val="00FD53BE"/>
    <w:rsid w:val="00FD69AB"/>
    <w:rsid w:val="00FE1A40"/>
    <w:rsid w:val="00FE1BE8"/>
    <w:rsid w:val="00FE22D6"/>
    <w:rsid w:val="00FE38AE"/>
    <w:rsid w:val="00FF1B3A"/>
    <w:rsid w:val="00FF25D9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/>
    <o:shapelayout v:ext="edit">
      <o:idmap v:ext="edit" data="1"/>
    </o:shapelayout>
  </w:shapeDefaults>
  <w:decimalSymbol w:val=","/>
  <w:listSeparator w:val=";"/>
  <w14:docId w14:val="7F78805B"/>
  <w15:chartTrackingRefBased/>
  <w15:docId w15:val="{C79ABE5C-9E6A-438A-9D17-140346B1E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7ACD"/>
    <w:rPr>
      <w:sz w:val="24"/>
      <w:szCs w:val="24"/>
    </w:rPr>
  </w:style>
  <w:style w:type="paragraph" w:styleId="Titolo3">
    <w:name w:val="heading 3"/>
    <w:basedOn w:val="Normale"/>
    <w:next w:val="Normale"/>
    <w:qFormat/>
    <w:rsid w:val="007156D5"/>
    <w:pPr>
      <w:keepNext/>
      <w:ind w:right="-425"/>
      <w:outlineLvl w:val="2"/>
    </w:pPr>
    <w:rPr>
      <w:rFonts w:ascii="Arial" w:hAnsi="Arial"/>
      <w:b/>
      <w:sz w:val="28"/>
      <w:szCs w:val="20"/>
    </w:rPr>
  </w:style>
  <w:style w:type="paragraph" w:styleId="Titolo9">
    <w:name w:val="heading 9"/>
    <w:basedOn w:val="Normale"/>
    <w:next w:val="Normale"/>
    <w:qFormat/>
    <w:rsid w:val="007156D5"/>
    <w:pPr>
      <w:keepNext/>
      <w:jc w:val="center"/>
      <w:outlineLvl w:val="8"/>
    </w:pPr>
    <w:rPr>
      <w:rFonts w:ascii="Arial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7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CF761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F761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7156D5"/>
    <w:pPr>
      <w:ind w:right="282"/>
      <w:jc w:val="both"/>
    </w:pPr>
    <w:rPr>
      <w:rFonts w:ascii="Arial" w:hAnsi="Arial"/>
      <w:szCs w:val="20"/>
    </w:rPr>
  </w:style>
  <w:style w:type="paragraph" w:styleId="Corpotesto">
    <w:name w:val="Body Text"/>
    <w:basedOn w:val="Normale"/>
    <w:rsid w:val="00E162E4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styleId="Rientrocorpodeltesto2">
    <w:name w:val="Body Text Indent 2"/>
    <w:basedOn w:val="Normale"/>
    <w:rsid w:val="00D06CCA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5E7678"/>
    <w:pPr>
      <w:spacing w:after="120"/>
      <w:ind w:left="283"/>
    </w:pPr>
  </w:style>
  <w:style w:type="paragraph" w:styleId="Rientrocorpodeltesto3">
    <w:name w:val="Body Text Indent 3"/>
    <w:basedOn w:val="Normale"/>
    <w:rsid w:val="000C74B9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semiHidden/>
    <w:rsid w:val="003D254D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356E7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che3">
    <w:name w:val="sche_3"/>
    <w:rsid w:val="00717F13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character" w:styleId="Numeropagina">
    <w:name w:val="page number"/>
    <w:basedOn w:val="Carpredefinitoparagrafo"/>
    <w:rsid w:val="001A5C88"/>
  </w:style>
  <w:style w:type="paragraph" w:customStyle="1" w:styleId="Corpodeltesto21">
    <w:name w:val="Corpo del testo 21"/>
    <w:basedOn w:val="Normale"/>
    <w:rsid w:val="004D20F5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592D73"/>
    <w:rPr>
      <w:color w:val="808080"/>
    </w:rPr>
  </w:style>
  <w:style w:type="paragraph" w:styleId="Paragrafoelenco">
    <w:name w:val="List Paragraph"/>
    <w:basedOn w:val="Normale"/>
    <w:uiPriority w:val="34"/>
    <w:qFormat/>
    <w:rsid w:val="00AC6412"/>
    <w:pPr>
      <w:ind w:left="720"/>
      <w:contextualSpacing/>
    </w:pPr>
  </w:style>
  <w:style w:type="paragraph" w:customStyle="1" w:styleId="LetteraTipo">
    <w:name w:val="Lettera Tipo"/>
    <w:basedOn w:val="Normale"/>
    <w:qFormat/>
    <w:rsid w:val="00326511"/>
    <w:pPr>
      <w:spacing w:line="280" w:lineRule="exact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63BB2CD-7FA0-4AE7-9339-69EA1249B29A}"/>
      </w:docPartPr>
      <w:docPartBody>
        <w:p w:rsidR="001D4D1E" w:rsidRDefault="001D4D1E"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9FBF649679E40F78B04BFB68A91F4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8C53EE-383D-44EA-976E-F23C676678F5}"/>
      </w:docPartPr>
      <w:docPartBody>
        <w:p w:rsidR="0013307C" w:rsidRDefault="001F6C4F" w:rsidP="001F6C4F">
          <w:pPr>
            <w:pStyle w:val="29FBF649679E40F78B04BFB68A91F4E5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1D3F80AF3C341EBA737D8303BFDC6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FBD527-9ABA-4E62-9082-86A00F0EBDCF}"/>
      </w:docPartPr>
      <w:docPartBody>
        <w:p w:rsidR="0013307C" w:rsidRDefault="001F6C4F" w:rsidP="001F6C4F">
          <w:pPr>
            <w:pStyle w:val="71D3F80AF3C341EBA737D8303BFDC6AD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E58D621B7F648C998A09A68EE6EB9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23BAF0-0C60-45F0-B450-677023C4C239}"/>
      </w:docPartPr>
      <w:docPartBody>
        <w:p w:rsidR="0013307C" w:rsidRDefault="001F6C4F" w:rsidP="001F6C4F">
          <w:pPr>
            <w:pStyle w:val="1E58D621B7F648C998A09A68EE6EB9AC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B5FB8C943404C20881E072BF7C5607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45ABCD6-A37C-4A2F-9C94-31C5F1BB57E6}"/>
      </w:docPartPr>
      <w:docPartBody>
        <w:p w:rsidR="0013307C" w:rsidRDefault="001F6C4F" w:rsidP="001F6C4F">
          <w:pPr>
            <w:pStyle w:val="2B5FB8C943404C20881E072BF7C56079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5098381DC9A4D1198723FC641A5FC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B836DB-9A1F-4F2E-A702-07C8EB982FD9}"/>
      </w:docPartPr>
      <w:docPartBody>
        <w:p w:rsidR="0013307C" w:rsidRDefault="001F6C4F" w:rsidP="001F6C4F">
          <w:pPr>
            <w:pStyle w:val="D5098381DC9A4D1198723FC641A5FCD5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D2C9A50A54444E88B815A516B2465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C9A8BCC-D5D0-423D-90B2-BEF6B1DCB46D}"/>
      </w:docPartPr>
      <w:docPartBody>
        <w:p w:rsidR="0013307C" w:rsidRDefault="001F6C4F" w:rsidP="001F6C4F">
          <w:pPr>
            <w:pStyle w:val="BD2C9A50A54444E88B815A516B24650B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08CB12EB51449548CAE12EF9B8AAD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F70947-40FD-4B74-8962-B74FB8E61FAA}"/>
      </w:docPartPr>
      <w:docPartBody>
        <w:p w:rsidR="0013307C" w:rsidRDefault="001F6C4F" w:rsidP="001F6C4F">
          <w:pPr>
            <w:pStyle w:val="508CB12EB51449548CAE12EF9B8AAD60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4C133F7CA204A09BAF576DA9C6AF4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4DD9EC6-0EEB-4650-9DB0-01E63D1BB6FF}"/>
      </w:docPartPr>
      <w:docPartBody>
        <w:p w:rsidR="0013307C" w:rsidRDefault="001F6C4F" w:rsidP="001F6C4F">
          <w:pPr>
            <w:pStyle w:val="44C133F7CA204A09BAF576DA9C6AF4CD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99C8164574C4BEFB6561DE2DF15C2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200B6A-93AC-4152-B6FF-6C06D71CDE05}"/>
      </w:docPartPr>
      <w:docPartBody>
        <w:p w:rsidR="0013307C" w:rsidRDefault="001F6C4F" w:rsidP="001F6C4F">
          <w:pPr>
            <w:pStyle w:val="599C8164574C4BEFB6561DE2DF15C240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9061E425AFE46389AEE5322F3EB91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928594-EABE-4D0F-A8B0-BAFFCA9F394F}"/>
      </w:docPartPr>
      <w:docPartBody>
        <w:p w:rsidR="0013307C" w:rsidRDefault="001F6C4F" w:rsidP="001F6C4F">
          <w:pPr>
            <w:pStyle w:val="99061E425AFE46389AEE5322F3EB9198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D670D84B1D349B3932967C1FE1759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140BFA-9CB0-4BF4-A663-B624E217C0E3}"/>
      </w:docPartPr>
      <w:docPartBody>
        <w:p w:rsidR="0013307C" w:rsidRDefault="001F6C4F" w:rsidP="001F6C4F">
          <w:pPr>
            <w:pStyle w:val="5D670D84B1D349B3932967C1FE1759BB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DBC8CC1D58043A7AB979BB6CA9C28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FE0B18-5436-484D-ABF9-F13B59B51364}"/>
      </w:docPartPr>
      <w:docPartBody>
        <w:p w:rsidR="0013307C" w:rsidRDefault="001F6C4F" w:rsidP="001F6C4F">
          <w:pPr>
            <w:pStyle w:val="7DBC8CC1D58043A7AB979BB6CA9C2854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22C545C670B45C089789ECBA4C0F1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484502-9210-4C48-8739-3CC17579F77D}"/>
      </w:docPartPr>
      <w:docPartBody>
        <w:p w:rsidR="003F31C7" w:rsidRDefault="00610135" w:rsidP="00610135">
          <w:pPr>
            <w:pStyle w:val="F22C545C670B45C089789ECBA4C0F1CD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B3EC6B57EB4419F9A4169DB7A7E42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76FF5C-E0EC-4B7C-9A19-2A34F07321D9}"/>
      </w:docPartPr>
      <w:docPartBody>
        <w:p w:rsidR="003F31C7" w:rsidRDefault="00610135" w:rsidP="00610135">
          <w:pPr>
            <w:pStyle w:val="6B3EC6B57EB4419F9A4169DB7A7E4252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07E5750BF914C88B1062B00287494C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6A8420-37E6-4A20-BB85-84AD93A091C5}"/>
      </w:docPartPr>
      <w:docPartBody>
        <w:p w:rsidR="00612057" w:rsidRDefault="00121DD9" w:rsidP="00121DD9">
          <w:pPr>
            <w:pStyle w:val="507E5750BF914C88B1062B00287494C2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A7A545979EA4879844EFD4D4F6F318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8BB538-A723-439D-88E5-1DA770B63F30}"/>
      </w:docPartPr>
      <w:docPartBody>
        <w:p w:rsidR="00612057" w:rsidRDefault="00121DD9" w:rsidP="00121DD9">
          <w:pPr>
            <w:pStyle w:val="BA7A545979EA4879844EFD4D4F6F3183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D1E"/>
    <w:rsid w:val="00065A78"/>
    <w:rsid w:val="00121DD9"/>
    <w:rsid w:val="0013307C"/>
    <w:rsid w:val="001D4D1E"/>
    <w:rsid w:val="001F6C4F"/>
    <w:rsid w:val="003F31C7"/>
    <w:rsid w:val="00610135"/>
    <w:rsid w:val="00612057"/>
    <w:rsid w:val="00787315"/>
    <w:rsid w:val="0087775B"/>
    <w:rsid w:val="00C22E0F"/>
    <w:rsid w:val="00EA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121DD9"/>
    <w:rPr>
      <w:color w:val="808080"/>
    </w:rPr>
  </w:style>
  <w:style w:type="paragraph" w:customStyle="1" w:styleId="29FBF649679E40F78B04BFB68A91F4E5">
    <w:name w:val="29FBF649679E40F78B04BFB68A91F4E5"/>
    <w:rsid w:val="001F6C4F"/>
  </w:style>
  <w:style w:type="paragraph" w:customStyle="1" w:styleId="71D3F80AF3C341EBA737D8303BFDC6AD">
    <w:name w:val="71D3F80AF3C341EBA737D8303BFDC6AD"/>
    <w:rsid w:val="001F6C4F"/>
  </w:style>
  <w:style w:type="paragraph" w:customStyle="1" w:styleId="1E58D621B7F648C998A09A68EE6EB9AC">
    <w:name w:val="1E58D621B7F648C998A09A68EE6EB9AC"/>
    <w:rsid w:val="001F6C4F"/>
  </w:style>
  <w:style w:type="paragraph" w:customStyle="1" w:styleId="2B5FB8C943404C20881E072BF7C56079">
    <w:name w:val="2B5FB8C943404C20881E072BF7C56079"/>
    <w:rsid w:val="001F6C4F"/>
  </w:style>
  <w:style w:type="paragraph" w:customStyle="1" w:styleId="D5098381DC9A4D1198723FC641A5FCD5">
    <w:name w:val="D5098381DC9A4D1198723FC641A5FCD5"/>
    <w:rsid w:val="001F6C4F"/>
  </w:style>
  <w:style w:type="paragraph" w:customStyle="1" w:styleId="BD2C9A50A54444E88B815A516B24650B">
    <w:name w:val="BD2C9A50A54444E88B815A516B24650B"/>
    <w:rsid w:val="001F6C4F"/>
  </w:style>
  <w:style w:type="paragraph" w:customStyle="1" w:styleId="508CB12EB51449548CAE12EF9B8AAD60">
    <w:name w:val="508CB12EB51449548CAE12EF9B8AAD60"/>
    <w:rsid w:val="001F6C4F"/>
  </w:style>
  <w:style w:type="paragraph" w:customStyle="1" w:styleId="44C133F7CA204A09BAF576DA9C6AF4CD">
    <w:name w:val="44C133F7CA204A09BAF576DA9C6AF4CD"/>
    <w:rsid w:val="001F6C4F"/>
  </w:style>
  <w:style w:type="paragraph" w:customStyle="1" w:styleId="599C8164574C4BEFB6561DE2DF15C240">
    <w:name w:val="599C8164574C4BEFB6561DE2DF15C240"/>
    <w:rsid w:val="001F6C4F"/>
  </w:style>
  <w:style w:type="paragraph" w:customStyle="1" w:styleId="99061E425AFE46389AEE5322F3EB9198">
    <w:name w:val="99061E425AFE46389AEE5322F3EB9198"/>
    <w:rsid w:val="001F6C4F"/>
  </w:style>
  <w:style w:type="paragraph" w:customStyle="1" w:styleId="5D670D84B1D349B3932967C1FE1759BB">
    <w:name w:val="5D670D84B1D349B3932967C1FE1759BB"/>
    <w:rsid w:val="001F6C4F"/>
  </w:style>
  <w:style w:type="paragraph" w:customStyle="1" w:styleId="7DBC8CC1D58043A7AB979BB6CA9C2854">
    <w:name w:val="7DBC8CC1D58043A7AB979BB6CA9C2854"/>
    <w:rsid w:val="001F6C4F"/>
  </w:style>
  <w:style w:type="paragraph" w:customStyle="1" w:styleId="F22C545C670B45C089789ECBA4C0F1CD">
    <w:name w:val="F22C545C670B45C089789ECBA4C0F1CD"/>
    <w:rsid w:val="00610135"/>
  </w:style>
  <w:style w:type="paragraph" w:customStyle="1" w:styleId="6B3EC6B57EB4419F9A4169DB7A7E4252">
    <w:name w:val="6B3EC6B57EB4419F9A4169DB7A7E4252"/>
    <w:rsid w:val="00610135"/>
  </w:style>
  <w:style w:type="paragraph" w:customStyle="1" w:styleId="507E5750BF914C88B1062B00287494C2">
    <w:name w:val="507E5750BF914C88B1062B00287494C2"/>
    <w:rsid w:val="00121DD9"/>
  </w:style>
  <w:style w:type="paragraph" w:customStyle="1" w:styleId="BA7A545979EA4879844EFD4D4F6F3183">
    <w:name w:val="BA7A545979EA4879844EFD4D4F6F3183"/>
    <w:rsid w:val="00121D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5EEEF-900C-4D31-BA52-8EF34C4E9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C7BFFBB3</Template>
  <TotalTime>24</TotalTime>
  <Pages>4</Pages>
  <Words>1440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C_Gara_Livrea</vt:lpstr>
    </vt:vector>
  </TitlesOfParts>
  <Company>cotral</Company>
  <LinksUpToDate>false</LinksUpToDate>
  <CharactersWithSpaces>10215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C_Gara_Livrea</dc:title>
  <dc:subject/>
  <dc:creator>Gdilauro</dc:creator>
  <cp:keywords/>
  <cp:lastModifiedBy>Perna, Gabriella</cp:lastModifiedBy>
  <cp:revision>32</cp:revision>
  <cp:lastPrinted>2014-04-28T11:00:00Z</cp:lastPrinted>
  <dcterms:created xsi:type="dcterms:W3CDTF">2022-06-24T09:15:00Z</dcterms:created>
  <dcterms:modified xsi:type="dcterms:W3CDTF">2023-06-13T09:25:00Z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2023-04-17T10:17:36Z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bdda6498-533c-46f1-a55b-f99257b19551</vt:lpwstr>
  </property>
  <property fmtid="{D5CDD505-2E9C-101B-9397-08002B2CF9AE}" pid="7" name="MSIP_Label_defa4170-0d19-0005-0004-bc88714345d2_ActionId">
    <vt:lpwstr>29b30fc8-4b1a-4560-9735-ee655c356c7e</vt:lpwstr>
  </property>
  <property fmtid="{D5CDD505-2E9C-101B-9397-08002B2CF9AE}" pid="8" name="MSIP_Label_defa4170-0d19-0005-0004-bc88714345d2_ContentBits">
    <vt:lpwstr>0</vt:lpwstr>
  </property>
</Properties>
</file>