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B3" w:rsidRPr="0044330B" w:rsidRDefault="008C74B3" w:rsidP="00477F43">
      <w:pPr>
        <w:pStyle w:val="Titolo1"/>
        <w:jc w:val="left"/>
        <w:rPr>
          <w:rFonts w:ascii="Arial" w:hAnsi="Arial" w:cs="Arial"/>
          <w:sz w:val="20"/>
        </w:rPr>
      </w:pPr>
    </w:p>
    <w:p w:rsidR="006D14BA" w:rsidRDefault="006D14BA">
      <w:pPr>
        <w:pStyle w:val="Titolo1"/>
        <w:jc w:val="center"/>
        <w:rPr>
          <w:rFonts w:ascii="Arial" w:hAnsi="Arial" w:cs="Arial"/>
          <w:sz w:val="20"/>
        </w:rPr>
      </w:pPr>
    </w:p>
    <w:p w:rsidR="00AB111F" w:rsidRPr="00AB111F" w:rsidRDefault="00AB111F" w:rsidP="00AB111F">
      <w:pPr>
        <w:keepNext/>
        <w:tabs>
          <w:tab w:val="left" w:pos="8789"/>
        </w:tabs>
        <w:jc w:val="center"/>
        <w:outlineLvl w:val="0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MODELLO  AVVALIMENTO</w:t>
      </w:r>
    </w:p>
    <w:p w:rsidR="00AB111F" w:rsidRPr="00AB111F" w:rsidRDefault="00AB111F" w:rsidP="00AB111F">
      <w:pPr>
        <w:rPr>
          <w:rFonts w:ascii="Arial" w:hAnsi="Arial" w:cs="Arial"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(da compilarsi dall’Impresa concorrente in caso di ricorso all’istituto dell’Avvalimento di cui all’art. 89 D.lgs. n. 50/2016 </w:t>
      </w:r>
      <w:r w:rsidR="00C4311D">
        <w:rPr>
          <w:rFonts w:ascii="Arial" w:hAnsi="Arial" w:cs="Arial"/>
          <w:iCs/>
          <w:color w:val="000000"/>
        </w:rPr>
        <w:t xml:space="preserve"> </w:t>
      </w:r>
      <w:r w:rsidR="00C4311D" w:rsidRPr="00C4311D">
        <w:rPr>
          <w:rFonts w:ascii="Arial" w:hAnsi="Arial" w:cs="Arial"/>
          <w:b/>
          <w:iCs/>
          <w:color w:val="000000"/>
        </w:rPr>
        <w:t xml:space="preserve">e </w:t>
      </w:r>
      <w:proofErr w:type="spellStart"/>
      <w:r w:rsidR="00C4311D" w:rsidRPr="00C4311D">
        <w:rPr>
          <w:rFonts w:ascii="Arial" w:hAnsi="Arial" w:cs="Arial"/>
          <w:b/>
          <w:iCs/>
          <w:color w:val="000000"/>
        </w:rPr>
        <w:t>s.m.i.</w:t>
      </w:r>
      <w:proofErr w:type="spellEnd"/>
      <w:r w:rsidRPr="00AB111F">
        <w:rPr>
          <w:rFonts w:ascii="Arial" w:hAnsi="Arial" w:cs="Arial"/>
          <w:b/>
        </w:rPr>
        <w:t xml:space="preserve"> </w:t>
      </w: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OGGETTO: </w:t>
      </w:r>
      <w:r w:rsidR="0041421B" w:rsidRPr="0041421B">
        <w:rPr>
          <w:rFonts w:ascii="Arial" w:hAnsi="Arial" w:cs="Arial"/>
          <w:b/>
        </w:rPr>
        <w:t xml:space="preserve">Procedura Aperta, mediante Richiesta di Offerta in Busta Chiusa Digitale, gestita interamente per via telematica, da aggiudicarsi mediante il criterio dell’offerta economicamente più vantaggiosa, ai sensi degli artt. 58, 60 e 95 comma 2 del D.lgs. n. 50/2016 e </w:t>
      </w:r>
      <w:proofErr w:type="spellStart"/>
      <w:r w:rsidR="0041421B" w:rsidRPr="0041421B">
        <w:rPr>
          <w:rFonts w:ascii="Arial" w:hAnsi="Arial" w:cs="Arial"/>
          <w:b/>
        </w:rPr>
        <w:t>s.m.i.</w:t>
      </w:r>
      <w:proofErr w:type="spellEnd"/>
      <w:r w:rsidR="0041421B" w:rsidRPr="0041421B">
        <w:rPr>
          <w:rFonts w:ascii="Arial" w:hAnsi="Arial" w:cs="Arial"/>
          <w:b/>
        </w:rPr>
        <w:t>, per l’affidamento, suddiviso in 2 lotti, del servizio di igiene ambientale materiale rotabile e impianti Roma - Lido e Roma - Viterbo</w:t>
      </w:r>
    </w:p>
    <w:p w:rsidR="00304A62" w:rsidRDefault="00304A62" w:rsidP="00891406">
      <w:pPr>
        <w:jc w:val="both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</w:rPr>
      </w:pPr>
    </w:p>
    <w:p w:rsidR="00891406" w:rsidRDefault="000755F4" w:rsidP="00891406">
      <w:pPr>
        <w:ind w:left="1134" w:hanging="113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Bando di gara n. 21</w:t>
      </w:r>
      <w:r w:rsidR="00A54BCB">
        <w:rPr>
          <w:rFonts w:ascii="Arial" w:hAnsi="Arial" w:cs="Arial"/>
          <w:b/>
        </w:rPr>
        <w:t>/2022</w:t>
      </w:r>
    </w:p>
    <w:p w:rsidR="00AB111F" w:rsidRPr="00AB111F" w:rsidRDefault="00AB111F" w:rsidP="002361AB">
      <w:pPr>
        <w:jc w:val="both"/>
        <w:rPr>
          <w:rFonts w:ascii="Arial" w:hAnsi="Arial" w:cs="Arial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Il sottoscritto </w:t>
      </w:r>
      <w:sdt>
        <w:sdtPr>
          <w:rPr>
            <w:rFonts w:ascii="Arial" w:hAnsi="Arial" w:cs="Arial"/>
          </w:rPr>
          <w:id w:val="220099553"/>
          <w:placeholder>
            <w:docPart w:val="986D4CAD8A9B40F7BDA7BAC1729C85ED"/>
          </w:placeholder>
          <w:showingPlcHdr/>
        </w:sdtPr>
        <w:sdtEndPr/>
        <w:sdtContent>
          <w:bookmarkStart w:id="0" w:name="_GoBack"/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  <w:bookmarkEnd w:id="0"/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nato il </w:t>
      </w:r>
      <w:sdt>
        <w:sdtPr>
          <w:rPr>
            <w:rFonts w:ascii="Arial" w:hAnsi="Arial" w:cs="Arial"/>
          </w:rPr>
          <w:id w:val="-139442687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a  </w:t>
      </w:r>
      <w:sdt>
        <w:sdtPr>
          <w:rPr>
            <w:rFonts w:ascii="Arial" w:hAnsi="Arial" w:cs="Arial"/>
          </w:rPr>
          <w:id w:val="69882714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in qualità di </w:t>
      </w:r>
      <w:sdt>
        <w:sdtPr>
          <w:rPr>
            <w:rFonts w:ascii="Arial" w:hAnsi="Arial" w:cs="Arial"/>
          </w:rPr>
          <w:id w:val="83565931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dell’impresa </w:t>
      </w:r>
      <w:sdt>
        <w:sdtPr>
          <w:rPr>
            <w:rFonts w:ascii="Arial" w:hAnsi="Arial" w:cs="Arial"/>
          </w:rPr>
          <w:id w:val="173081450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sede legale in  </w:t>
      </w:r>
      <w:sdt>
        <w:sdtPr>
          <w:rPr>
            <w:rFonts w:ascii="Arial" w:hAnsi="Arial" w:cs="Arial"/>
          </w:rPr>
          <w:id w:val="679089571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sedi operative in </w:t>
      </w:r>
      <w:sdt>
        <w:sdtPr>
          <w:rPr>
            <w:rFonts w:ascii="Arial" w:hAnsi="Arial" w:cs="Arial"/>
          </w:rPr>
          <w:id w:val="159127441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codice fiscale n </w:t>
      </w:r>
      <w:sdt>
        <w:sdtPr>
          <w:rPr>
            <w:rFonts w:ascii="Arial" w:hAnsi="Arial" w:cs="Arial"/>
          </w:rPr>
          <w:id w:val="-16348152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Partita IVA n </w:t>
      </w:r>
      <w:sdt>
        <w:sdtPr>
          <w:rPr>
            <w:rFonts w:ascii="Arial" w:hAnsi="Arial" w:cs="Arial"/>
          </w:rPr>
          <w:id w:val="177057923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matricola INPS </w:t>
      </w:r>
      <w:sdt>
        <w:sdtPr>
          <w:rPr>
            <w:rFonts w:ascii="Arial" w:hAnsi="Arial" w:cs="Arial"/>
          </w:rPr>
          <w:id w:val="-156147332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sede INPS </w:t>
      </w:r>
      <w:sdt>
        <w:sdtPr>
          <w:rPr>
            <w:rFonts w:ascii="Arial" w:hAnsi="Arial" w:cs="Arial"/>
          </w:rPr>
          <w:id w:val="-577432452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posizione INAIL </w:t>
      </w:r>
      <w:sdt>
        <w:sdtPr>
          <w:rPr>
            <w:rFonts w:ascii="Arial" w:hAnsi="Arial" w:cs="Arial"/>
          </w:rPr>
          <w:id w:val="50440620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color w:val="BFBFBF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PREMESSO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Che </w:t>
      </w:r>
      <w:proofErr w:type="spellStart"/>
      <w:r w:rsidRPr="00AB111F">
        <w:rPr>
          <w:rFonts w:ascii="Arial" w:hAnsi="Arial" w:cs="Arial"/>
        </w:rPr>
        <w:t>Cotral</w:t>
      </w:r>
      <w:proofErr w:type="spellEnd"/>
      <w:r w:rsidRPr="00AB111F">
        <w:rPr>
          <w:rFonts w:ascii="Arial" w:hAnsi="Arial" w:cs="Arial"/>
        </w:rPr>
        <w:t xml:space="preserve"> Spa intende affidare l’appalto in oggetto,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B111F" w:rsidRPr="00AB111F" w:rsidRDefault="00AB111F" w:rsidP="00AB111F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AB111F">
        <w:rPr>
          <w:rFonts w:ascii="Arial" w:hAnsi="Arial" w:cs="Arial"/>
          <w:i/>
        </w:rPr>
        <w:t>consapevole delle sanzioni penali previste dall'articolo 76 del medesimo DPR 445/2000, per le ipotesi di falsità in atti e dichiarazioni mendaci ivi indicate, ai sensi degli articoli 46 e 47 del DPR 28 dicembre 2000 n. 445,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DICHIARA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di ricorrere all’istituto dell’avvalimento e di qualificarsi alla presente gara utilizzando i seguenti requisiti: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MS Gothic" w:eastAsia="MS Gothic" w:hAnsi="MS Gothic" w:cs="Arial"/>
        </w:rPr>
      </w:pPr>
    </w:p>
    <w:p w:rsidR="00AB111F" w:rsidRPr="00AB111F" w:rsidRDefault="005B3CED" w:rsidP="00AB111F">
      <w:pPr>
        <w:numPr>
          <w:ilvl w:val="0"/>
          <w:numId w:val="45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iCs/>
          </w:rPr>
          <w:id w:val="1393238091"/>
          <w:placeholder>
            <w:docPart w:val="E1661193A2E24AD88D668B9EB3AC5DBB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5B3CED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201002940"/>
          <w:placeholder>
            <w:docPart w:val="20CC8E48ECD247579E32010D139097ED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5B3CED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437214549"/>
          <w:placeholder>
            <w:docPart w:val="037849371E834362ADA7BC45F2A675DD"/>
          </w:placeholder>
          <w:showingPlcHdr/>
        </w:sdtPr>
        <w:sdtEndPr/>
        <w:sdtContent>
          <w:r w:rsidR="00AB111F" w:rsidRPr="00AB111F">
            <w:rPr>
              <w:rFonts w:ascii="Arial" w:hAnsi="Arial" w:cs="Arial"/>
              <w:i/>
              <w:iCs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relativi all’ Impresa Ausiliaria: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Denominazione:  </w:t>
      </w:r>
      <w:sdt>
        <w:sdtPr>
          <w:rPr>
            <w:rFonts w:ascii="Arial" w:hAnsi="Arial" w:cs="Arial"/>
          </w:rPr>
          <w:id w:val="1529213905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Sede legale: </w:t>
      </w:r>
      <w:sdt>
        <w:sdtPr>
          <w:rPr>
            <w:rFonts w:ascii="Arial" w:hAnsi="Arial" w:cs="Arial"/>
          </w:rPr>
          <w:id w:val="294346183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Codice Fiscale: </w:t>
      </w:r>
      <w:sdt>
        <w:sdtPr>
          <w:rPr>
            <w:rFonts w:ascii="Arial" w:hAnsi="Arial" w:cs="Arial"/>
          </w:rPr>
          <w:id w:val="2116250441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Partita IVA: </w:t>
      </w:r>
      <w:sdt>
        <w:sdtPr>
          <w:rPr>
            <w:rFonts w:ascii="Arial" w:hAnsi="Arial" w:cs="Arial"/>
          </w:rPr>
          <w:id w:val="968085669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AB111F">
        <w:rPr>
          <w:rFonts w:ascii="Arial" w:hAnsi="Arial" w:cs="Arial"/>
        </w:rPr>
        <w:t xml:space="preserve">Telefono: </w:t>
      </w:r>
      <w:sdt>
        <w:sdtPr>
          <w:rPr>
            <w:rFonts w:ascii="Arial" w:hAnsi="Arial" w:cs="Arial"/>
            <w:color w:val="FF0000"/>
          </w:rPr>
          <w:id w:val="-2099008326"/>
          <w:placeholder>
            <w:docPart w:val="E819009C9F644CB8A17AF274C13EC656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Email/PEC:</w:t>
      </w:r>
      <w:r w:rsidRPr="00AB111F">
        <w:rPr>
          <w:rFonts w:ascii="Arial" w:hAnsi="Arial" w:cs="Arial"/>
          <w:color w:val="FF0000"/>
        </w:rPr>
        <w:t xml:space="preserve"> </w:t>
      </w:r>
      <w:sdt>
        <w:sdtPr>
          <w:rPr>
            <w:rFonts w:ascii="Arial" w:hAnsi="Arial" w:cs="Arial"/>
            <w:color w:val="FF0000"/>
          </w:rPr>
          <w:id w:val="-399449833"/>
          <w:placeholder>
            <w:docPart w:val="41D53A03A8AA44019CA66D707286DF7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e a tale scopo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lastRenderedPageBreak/>
        <w:t>ALLEGA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il contratto</w:t>
      </w:r>
      <w:r w:rsidRPr="00AB111F">
        <w:rPr>
          <w:sz w:val="24"/>
        </w:rPr>
        <w:t xml:space="preserve"> </w:t>
      </w:r>
      <w:r w:rsidRPr="00AB111F">
        <w:rPr>
          <w:rFonts w:ascii="Arial" w:hAnsi="Arial" w:cs="Arial"/>
          <w:bCs/>
        </w:rPr>
        <w:t>firmato digitalmente dai Legali Rappresentanti dell’impresa concorrente e dell’impresa Ausiliaria in virtù del quale l’impresa ausiliaria si obbliga nei confronti del concorrente a fornire i requisiti e a mettere a disposizione le risorse necessarie per tutta la durata dell’appalto.</w:t>
      </w:r>
    </w:p>
    <w:p w:rsidR="00AB111F" w:rsidRPr="00AB111F" w:rsidRDefault="00AB111F" w:rsidP="00AB111F">
      <w:pPr>
        <w:jc w:val="both"/>
        <w:rPr>
          <w:rFonts w:ascii="Arial" w:hAnsi="Arial" w:cs="Arial"/>
          <w:bCs/>
          <w:sz w:val="24"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Si precisa che il presente Modello, debitamente compilato, dovrà essere firmato digitalmente dal legale rappresentante/procuratore speciale dell’Impresa concorrente</w:t>
      </w:r>
    </w:p>
    <w:p w:rsidR="00AB111F" w:rsidRPr="00AB111F" w:rsidRDefault="00AB111F" w:rsidP="00AB111F">
      <w:pPr>
        <w:tabs>
          <w:tab w:val="left" w:pos="6812"/>
        </w:tabs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ab/>
      </w: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Al fine di agevolare i lavori della Commissione esaminatrice ed evitare eventuali errori di trascrizione, si invita a rendere le dichiarazioni utilizzando materialmente il presente modello o una sua fotocopia. </w:t>
      </w:r>
    </w:p>
    <w:p w:rsidR="00DA1FD7" w:rsidRPr="0044330B" w:rsidRDefault="00DA1FD7" w:rsidP="00AB111F">
      <w:pPr>
        <w:pStyle w:val="Titolo1"/>
        <w:jc w:val="center"/>
        <w:rPr>
          <w:rFonts w:ascii="Arial" w:hAnsi="Arial" w:cs="Arial"/>
        </w:rPr>
      </w:pPr>
    </w:p>
    <w:sectPr w:rsidR="00DA1FD7" w:rsidRPr="0044330B" w:rsidSect="005978B5">
      <w:headerReference w:type="default" r:id="rId8"/>
      <w:footerReference w:type="default" r:id="rId9"/>
      <w:type w:val="continuous"/>
      <w:pgSz w:w="11907" w:h="16840" w:code="9"/>
      <w:pgMar w:top="1135" w:right="1275" w:bottom="1702" w:left="1134" w:header="720" w:footer="16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6B" w:rsidRDefault="003D1A6B">
      <w:r>
        <w:separator/>
      </w:r>
    </w:p>
  </w:endnote>
  <w:endnote w:type="continuationSeparator" w:id="0">
    <w:p w:rsidR="003D1A6B" w:rsidRDefault="003D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13D" w:rsidRPr="0044330B" w:rsidRDefault="005978B5" w:rsidP="005978B5">
    <w:pPr>
      <w:pStyle w:val="Pidipa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proofErr w:type="spellStart"/>
    <w:r w:rsidR="00584ACD">
      <w:rPr>
        <w:rFonts w:ascii="Arial" w:hAnsi="Arial" w:cs="Arial"/>
        <w:b/>
        <w:sz w:val="16"/>
        <w:szCs w:val="16"/>
      </w:rPr>
      <w:t>Mod</w:t>
    </w:r>
    <w:proofErr w:type="spellEnd"/>
    <w:r w:rsidR="00584ACD">
      <w:rPr>
        <w:rFonts w:ascii="Arial" w:hAnsi="Arial" w:cs="Arial"/>
        <w:b/>
        <w:sz w:val="16"/>
        <w:szCs w:val="16"/>
      </w:rPr>
      <w:t>. Avvalimento</w:t>
    </w:r>
  </w:p>
  <w:p w:rsidR="0062213D" w:rsidRDefault="0062213D">
    <w:pPr>
      <w:pStyle w:val="Pidipagina"/>
      <w:jc w:val="right"/>
      <w:rPr>
        <w:rFonts w:ascii="Arial" w:hAnsi="Arial" w:cs="Arial"/>
        <w:b/>
        <w:snapToGrid w:val="0"/>
        <w:sz w:val="16"/>
        <w:szCs w:val="16"/>
      </w:rPr>
    </w:pPr>
    <w:r w:rsidRPr="0044330B">
      <w:rPr>
        <w:rFonts w:ascii="Arial" w:hAnsi="Arial" w:cs="Arial"/>
        <w:b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Pag.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PAGE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5B3CED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  <w:r w:rsidR="0044330B">
      <w:rPr>
        <w:rFonts w:ascii="Arial" w:hAnsi="Arial" w:cs="Arial"/>
        <w:b/>
        <w:snapToGrid w:val="0"/>
        <w:sz w:val="16"/>
        <w:szCs w:val="16"/>
      </w:rPr>
      <w:t xml:space="preserve"> di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NUMPAGES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5B3CED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6B" w:rsidRDefault="003D1A6B">
      <w:r>
        <w:separator/>
      </w:r>
    </w:p>
  </w:footnote>
  <w:footnote w:type="continuationSeparator" w:id="0">
    <w:p w:rsidR="003D1A6B" w:rsidRDefault="003D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8B5" w:rsidRDefault="005978B5">
    <w:pPr>
      <w:pStyle w:val="Intestazione"/>
    </w:pPr>
    <w:r>
      <w:rPr>
        <w:noProof/>
      </w:rPr>
      <w:drawing>
        <wp:inline distT="0" distB="0" distL="0" distR="0" wp14:anchorId="0DCFFDC9">
          <wp:extent cx="1657985" cy="932815"/>
          <wp:effectExtent l="0" t="0" r="0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3D8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28A2465"/>
    <w:multiLevelType w:val="hybridMultilevel"/>
    <w:tmpl w:val="A314A216"/>
    <w:lvl w:ilvl="0" w:tplc="956A6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E2D"/>
    <w:multiLevelType w:val="hybridMultilevel"/>
    <w:tmpl w:val="546E87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259E9"/>
    <w:multiLevelType w:val="hybridMultilevel"/>
    <w:tmpl w:val="0A8AC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961CF"/>
    <w:multiLevelType w:val="hybridMultilevel"/>
    <w:tmpl w:val="0CE8888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D2E0D"/>
    <w:multiLevelType w:val="hybridMultilevel"/>
    <w:tmpl w:val="AAACFBB0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250CE"/>
    <w:multiLevelType w:val="singleLevel"/>
    <w:tmpl w:val="6428E0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abstractNum w:abstractNumId="8" w15:restartNumberingAfterBreak="0">
    <w:nsid w:val="0F7401BC"/>
    <w:multiLevelType w:val="singleLevel"/>
    <w:tmpl w:val="7E1A2BB0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2410301"/>
    <w:multiLevelType w:val="singleLevel"/>
    <w:tmpl w:val="C96A9DAE"/>
    <w:lvl w:ilvl="0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0" w15:restartNumberingAfterBreak="0">
    <w:nsid w:val="14535C09"/>
    <w:multiLevelType w:val="hybridMultilevel"/>
    <w:tmpl w:val="E188A014"/>
    <w:lvl w:ilvl="0" w:tplc="A8A4232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B787E"/>
    <w:multiLevelType w:val="hybridMultilevel"/>
    <w:tmpl w:val="918C0A80"/>
    <w:lvl w:ilvl="0" w:tplc="C666F05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D3DF0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0F80F72"/>
    <w:multiLevelType w:val="singleLevel"/>
    <w:tmpl w:val="726AA59E"/>
    <w:lvl w:ilvl="0">
      <w:start w:val="5"/>
      <w:numFmt w:val="bullet"/>
      <w:lvlText w:val=""/>
      <w:lvlJc w:val="left"/>
      <w:pPr>
        <w:tabs>
          <w:tab w:val="num" w:pos="630"/>
        </w:tabs>
        <w:ind w:left="630" w:hanging="630"/>
      </w:pPr>
      <w:rPr>
        <w:rFonts w:ascii="Wingdings" w:hAnsi="Wingdings" w:hint="default"/>
      </w:rPr>
    </w:lvl>
  </w:abstractNum>
  <w:abstractNum w:abstractNumId="14" w15:restartNumberingAfterBreak="0">
    <w:nsid w:val="21450900"/>
    <w:multiLevelType w:val="hybridMultilevel"/>
    <w:tmpl w:val="6E704268"/>
    <w:lvl w:ilvl="0" w:tplc="0BF8ACB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7797B82"/>
    <w:multiLevelType w:val="singleLevel"/>
    <w:tmpl w:val="086A3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 w15:restartNumberingAfterBreak="0">
    <w:nsid w:val="2A19338D"/>
    <w:multiLevelType w:val="hybridMultilevel"/>
    <w:tmpl w:val="63FAFBEA"/>
    <w:lvl w:ilvl="0" w:tplc="B30C703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2B5649BC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CFF7363"/>
    <w:multiLevelType w:val="hybridMultilevel"/>
    <w:tmpl w:val="570E3E60"/>
    <w:lvl w:ilvl="0" w:tplc="02A25C7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2D247586"/>
    <w:multiLevelType w:val="hybridMultilevel"/>
    <w:tmpl w:val="C916D57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011216"/>
    <w:multiLevelType w:val="hybridMultilevel"/>
    <w:tmpl w:val="D98200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2152E6"/>
    <w:multiLevelType w:val="hybridMultilevel"/>
    <w:tmpl w:val="2BDE6EE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 w15:restartNumberingAfterBreak="0">
    <w:nsid w:val="42BC7A54"/>
    <w:multiLevelType w:val="hybridMultilevel"/>
    <w:tmpl w:val="BB820AC6"/>
    <w:lvl w:ilvl="0" w:tplc="0410000F">
      <w:start w:val="1"/>
      <w:numFmt w:val="decimal"/>
      <w:lvlText w:val="%1."/>
      <w:lvlJc w:val="left"/>
      <w:pPr>
        <w:ind w:left="1290" w:hanging="360"/>
      </w:pPr>
    </w:lvl>
    <w:lvl w:ilvl="1" w:tplc="04100019" w:tentative="1">
      <w:start w:val="1"/>
      <w:numFmt w:val="lowerLetter"/>
      <w:lvlText w:val="%2."/>
      <w:lvlJc w:val="left"/>
      <w:pPr>
        <w:ind w:left="2010" w:hanging="360"/>
      </w:pPr>
    </w:lvl>
    <w:lvl w:ilvl="2" w:tplc="0410001B" w:tentative="1">
      <w:start w:val="1"/>
      <w:numFmt w:val="lowerRoman"/>
      <w:lvlText w:val="%3."/>
      <w:lvlJc w:val="right"/>
      <w:pPr>
        <w:ind w:left="2730" w:hanging="180"/>
      </w:pPr>
    </w:lvl>
    <w:lvl w:ilvl="3" w:tplc="0410000F" w:tentative="1">
      <w:start w:val="1"/>
      <w:numFmt w:val="decimal"/>
      <w:lvlText w:val="%4."/>
      <w:lvlJc w:val="left"/>
      <w:pPr>
        <w:ind w:left="3450" w:hanging="360"/>
      </w:pPr>
    </w:lvl>
    <w:lvl w:ilvl="4" w:tplc="04100019" w:tentative="1">
      <w:start w:val="1"/>
      <w:numFmt w:val="lowerLetter"/>
      <w:lvlText w:val="%5."/>
      <w:lvlJc w:val="left"/>
      <w:pPr>
        <w:ind w:left="4170" w:hanging="360"/>
      </w:pPr>
    </w:lvl>
    <w:lvl w:ilvl="5" w:tplc="0410001B" w:tentative="1">
      <w:start w:val="1"/>
      <w:numFmt w:val="lowerRoman"/>
      <w:lvlText w:val="%6."/>
      <w:lvlJc w:val="right"/>
      <w:pPr>
        <w:ind w:left="4890" w:hanging="180"/>
      </w:pPr>
    </w:lvl>
    <w:lvl w:ilvl="6" w:tplc="0410000F" w:tentative="1">
      <w:start w:val="1"/>
      <w:numFmt w:val="decimal"/>
      <w:lvlText w:val="%7."/>
      <w:lvlJc w:val="left"/>
      <w:pPr>
        <w:ind w:left="5610" w:hanging="360"/>
      </w:pPr>
    </w:lvl>
    <w:lvl w:ilvl="7" w:tplc="04100019" w:tentative="1">
      <w:start w:val="1"/>
      <w:numFmt w:val="lowerLetter"/>
      <w:lvlText w:val="%8."/>
      <w:lvlJc w:val="left"/>
      <w:pPr>
        <w:ind w:left="6330" w:hanging="360"/>
      </w:pPr>
    </w:lvl>
    <w:lvl w:ilvl="8" w:tplc="0410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 w15:restartNumberingAfterBreak="0">
    <w:nsid w:val="44564B5C"/>
    <w:multiLevelType w:val="hybridMultilevel"/>
    <w:tmpl w:val="709441F6"/>
    <w:lvl w:ilvl="0" w:tplc="D524858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1865ED"/>
    <w:multiLevelType w:val="hybridMultilevel"/>
    <w:tmpl w:val="4C7C85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74235D"/>
    <w:multiLevelType w:val="singleLevel"/>
    <w:tmpl w:val="A4C46F9C"/>
    <w:lvl w:ilvl="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469A5322"/>
    <w:multiLevelType w:val="singleLevel"/>
    <w:tmpl w:val="2C6A560C"/>
    <w:lvl w:ilvl="0">
      <w:start w:val="5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</w:abstractNum>
  <w:abstractNum w:abstractNumId="29" w15:restartNumberingAfterBreak="0">
    <w:nsid w:val="46A906AD"/>
    <w:multiLevelType w:val="hybridMultilevel"/>
    <w:tmpl w:val="9D44DA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ED5423"/>
    <w:multiLevelType w:val="singleLevel"/>
    <w:tmpl w:val="2AF084EC"/>
    <w:lvl w:ilvl="0">
      <w:start w:val="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31" w15:restartNumberingAfterBreak="0">
    <w:nsid w:val="532322D0"/>
    <w:multiLevelType w:val="hybridMultilevel"/>
    <w:tmpl w:val="88744B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F70EB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5F627293"/>
    <w:multiLevelType w:val="hybridMultilevel"/>
    <w:tmpl w:val="6ABE743E"/>
    <w:lvl w:ilvl="0" w:tplc="75E2BCA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64A6704C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 w15:restartNumberingAfterBreak="0">
    <w:nsid w:val="66D96C1C"/>
    <w:multiLevelType w:val="hybridMultilevel"/>
    <w:tmpl w:val="8976066C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C0FA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D3A28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00F365C"/>
    <w:multiLevelType w:val="multilevel"/>
    <w:tmpl w:val="BE5EAF6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1F2DDC"/>
    <w:multiLevelType w:val="hybridMultilevel"/>
    <w:tmpl w:val="28C6B7B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1A5FC2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1" w15:restartNumberingAfterBreak="0">
    <w:nsid w:val="743F5C02"/>
    <w:multiLevelType w:val="hybridMultilevel"/>
    <w:tmpl w:val="44A4C5E8"/>
    <w:lvl w:ilvl="0" w:tplc="043AA37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5ED5840"/>
    <w:multiLevelType w:val="singleLevel"/>
    <w:tmpl w:val="BA78164E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</w:abstractNum>
  <w:abstractNum w:abstractNumId="43" w15:restartNumberingAfterBreak="0">
    <w:nsid w:val="7AF3002C"/>
    <w:multiLevelType w:val="hybridMultilevel"/>
    <w:tmpl w:val="8CFE5A6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285D5E"/>
    <w:multiLevelType w:val="hybridMultilevel"/>
    <w:tmpl w:val="625CC740"/>
    <w:lvl w:ilvl="0" w:tplc="59CC7F7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6"/>
  </w:num>
  <w:num w:numId="2">
    <w:abstractNumId w:val="7"/>
  </w:num>
  <w:num w:numId="3">
    <w:abstractNumId w:val="15"/>
  </w:num>
  <w:num w:numId="4">
    <w:abstractNumId w:val="28"/>
  </w:num>
  <w:num w:numId="5">
    <w:abstractNumId w:val="9"/>
  </w:num>
  <w:num w:numId="6">
    <w:abstractNumId w:val="30"/>
  </w:num>
  <w:num w:numId="7">
    <w:abstractNumId w:val="37"/>
  </w:num>
  <w:num w:numId="8">
    <w:abstractNumId w:val="27"/>
  </w:num>
  <w:num w:numId="9">
    <w:abstractNumId w:val="34"/>
  </w:num>
  <w:num w:numId="10">
    <w:abstractNumId w:val="40"/>
  </w:num>
  <w:num w:numId="11">
    <w:abstractNumId w:val="42"/>
  </w:num>
  <w:num w:numId="12">
    <w:abstractNumId w:val="13"/>
  </w:num>
  <w:num w:numId="13">
    <w:abstractNumId w:val="23"/>
  </w:num>
  <w:num w:numId="14">
    <w:abstractNumId w:val="8"/>
  </w:num>
  <w:num w:numId="15">
    <w:abstractNumId w:val="41"/>
  </w:num>
  <w:num w:numId="16">
    <w:abstractNumId w:val="26"/>
  </w:num>
  <w:num w:numId="17">
    <w:abstractNumId w:val="22"/>
  </w:num>
  <w:num w:numId="18">
    <w:abstractNumId w:val="18"/>
  </w:num>
  <w:num w:numId="19">
    <w:abstractNumId w:val="14"/>
  </w:num>
  <w:num w:numId="20">
    <w:abstractNumId w:val="16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5"/>
  </w:num>
  <w:num w:numId="24">
    <w:abstractNumId w:val="11"/>
  </w:num>
  <w:num w:numId="25">
    <w:abstractNumId w:val="33"/>
  </w:num>
  <w:num w:numId="26">
    <w:abstractNumId w:val="44"/>
  </w:num>
  <w:num w:numId="27">
    <w:abstractNumId w:val="32"/>
  </w:num>
  <w:num w:numId="28">
    <w:abstractNumId w:val="19"/>
  </w:num>
  <w:num w:numId="29">
    <w:abstractNumId w:val="0"/>
  </w:num>
  <w:num w:numId="30">
    <w:abstractNumId w:val="43"/>
  </w:num>
  <w:num w:numId="31">
    <w:abstractNumId w:val="17"/>
  </w:num>
  <w:num w:numId="32">
    <w:abstractNumId w:val="39"/>
  </w:num>
  <w:num w:numId="33">
    <w:abstractNumId w:val="12"/>
  </w:num>
  <w:num w:numId="34">
    <w:abstractNumId w:val="35"/>
  </w:num>
  <w:num w:numId="35">
    <w:abstractNumId w:val="6"/>
  </w:num>
  <w:num w:numId="36">
    <w:abstractNumId w:val="21"/>
  </w:num>
  <w:num w:numId="37">
    <w:abstractNumId w:val="25"/>
  </w:num>
  <w:num w:numId="38">
    <w:abstractNumId w:val="38"/>
  </w:num>
  <w:num w:numId="39">
    <w:abstractNumId w:val="10"/>
  </w:num>
  <w:num w:numId="40">
    <w:abstractNumId w:val="4"/>
  </w:num>
  <w:num w:numId="41">
    <w:abstractNumId w:val="29"/>
  </w:num>
  <w:num w:numId="42">
    <w:abstractNumId w:val="31"/>
  </w:num>
  <w:num w:numId="43">
    <w:abstractNumId w:val="1"/>
  </w:num>
  <w:num w:numId="44">
    <w:abstractNumId w:val="24"/>
  </w:num>
  <w:num w:numId="45">
    <w:abstractNumId w:val="3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activeWritingStyle w:appName="MSWord" w:lang="it-IT" w:vendorID="3" w:dllVersion="512" w:checkStyle="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EcEgwGeO53tnc+qRVeNe6YLtS+priVWg2t0TixX1EdNghIvEuGstNX3fqjkrQXVxHZEpAz3dWmQ9Qp76Nd+6g==" w:salt="f8PgK0Kjn/O8brTNS1BNBA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B"/>
    <w:rsid w:val="000005AF"/>
    <w:rsid w:val="00001D51"/>
    <w:rsid w:val="000102E0"/>
    <w:rsid w:val="000130F6"/>
    <w:rsid w:val="000139E4"/>
    <w:rsid w:val="00016467"/>
    <w:rsid w:val="0001691E"/>
    <w:rsid w:val="00022A0C"/>
    <w:rsid w:val="00024033"/>
    <w:rsid w:val="00024C92"/>
    <w:rsid w:val="000268FC"/>
    <w:rsid w:val="000308C3"/>
    <w:rsid w:val="00035140"/>
    <w:rsid w:val="000422DD"/>
    <w:rsid w:val="000463CF"/>
    <w:rsid w:val="000555EF"/>
    <w:rsid w:val="00055D8E"/>
    <w:rsid w:val="0006783F"/>
    <w:rsid w:val="000755F4"/>
    <w:rsid w:val="00080522"/>
    <w:rsid w:val="000963C0"/>
    <w:rsid w:val="0009687A"/>
    <w:rsid w:val="000A315D"/>
    <w:rsid w:val="000B42E7"/>
    <w:rsid w:val="000C74A3"/>
    <w:rsid w:val="000D25FD"/>
    <w:rsid w:val="000D2844"/>
    <w:rsid w:val="000D4D89"/>
    <w:rsid w:val="000D5E0D"/>
    <w:rsid w:val="000E1165"/>
    <w:rsid w:val="000E161A"/>
    <w:rsid w:val="000F667F"/>
    <w:rsid w:val="0010200C"/>
    <w:rsid w:val="00102A07"/>
    <w:rsid w:val="00102CAC"/>
    <w:rsid w:val="00103FAE"/>
    <w:rsid w:val="0010510C"/>
    <w:rsid w:val="00112AEA"/>
    <w:rsid w:val="0013348D"/>
    <w:rsid w:val="00137FE2"/>
    <w:rsid w:val="00143E12"/>
    <w:rsid w:val="00151297"/>
    <w:rsid w:val="00155733"/>
    <w:rsid w:val="001615E8"/>
    <w:rsid w:val="001663AB"/>
    <w:rsid w:val="001674BB"/>
    <w:rsid w:val="0017626A"/>
    <w:rsid w:val="001841C0"/>
    <w:rsid w:val="00184816"/>
    <w:rsid w:val="00185C42"/>
    <w:rsid w:val="0018606B"/>
    <w:rsid w:val="001906F4"/>
    <w:rsid w:val="00195DA1"/>
    <w:rsid w:val="001A0FD4"/>
    <w:rsid w:val="001A2844"/>
    <w:rsid w:val="001A2EAE"/>
    <w:rsid w:val="001B1E37"/>
    <w:rsid w:val="001D17C5"/>
    <w:rsid w:val="001F5D81"/>
    <w:rsid w:val="002034F2"/>
    <w:rsid w:val="002047A9"/>
    <w:rsid w:val="00205F84"/>
    <w:rsid w:val="002063BE"/>
    <w:rsid w:val="002118FA"/>
    <w:rsid w:val="00221C38"/>
    <w:rsid w:val="00221D1A"/>
    <w:rsid w:val="002271AC"/>
    <w:rsid w:val="002361AB"/>
    <w:rsid w:val="00236301"/>
    <w:rsid w:val="002369F2"/>
    <w:rsid w:val="00246897"/>
    <w:rsid w:val="002506EB"/>
    <w:rsid w:val="002664F3"/>
    <w:rsid w:val="00270627"/>
    <w:rsid w:val="002729F7"/>
    <w:rsid w:val="00275C0F"/>
    <w:rsid w:val="002A67B5"/>
    <w:rsid w:val="002B52B5"/>
    <w:rsid w:val="002C04E3"/>
    <w:rsid w:val="002C1F9D"/>
    <w:rsid w:val="002C27B3"/>
    <w:rsid w:val="002C4D82"/>
    <w:rsid w:val="002C6352"/>
    <w:rsid w:val="002C7AC5"/>
    <w:rsid w:val="002D0991"/>
    <w:rsid w:val="002D0F88"/>
    <w:rsid w:val="002D34F8"/>
    <w:rsid w:val="002D626D"/>
    <w:rsid w:val="002D68F6"/>
    <w:rsid w:val="002E5AB9"/>
    <w:rsid w:val="002F048F"/>
    <w:rsid w:val="002F41DE"/>
    <w:rsid w:val="00304A62"/>
    <w:rsid w:val="00304E81"/>
    <w:rsid w:val="00305B5E"/>
    <w:rsid w:val="00305C91"/>
    <w:rsid w:val="00310719"/>
    <w:rsid w:val="00312D98"/>
    <w:rsid w:val="00313EEB"/>
    <w:rsid w:val="003308C0"/>
    <w:rsid w:val="00331D56"/>
    <w:rsid w:val="003342B2"/>
    <w:rsid w:val="00350636"/>
    <w:rsid w:val="0035540C"/>
    <w:rsid w:val="00367321"/>
    <w:rsid w:val="0036763A"/>
    <w:rsid w:val="003708A6"/>
    <w:rsid w:val="003A2AA4"/>
    <w:rsid w:val="003A2D70"/>
    <w:rsid w:val="003A3B68"/>
    <w:rsid w:val="003A4BB9"/>
    <w:rsid w:val="003B637E"/>
    <w:rsid w:val="003B7DA4"/>
    <w:rsid w:val="003D1A6B"/>
    <w:rsid w:val="003D4519"/>
    <w:rsid w:val="003D4D07"/>
    <w:rsid w:val="003E4286"/>
    <w:rsid w:val="003F0DD1"/>
    <w:rsid w:val="003F7297"/>
    <w:rsid w:val="00400DCC"/>
    <w:rsid w:val="00401B86"/>
    <w:rsid w:val="004029DE"/>
    <w:rsid w:val="0040532C"/>
    <w:rsid w:val="0041421B"/>
    <w:rsid w:val="00420718"/>
    <w:rsid w:val="004261CD"/>
    <w:rsid w:val="00431B35"/>
    <w:rsid w:val="00437631"/>
    <w:rsid w:val="0044330B"/>
    <w:rsid w:val="00443E7D"/>
    <w:rsid w:val="00443F3E"/>
    <w:rsid w:val="00451ED3"/>
    <w:rsid w:val="004527F2"/>
    <w:rsid w:val="0047140B"/>
    <w:rsid w:val="004747A8"/>
    <w:rsid w:val="00475585"/>
    <w:rsid w:val="00477F43"/>
    <w:rsid w:val="00480F43"/>
    <w:rsid w:val="00485200"/>
    <w:rsid w:val="004853D9"/>
    <w:rsid w:val="00494906"/>
    <w:rsid w:val="0049545E"/>
    <w:rsid w:val="004A0863"/>
    <w:rsid w:val="004A146E"/>
    <w:rsid w:val="004A28ED"/>
    <w:rsid w:val="004A7592"/>
    <w:rsid w:val="004B2209"/>
    <w:rsid w:val="004B22A2"/>
    <w:rsid w:val="004B7EC1"/>
    <w:rsid w:val="004C011A"/>
    <w:rsid w:val="004C0D95"/>
    <w:rsid w:val="004C63A2"/>
    <w:rsid w:val="004D0177"/>
    <w:rsid w:val="004D0321"/>
    <w:rsid w:val="004E1B04"/>
    <w:rsid w:val="004E6403"/>
    <w:rsid w:val="004E695B"/>
    <w:rsid w:val="004E6C6E"/>
    <w:rsid w:val="0050749A"/>
    <w:rsid w:val="0051563B"/>
    <w:rsid w:val="005240F0"/>
    <w:rsid w:val="005241C0"/>
    <w:rsid w:val="00524472"/>
    <w:rsid w:val="005264EA"/>
    <w:rsid w:val="005315AD"/>
    <w:rsid w:val="0053275A"/>
    <w:rsid w:val="0053611A"/>
    <w:rsid w:val="005411AB"/>
    <w:rsid w:val="00543B8D"/>
    <w:rsid w:val="00551B3C"/>
    <w:rsid w:val="00551E4A"/>
    <w:rsid w:val="00555229"/>
    <w:rsid w:val="0056139E"/>
    <w:rsid w:val="00562912"/>
    <w:rsid w:val="00570303"/>
    <w:rsid w:val="005744A9"/>
    <w:rsid w:val="005830C3"/>
    <w:rsid w:val="00584ACD"/>
    <w:rsid w:val="00590E61"/>
    <w:rsid w:val="005913E0"/>
    <w:rsid w:val="005978B5"/>
    <w:rsid w:val="005A4604"/>
    <w:rsid w:val="005B2AC5"/>
    <w:rsid w:val="005B3CED"/>
    <w:rsid w:val="005B4FAF"/>
    <w:rsid w:val="005D76C1"/>
    <w:rsid w:val="005F1F7D"/>
    <w:rsid w:val="005F2D5B"/>
    <w:rsid w:val="005F5BFD"/>
    <w:rsid w:val="005F67B1"/>
    <w:rsid w:val="00601D6A"/>
    <w:rsid w:val="00610950"/>
    <w:rsid w:val="00614ABC"/>
    <w:rsid w:val="00615B1E"/>
    <w:rsid w:val="0062213D"/>
    <w:rsid w:val="00625750"/>
    <w:rsid w:val="00626A2E"/>
    <w:rsid w:val="00632209"/>
    <w:rsid w:val="0063235A"/>
    <w:rsid w:val="0063314C"/>
    <w:rsid w:val="00635856"/>
    <w:rsid w:val="00642742"/>
    <w:rsid w:val="00651A37"/>
    <w:rsid w:val="00661821"/>
    <w:rsid w:val="00667173"/>
    <w:rsid w:val="006719C3"/>
    <w:rsid w:val="006722F3"/>
    <w:rsid w:val="006804A9"/>
    <w:rsid w:val="006811A2"/>
    <w:rsid w:val="00686B13"/>
    <w:rsid w:val="00686FA9"/>
    <w:rsid w:val="00694D83"/>
    <w:rsid w:val="00695B04"/>
    <w:rsid w:val="0069699C"/>
    <w:rsid w:val="00697381"/>
    <w:rsid w:val="006A220B"/>
    <w:rsid w:val="006A69DF"/>
    <w:rsid w:val="006D081E"/>
    <w:rsid w:val="006D14BA"/>
    <w:rsid w:val="006D6B96"/>
    <w:rsid w:val="006F2099"/>
    <w:rsid w:val="006F5035"/>
    <w:rsid w:val="006F6476"/>
    <w:rsid w:val="00705823"/>
    <w:rsid w:val="00706967"/>
    <w:rsid w:val="00713875"/>
    <w:rsid w:val="00720A7D"/>
    <w:rsid w:val="00722D16"/>
    <w:rsid w:val="00725F86"/>
    <w:rsid w:val="00731D0F"/>
    <w:rsid w:val="00734135"/>
    <w:rsid w:val="00745E6B"/>
    <w:rsid w:val="00750055"/>
    <w:rsid w:val="00751DFD"/>
    <w:rsid w:val="0076101E"/>
    <w:rsid w:val="00761663"/>
    <w:rsid w:val="007643AD"/>
    <w:rsid w:val="00765AF7"/>
    <w:rsid w:val="00766FEE"/>
    <w:rsid w:val="00771A6B"/>
    <w:rsid w:val="00772E9B"/>
    <w:rsid w:val="007812E8"/>
    <w:rsid w:val="007823E5"/>
    <w:rsid w:val="007856B2"/>
    <w:rsid w:val="007A4AE0"/>
    <w:rsid w:val="007B19FE"/>
    <w:rsid w:val="007B3924"/>
    <w:rsid w:val="007B67A7"/>
    <w:rsid w:val="007E1DBC"/>
    <w:rsid w:val="007E2A1F"/>
    <w:rsid w:val="007E3B8D"/>
    <w:rsid w:val="007E4DE1"/>
    <w:rsid w:val="007E5ABA"/>
    <w:rsid w:val="007E72F5"/>
    <w:rsid w:val="007F05AE"/>
    <w:rsid w:val="007F05B3"/>
    <w:rsid w:val="007F3551"/>
    <w:rsid w:val="007F7121"/>
    <w:rsid w:val="0080392E"/>
    <w:rsid w:val="00807F3A"/>
    <w:rsid w:val="008201C4"/>
    <w:rsid w:val="008237B6"/>
    <w:rsid w:val="00833BCD"/>
    <w:rsid w:val="00833FEF"/>
    <w:rsid w:val="00836B22"/>
    <w:rsid w:val="00840F44"/>
    <w:rsid w:val="00844E1B"/>
    <w:rsid w:val="008450B0"/>
    <w:rsid w:val="00850DB7"/>
    <w:rsid w:val="00856448"/>
    <w:rsid w:val="00862585"/>
    <w:rsid w:val="00871401"/>
    <w:rsid w:val="0088028F"/>
    <w:rsid w:val="00880F40"/>
    <w:rsid w:val="0088512F"/>
    <w:rsid w:val="00891406"/>
    <w:rsid w:val="0089307D"/>
    <w:rsid w:val="008939CD"/>
    <w:rsid w:val="00897F57"/>
    <w:rsid w:val="008A6797"/>
    <w:rsid w:val="008B2AD6"/>
    <w:rsid w:val="008B6580"/>
    <w:rsid w:val="008C5409"/>
    <w:rsid w:val="008C66CE"/>
    <w:rsid w:val="008C74B3"/>
    <w:rsid w:val="008E7F56"/>
    <w:rsid w:val="008F2A1E"/>
    <w:rsid w:val="008F2EAE"/>
    <w:rsid w:val="008F3A62"/>
    <w:rsid w:val="008F6128"/>
    <w:rsid w:val="00904214"/>
    <w:rsid w:val="00912D2F"/>
    <w:rsid w:val="00913F36"/>
    <w:rsid w:val="00914761"/>
    <w:rsid w:val="00915940"/>
    <w:rsid w:val="0092086F"/>
    <w:rsid w:val="00923601"/>
    <w:rsid w:val="00926479"/>
    <w:rsid w:val="00926BBC"/>
    <w:rsid w:val="009329C7"/>
    <w:rsid w:val="00945B62"/>
    <w:rsid w:val="00947A3A"/>
    <w:rsid w:val="0095601F"/>
    <w:rsid w:val="00967891"/>
    <w:rsid w:val="0097558E"/>
    <w:rsid w:val="00975CBD"/>
    <w:rsid w:val="009765FD"/>
    <w:rsid w:val="00980B67"/>
    <w:rsid w:val="009824A2"/>
    <w:rsid w:val="009847BC"/>
    <w:rsid w:val="0099030C"/>
    <w:rsid w:val="009A0A86"/>
    <w:rsid w:val="009B0553"/>
    <w:rsid w:val="009B4185"/>
    <w:rsid w:val="009C6F96"/>
    <w:rsid w:val="009D0B64"/>
    <w:rsid w:val="009D725B"/>
    <w:rsid w:val="009E5B9F"/>
    <w:rsid w:val="009E7EED"/>
    <w:rsid w:val="009F1E73"/>
    <w:rsid w:val="009F28DF"/>
    <w:rsid w:val="009F6FAF"/>
    <w:rsid w:val="00A02C94"/>
    <w:rsid w:val="00A04F29"/>
    <w:rsid w:val="00A052DA"/>
    <w:rsid w:val="00A06670"/>
    <w:rsid w:val="00A06F76"/>
    <w:rsid w:val="00A1435C"/>
    <w:rsid w:val="00A22C75"/>
    <w:rsid w:val="00A30F26"/>
    <w:rsid w:val="00A3178F"/>
    <w:rsid w:val="00A34F40"/>
    <w:rsid w:val="00A40796"/>
    <w:rsid w:val="00A41BD7"/>
    <w:rsid w:val="00A44A09"/>
    <w:rsid w:val="00A45EF2"/>
    <w:rsid w:val="00A54BCB"/>
    <w:rsid w:val="00A6562E"/>
    <w:rsid w:val="00A74475"/>
    <w:rsid w:val="00A77E1B"/>
    <w:rsid w:val="00A848AC"/>
    <w:rsid w:val="00A84B8D"/>
    <w:rsid w:val="00A90716"/>
    <w:rsid w:val="00AA0C4B"/>
    <w:rsid w:val="00AA15C1"/>
    <w:rsid w:val="00AB111F"/>
    <w:rsid w:val="00AB2111"/>
    <w:rsid w:val="00AC1597"/>
    <w:rsid w:val="00AC7A40"/>
    <w:rsid w:val="00AD0E87"/>
    <w:rsid w:val="00AD15EE"/>
    <w:rsid w:val="00AD7DF8"/>
    <w:rsid w:val="00AE0447"/>
    <w:rsid w:val="00AE04EC"/>
    <w:rsid w:val="00AF01F9"/>
    <w:rsid w:val="00AF237E"/>
    <w:rsid w:val="00AF4C4B"/>
    <w:rsid w:val="00AF6110"/>
    <w:rsid w:val="00AF6CD0"/>
    <w:rsid w:val="00B11408"/>
    <w:rsid w:val="00B21322"/>
    <w:rsid w:val="00B21E21"/>
    <w:rsid w:val="00B34A0B"/>
    <w:rsid w:val="00B35321"/>
    <w:rsid w:val="00B36A64"/>
    <w:rsid w:val="00B45AC9"/>
    <w:rsid w:val="00B4684B"/>
    <w:rsid w:val="00B51C99"/>
    <w:rsid w:val="00B613F0"/>
    <w:rsid w:val="00B64D07"/>
    <w:rsid w:val="00B652E7"/>
    <w:rsid w:val="00B657B5"/>
    <w:rsid w:val="00B66A17"/>
    <w:rsid w:val="00B67161"/>
    <w:rsid w:val="00B72A68"/>
    <w:rsid w:val="00B732F4"/>
    <w:rsid w:val="00B77527"/>
    <w:rsid w:val="00B81A9B"/>
    <w:rsid w:val="00B8767F"/>
    <w:rsid w:val="00BB19E8"/>
    <w:rsid w:val="00BB40EE"/>
    <w:rsid w:val="00BB58BE"/>
    <w:rsid w:val="00BC64D7"/>
    <w:rsid w:val="00BD0602"/>
    <w:rsid w:val="00BE2F67"/>
    <w:rsid w:val="00BE4516"/>
    <w:rsid w:val="00C0004A"/>
    <w:rsid w:val="00C00927"/>
    <w:rsid w:val="00C11800"/>
    <w:rsid w:val="00C13D98"/>
    <w:rsid w:val="00C2787C"/>
    <w:rsid w:val="00C30C7E"/>
    <w:rsid w:val="00C338D7"/>
    <w:rsid w:val="00C34196"/>
    <w:rsid w:val="00C40FBA"/>
    <w:rsid w:val="00C41751"/>
    <w:rsid w:val="00C4311D"/>
    <w:rsid w:val="00C43A7E"/>
    <w:rsid w:val="00C46D4C"/>
    <w:rsid w:val="00C47B0C"/>
    <w:rsid w:val="00C50A5C"/>
    <w:rsid w:val="00C673A9"/>
    <w:rsid w:val="00C71BE2"/>
    <w:rsid w:val="00C774E3"/>
    <w:rsid w:val="00C777D7"/>
    <w:rsid w:val="00C829D7"/>
    <w:rsid w:val="00C87C97"/>
    <w:rsid w:val="00C94422"/>
    <w:rsid w:val="00CA4EC7"/>
    <w:rsid w:val="00CB24BF"/>
    <w:rsid w:val="00CB34DA"/>
    <w:rsid w:val="00CB3899"/>
    <w:rsid w:val="00CB7FFD"/>
    <w:rsid w:val="00CC28D3"/>
    <w:rsid w:val="00CC317B"/>
    <w:rsid w:val="00CD2B19"/>
    <w:rsid w:val="00CD38EC"/>
    <w:rsid w:val="00CD40D1"/>
    <w:rsid w:val="00CE02F2"/>
    <w:rsid w:val="00CE79D7"/>
    <w:rsid w:val="00CF4A4D"/>
    <w:rsid w:val="00D0492D"/>
    <w:rsid w:val="00D065AD"/>
    <w:rsid w:val="00D16C94"/>
    <w:rsid w:val="00D20DBE"/>
    <w:rsid w:val="00D21167"/>
    <w:rsid w:val="00D25317"/>
    <w:rsid w:val="00D272E6"/>
    <w:rsid w:val="00D40008"/>
    <w:rsid w:val="00D45F49"/>
    <w:rsid w:val="00D51CFB"/>
    <w:rsid w:val="00D73547"/>
    <w:rsid w:val="00D736B5"/>
    <w:rsid w:val="00D81008"/>
    <w:rsid w:val="00D85014"/>
    <w:rsid w:val="00D913F4"/>
    <w:rsid w:val="00DA1FD7"/>
    <w:rsid w:val="00DA7E76"/>
    <w:rsid w:val="00DC2CCC"/>
    <w:rsid w:val="00DC2F83"/>
    <w:rsid w:val="00DD0AEF"/>
    <w:rsid w:val="00DD5E75"/>
    <w:rsid w:val="00DE0078"/>
    <w:rsid w:val="00DE022C"/>
    <w:rsid w:val="00DE066C"/>
    <w:rsid w:val="00DE5098"/>
    <w:rsid w:val="00DF2C1D"/>
    <w:rsid w:val="00DF75A2"/>
    <w:rsid w:val="00E005FD"/>
    <w:rsid w:val="00E03003"/>
    <w:rsid w:val="00E04359"/>
    <w:rsid w:val="00E14B31"/>
    <w:rsid w:val="00E22CCC"/>
    <w:rsid w:val="00E246BA"/>
    <w:rsid w:val="00E3320E"/>
    <w:rsid w:val="00E37644"/>
    <w:rsid w:val="00E43D06"/>
    <w:rsid w:val="00E452E7"/>
    <w:rsid w:val="00E453ED"/>
    <w:rsid w:val="00E56500"/>
    <w:rsid w:val="00E64743"/>
    <w:rsid w:val="00E65EB9"/>
    <w:rsid w:val="00E6680E"/>
    <w:rsid w:val="00E679F4"/>
    <w:rsid w:val="00E75276"/>
    <w:rsid w:val="00E8303B"/>
    <w:rsid w:val="00E84BA9"/>
    <w:rsid w:val="00EA1088"/>
    <w:rsid w:val="00EA2F9A"/>
    <w:rsid w:val="00EA5E34"/>
    <w:rsid w:val="00EB5EE7"/>
    <w:rsid w:val="00EB68BC"/>
    <w:rsid w:val="00EB7F32"/>
    <w:rsid w:val="00EC7DE0"/>
    <w:rsid w:val="00EE105C"/>
    <w:rsid w:val="00EE4C2C"/>
    <w:rsid w:val="00EF0D51"/>
    <w:rsid w:val="00F00183"/>
    <w:rsid w:val="00F00E92"/>
    <w:rsid w:val="00F01024"/>
    <w:rsid w:val="00F04030"/>
    <w:rsid w:val="00F04F39"/>
    <w:rsid w:val="00F2225A"/>
    <w:rsid w:val="00F22CEC"/>
    <w:rsid w:val="00F31A31"/>
    <w:rsid w:val="00F322C7"/>
    <w:rsid w:val="00F375E1"/>
    <w:rsid w:val="00F42B2C"/>
    <w:rsid w:val="00F464CE"/>
    <w:rsid w:val="00F60AE4"/>
    <w:rsid w:val="00F64EDB"/>
    <w:rsid w:val="00F67057"/>
    <w:rsid w:val="00F67383"/>
    <w:rsid w:val="00F80C05"/>
    <w:rsid w:val="00F813AF"/>
    <w:rsid w:val="00F859E1"/>
    <w:rsid w:val="00F91070"/>
    <w:rsid w:val="00F97F90"/>
    <w:rsid w:val="00FA487F"/>
    <w:rsid w:val="00FA4FCB"/>
    <w:rsid w:val="00FB0432"/>
    <w:rsid w:val="00FB5845"/>
    <w:rsid w:val="00FB6718"/>
    <w:rsid w:val="00FC0390"/>
    <w:rsid w:val="00FC7176"/>
    <w:rsid w:val="00FC7389"/>
    <w:rsid w:val="00FC73A3"/>
    <w:rsid w:val="00FD2E49"/>
    <w:rsid w:val="00FD7913"/>
    <w:rsid w:val="00FE6A62"/>
    <w:rsid w:val="00FF097F"/>
    <w:rsid w:val="00FF1491"/>
    <w:rsid w:val="00FF58A4"/>
    <w:rsid w:val="00FF67BC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5:chartTrackingRefBased/>
  <w15:docId w15:val="{FD454EBC-6415-463E-B284-ACBA0EE4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5B3"/>
    <w:rPr>
      <w:rFonts w:ascii="Times New Roman" w:hAnsi="Times New Roma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Normale"/>
    <w:next w:val="Normale"/>
    <w:qFormat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pPr>
      <w:ind w:left="7088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993" w:hanging="283"/>
    </w:pPr>
    <w:rPr>
      <w:sz w:val="24"/>
    </w:rPr>
  </w:style>
  <w:style w:type="paragraph" w:styleId="Rientrocorpodeltesto3">
    <w:name w:val="Body Text Indent 3"/>
    <w:basedOn w:val="Normale"/>
    <w:link w:val="Rientrocorpodeltesto3Carattere"/>
    <w:pPr>
      <w:ind w:left="432" w:hanging="432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Normale"/>
    <w:rsid w:val="00E75276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</w:rPr>
  </w:style>
  <w:style w:type="paragraph" w:styleId="Testofumetto">
    <w:name w:val="Balloon Text"/>
    <w:basedOn w:val="Normale"/>
    <w:semiHidden/>
    <w:rsid w:val="00F375E1"/>
    <w:rPr>
      <w:rFonts w:ascii="Tahoma" w:hAnsi="Tahoma" w:cs="Tahoma"/>
      <w:sz w:val="16"/>
      <w:szCs w:val="16"/>
    </w:rPr>
  </w:style>
  <w:style w:type="paragraph" w:customStyle="1" w:styleId="sche3">
    <w:name w:val="sche_3"/>
    <w:rsid w:val="001B1E37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character" w:customStyle="1" w:styleId="Rientrocorpodeltesto3Carattere">
    <w:name w:val="Rientro corpo del testo 3 Carattere"/>
    <w:link w:val="Rientrocorpodeltesto3"/>
    <w:rsid w:val="00102CAC"/>
    <w:rPr>
      <w:sz w:val="24"/>
      <w:lang w:val="it-IT" w:eastAsia="it-IT" w:bidi="ar-SA"/>
    </w:rPr>
  </w:style>
  <w:style w:type="character" w:customStyle="1" w:styleId="CarattereCarattere1">
    <w:name w:val="Carattere Carattere1"/>
    <w:semiHidden/>
    <w:locked/>
    <w:rsid w:val="000130F6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uiPriority w:val="99"/>
    <w:semiHidden/>
    <w:rsid w:val="0044330B"/>
    <w:rPr>
      <w:color w:val="808080"/>
    </w:rPr>
  </w:style>
  <w:style w:type="paragraph" w:styleId="Paragrafoelenco">
    <w:name w:val="List Paragraph"/>
    <w:basedOn w:val="Normale"/>
    <w:uiPriority w:val="34"/>
    <w:qFormat/>
    <w:rsid w:val="00443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86D4CAD8A9B40F7BDA7BAC1729C85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D5D489-0903-41BF-B217-D000E8F52B38}"/>
      </w:docPartPr>
      <w:docPartBody>
        <w:p w:rsidR="006A3A04" w:rsidRDefault="00DF237A" w:rsidP="00DF237A">
          <w:pPr>
            <w:pStyle w:val="986D4CAD8A9B40F7BDA7BAC1729C85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1661193A2E24AD88D668B9EB3AC5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BAE924-4FBC-4016-8B1B-CC89910CBA45}"/>
      </w:docPartPr>
      <w:docPartBody>
        <w:p w:rsidR="006A3A04" w:rsidRDefault="00DF237A" w:rsidP="00DF237A">
          <w:pPr>
            <w:pStyle w:val="E1661193A2E24AD88D668B9EB3AC5DB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CC8E48ECD247579E32010D139097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1E0FA-E1D5-462B-B375-28196212746B}"/>
      </w:docPartPr>
      <w:docPartBody>
        <w:p w:rsidR="006A3A04" w:rsidRDefault="00DF237A" w:rsidP="00DF237A">
          <w:pPr>
            <w:pStyle w:val="20CC8E48ECD247579E32010D139097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37849371E834362ADA7BC45F2A675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1D42DD-EF7D-4371-8AD6-63F52BD21C71}"/>
      </w:docPartPr>
      <w:docPartBody>
        <w:p w:rsidR="006A3A04" w:rsidRDefault="00DF237A" w:rsidP="00DF237A">
          <w:pPr>
            <w:pStyle w:val="037849371E834362ADA7BC45F2A675D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CF08152A8D48D8B023EFB2650E61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E88BF6-F48A-4C2C-A27D-F23F4D058C4B}"/>
      </w:docPartPr>
      <w:docPartBody>
        <w:p w:rsidR="006A3A04" w:rsidRDefault="00DF237A" w:rsidP="00DF237A">
          <w:pPr>
            <w:pStyle w:val="5DCF08152A8D48D8B023EFB2650E6184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819009C9F644CB8A17AF274C13EC6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E36E34-5B6F-4234-8F41-37E3410C7D4C}"/>
      </w:docPartPr>
      <w:docPartBody>
        <w:p w:rsidR="006A3A04" w:rsidRDefault="00DF237A" w:rsidP="00DF237A">
          <w:pPr>
            <w:pStyle w:val="E819009C9F644CB8A17AF274C13EC656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1D53A03A8AA44019CA66D707286DF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843DE-F9F9-485C-8FDB-B5A7EA666F5B}"/>
      </w:docPartPr>
      <w:docPartBody>
        <w:p w:rsidR="006A3A04" w:rsidRDefault="00DF237A" w:rsidP="00DF237A">
          <w:pPr>
            <w:pStyle w:val="41D53A03A8AA44019CA66D707286DF74"/>
          </w:pPr>
          <w:r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C4"/>
    <w:rsid w:val="003F33C4"/>
    <w:rsid w:val="006A3A04"/>
    <w:rsid w:val="00B203F4"/>
    <w:rsid w:val="00D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F237A"/>
  </w:style>
  <w:style w:type="paragraph" w:customStyle="1" w:styleId="6730B7CB1AA948CFA1486D857754F31A">
    <w:name w:val="6730B7CB1AA948CFA1486D857754F31A"/>
    <w:rsid w:val="003F33C4"/>
  </w:style>
  <w:style w:type="paragraph" w:customStyle="1" w:styleId="433408FD6E8C441B80DC268C4F9946FF">
    <w:name w:val="433408FD6E8C441B80DC268C4F9946FF"/>
    <w:rsid w:val="003F33C4"/>
  </w:style>
  <w:style w:type="paragraph" w:customStyle="1" w:styleId="136B7255389F4A93B5FD5E9EFCB05B1D">
    <w:name w:val="136B7255389F4A93B5FD5E9EFCB05B1D"/>
    <w:rsid w:val="003F33C4"/>
  </w:style>
  <w:style w:type="paragraph" w:customStyle="1" w:styleId="B32D5AEC0AD648E5BC01CBCB8804890B">
    <w:name w:val="B32D5AEC0AD648E5BC01CBCB8804890B"/>
    <w:rsid w:val="003F33C4"/>
  </w:style>
  <w:style w:type="paragraph" w:customStyle="1" w:styleId="BB0592D7643A408FB1EB93FED82D81F2">
    <w:name w:val="BB0592D7643A408FB1EB93FED82D81F2"/>
    <w:rsid w:val="003F33C4"/>
  </w:style>
  <w:style w:type="paragraph" w:customStyle="1" w:styleId="B68E868B84544A258BAC798DAEBE75C1">
    <w:name w:val="B68E868B84544A258BAC798DAEBE75C1"/>
    <w:rsid w:val="003F33C4"/>
  </w:style>
  <w:style w:type="paragraph" w:customStyle="1" w:styleId="6380FE11C63E40F99E3BCCC1053E3B3B">
    <w:name w:val="6380FE11C63E40F99E3BCCC1053E3B3B"/>
    <w:rsid w:val="003F33C4"/>
  </w:style>
  <w:style w:type="paragraph" w:customStyle="1" w:styleId="FC9487B7DE1A41F2A2F6AC80920845BD">
    <w:name w:val="FC9487B7DE1A41F2A2F6AC80920845BD"/>
    <w:rsid w:val="003F33C4"/>
  </w:style>
  <w:style w:type="paragraph" w:customStyle="1" w:styleId="F24EC76DF9454C6580493B34A21F76C7">
    <w:name w:val="F24EC76DF9454C6580493B34A21F76C7"/>
    <w:rsid w:val="003F33C4"/>
  </w:style>
  <w:style w:type="paragraph" w:customStyle="1" w:styleId="3F17F7E474C8485F8644D63E877B2B96">
    <w:name w:val="3F17F7E474C8485F8644D63E877B2B96"/>
    <w:rsid w:val="003F33C4"/>
  </w:style>
  <w:style w:type="paragraph" w:customStyle="1" w:styleId="ADCFA0EA1AEE40BDBC0E21DC5AE2F6FF">
    <w:name w:val="ADCFA0EA1AEE40BDBC0E21DC5AE2F6FF"/>
    <w:rsid w:val="003F33C4"/>
  </w:style>
  <w:style w:type="paragraph" w:customStyle="1" w:styleId="CAE16BDC6EF84DB282BDA51AE2DCCA97">
    <w:name w:val="CAE16BDC6EF84DB282BDA51AE2DCCA97"/>
    <w:rsid w:val="003F33C4"/>
  </w:style>
  <w:style w:type="paragraph" w:customStyle="1" w:styleId="B5EB2E591CF84CD4891CCCCB5BA3DAEF">
    <w:name w:val="B5EB2E591CF84CD4891CCCCB5BA3DAEF"/>
    <w:rsid w:val="003F33C4"/>
  </w:style>
  <w:style w:type="paragraph" w:customStyle="1" w:styleId="F28C39F1EDF244D5A00279D53C86378C">
    <w:name w:val="F28C39F1EDF244D5A00279D53C86378C"/>
    <w:rsid w:val="003F33C4"/>
  </w:style>
  <w:style w:type="paragraph" w:customStyle="1" w:styleId="6F139EA54EAC4CEFA10BBE37DEA64B03">
    <w:name w:val="6F139EA54EAC4CEFA10BBE37DEA64B03"/>
    <w:rsid w:val="003F33C4"/>
  </w:style>
  <w:style w:type="paragraph" w:customStyle="1" w:styleId="7FA4C7410AD54D5B9FE8A29A75C979F3">
    <w:name w:val="7FA4C7410AD54D5B9FE8A29A75C979F3"/>
    <w:rsid w:val="003F33C4"/>
  </w:style>
  <w:style w:type="paragraph" w:customStyle="1" w:styleId="2007214CED3B4E98B62C1AFABF5BD58B">
    <w:name w:val="2007214CED3B4E98B62C1AFABF5BD58B"/>
    <w:rsid w:val="003F33C4"/>
  </w:style>
  <w:style w:type="paragraph" w:customStyle="1" w:styleId="986D4CAD8A9B40F7BDA7BAC1729C85ED">
    <w:name w:val="986D4CAD8A9B40F7BDA7BAC1729C85ED"/>
    <w:rsid w:val="00DF237A"/>
  </w:style>
  <w:style w:type="paragraph" w:customStyle="1" w:styleId="E1661193A2E24AD88D668B9EB3AC5DBB">
    <w:name w:val="E1661193A2E24AD88D668B9EB3AC5DBB"/>
    <w:rsid w:val="00DF237A"/>
  </w:style>
  <w:style w:type="paragraph" w:customStyle="1" w:styleId="20CC8E48ECD247579E32010D139097ED">
    <w:name w:val="20CC8E48ECD247579E32010D139097ED"/>
    <w:rsid w:val="00DF237A"/>
  </w:style>
  <w:style w:type="paragraph" w:customStyle="1" w:styleId="037849371E834362ADA7BC45F2A675DD">
    <w:name w:val="037849371E834362ADA7BC45F2A675DD"/>
    <w:rsid w:val="00DF237A"/>
  </w:style>
  <w:style w:type="paragraph" w:customStyle="1" w:styleId="5DCF08152A8D48D8B023EFB2650E6184">
    <w:name w:val="5DCF08152A8D48D8B023EFB2650E6184"/>
    <w:rsid w:val="00DF237A"/>
  </w:style>
  <w:style w:type="paragraph" w:customStyle="1" w:styleId="E819009C9F644CB8A17AF274C13EC656">
    <w:name w:val="E819009C9F644CB8A17AF274C13EC656"/>
    <w:rsid w:val="00DF237A"/>
  </w:style>
  <w:style w:type="paragraph" w:customStyle="1" w:styleId="41D53A03A8AA44019CA66D707286DF74">
    <w:name w:val="41D53A03A8AA44019CA66D707286DF74"/>
    <w:rsid w:val="00DF23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D7B71-CA15-4A3B-9805-FA8965097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8A9DC530</Template>
  <TotalTime>2</TotalTime>
  <Pages>2</Pages>
  <Words>416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MODELLO  "G"</vt:lpstr>
    </vt:vector>
  </TitlesOfParts>
  <Company> 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MODELLO  "G"</dc:title>
  <dc:subject/>
  <dc:creator>Di Lauro Gaetano</dc:creator>
  <cp:keywords/>
  <cp:lastModifiedBy>Schiaffini, Elisa</cp:lastModifiedBy>
  <cp:revision>18</cp:revision>
  <cp:lastPrinted>2012-10-01T11:07:00Z</cp:lastPrinted>
  <dcterms:created xsi:type="dcterms:W3CDTF">2021-09-30T07:03:00Z</dcterms:created>
  <dcterms:modified xsi:type="dcterms:W3CDTF">2022-12-21T11:27:00Z</dcterms:modified>
</cp:coreProperties>
</file>