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2527A1DE" w14:textId="7B06D695" w:rsidR="00C8401E" w:rsidRPr="00AB4CA6" w:rsidRDefault="00885A5A" w:rsidP="005026B1">
      <w:pPr>
        <w:widowControl/>
        <w:suppressAutoHyphens w:val="0"/>
        <w:autoSpaceDN/>
        <w:spacing w:before="120" w:after="288" w:line="360" w:lineRule="auto"/>
        <w:jc w:val="center"/>
        <w:textAlignment w:val="auto"/>
        <w:rPr>
          <w:rFonts w:asciiTheme="minorHAnsi" w:hAnsiTheme="minorHAnsi" w:cs="Open Sans"/>
          <w:b/>
        </w:rPr>
      </w:pPr>
      <w:r w:rsidRPr="00AB4CA6">
        <w:rPr>
          <w:rFonts w:asciiTheme="minorHAnsi" w:hAnsiTheme="minorHAnsi" w:cs="Open Sans"/>
          <w:b/>
        </w:rPr>
        <w:t xml:space="preserve"> DICHIARAZIONE </w:t>
      </w:r>
      <w:r w:rsidR="0048304B">
        <w:rPr>
          <w:rFonts w:asciiTheme="minorHAnsi" w:hAnsiTheme="minorHAnsi" w:cs="Open Sans"/>
          <w:b/>
        </w:rPr>
        <w:t>DI INTERESSE</w:t>
      </w:r>
    </w:p>
    <w:p w14:paraId="7C79974A" w14:textId="4EF98ED1" w:rsidR="00C8401E" w:rsidRPr="00AB4CA6" w:rsidRDefault="00C8401E" w:rsidP="005026B1">
      <w:pPr>
        <w:widowControl/>
        <w:suppressAutoHyphens w:val="0"/>
        <w:autoSpaceDN/>
        <w:spacing w:before="120" w:after="288" w:line="360" w:lineRule="auto"/>
        <w:jc w:val="center"/>
        <w:textAlignment w:val="auto"/>
        <w:rPr>
          <w:rFonts w:asciiTheme="minorHAnsi" w:hAnsiTheme="minorHAnsi" w:cs="Open Sans"/>
          <w:b/>
        </w:rPr>
      </w:pPr>
      <w:r w:rsidRPr="00AB4CA6">
        <w:rPr>
          <w:rFonts w:asciiTheme="minorHAnsi" w:hAnsiTheme="minorHAnsi" w:cs="Open Sans"/>
          <w:b/>
        </w:rPr>
        <w:t>(</w:t>
      </w:r>
      <w:r w:rsidR="00B00E97" w:rsidRPr="00AB4CA6">
        <w:rPr>
          <w:rFonts w:asciiTheme="minorHAnsi" w:hAnsiTheme="minorHAnsi" w:cs="Open Sans"/>
          <w:b/>
        </w:rPr>
        <w:t>Da</w:t>
      </w:r>
      <w:r w:rsidRPr="00AB4CA6">
        <w:rPr>
          <w:rFonts w:asciiTheme="minorHAnsi" w:hAnsiTheme="minorHAnsi" w:cs="Open Sans"/>
          <w:b/>
        </w:rPr>
        <w:t xml:space="preserve"> compilarsi da ciascuna delle imprese che concorreranno, sia singolarmente che in raggruppamento o consorzio)</w:t>
      </w:r>
    </w:p>
    <w:p w14:paraId="78CF24FC"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Il sottoscritto/a</w:t>
      </w:r>
      <w:r w:rsidRPr="0037574A">
        <w:rPr>
          <w:rFonts w:ascii="Arial" w:hAnsi="Arial" w:cs="Arial"/>
          <w:i/>
          <w:sz w:val="18"/>
          <w:szCs w:val="18"/>
        </w:rPr>
        <w:t>.</w:t>
      </w:r>
      <w:sdt>
        <w:sdtPr>
          <w:rPr>
            <w:rFonts w:ascii="Arial" w:hAnsi="Arial" w:cs="Arial"/>
            <w:kern w:val="0"/>
            <w:sz w:val="18"/>
            <w:szCs w:val="18"/>
          </w:rPr>
          <w:id w:val="430698481"/>
          <w:placeholder>
            <w:docPart w:val="363A8369C35244BFB4C25E0AE455A8EB"/>
          </w:placeholder>
        </w:sdtPr>
        <w:sdtEndPr/>
        <w:sdtContent>
          <w:r w:rsidRPr="0037574A">
            <w:rPr>
              <w:rFonts w:ascii="Arial" w:hAnsi="Arial" w:cs="Arial"/>
              <w:kern w:val="0"/>
              <w:sz w:val="18"/>
              <w:szCs w:val="18"/>
            </w:rPr>
            <w:t>.……………………………………………………………</w:t>
          </w:r>
        </w:sdtContent>
      </w:sdt>
    </w:p>
    <w:p w14:paraId="3DCAC29F"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 xml:space="preserve">nato/a a </w:t>
      </w:r>
      <w:r w:rsidRPr="0037574A">
        <w:rPr>
          <w:rFonts w:ascii="Arial" w:hAnsi="Arial" w:cs="Arial"/>
          <w:i/>
          <w:sz w:val="18"/>
          <w:szCs w:val="18"/>
        </w:rPr>
        <w:t>.</w:t>
      </w:r>
      <w:sdt>
        <w:sdtPr>
          <w:rPr>
            <w:rFonts w:ascii="Arial" w:hAnsi="Arial" w:cs="Arial"/>
            <w:kern w:val="0"/>
            <w:sz w:val="18"/>
            <w:szCs w:val="18"/>
          </w:rPr>
          <w:id w:val="-663246123"/>
          <w:placeholder>
            <w:docPart w:val="C2BCF481F66D4DAF9CB6ECEE4B945A2E"/>
          </w:placeholder>
        </w:sdtPr>
        <w:sdtEndPr/>
        <w:sdtContent>
          <w:r w:rsidRPr="0037574A">
            <w:rPr>
              <w:rFonts w:ascii="Arial" w:hAnsi="Arial" w:cs="Arial"/>
              <w:kern w:val="0"/>
              <w:sz w:val="18"/>
              <w:szCs w:val="18"/>
            </w:rPr>
            <w:t>.……………………………………………………………</w:t>
          </w:r>
        </w:sdtContent>
      </w:sdt>
      <w:r w:rsidRPr="0037574A">
        <w:rPr>
          <w:rFonts w:ascii="Arial" w:hAnsi="Arial" w:cs="Arial"/>
          <w:i/>
          <w:sz w:val="18"/>
          <w:szCs w:val="18"/>
        </w:rPr>
        <w:t xml:space="preserve"> </w:t>
      </w:r>
      <w:r w:rsidRPr="0037574A">
        <w:rPr>
          <w:rFonts w:ascii="Arial" w:hAnsi="Arial" w:cs="Arial"/>
          <w:sz w:val="18"/>
          <w:szCs w:val="18"/>
        </w:rPr>
        <w:t xml:space="preserve">il </w:t>
      </w:r>
      <w:r w:rsidRPr="0037574A">
        <w:rPr>
          <w:rFonts w:ascii="Arial" w:hAnsi="Arial" w:cs="Arial"/>
          <w:i/>
          <w:sz w:val="18"/>
          <w:szCs w:val="18"/>
        </w:rPr>
        <w:t>.</w:t>
      </w:r>
      <w:sdt>
        <w:sdtPr>
          <w:rPr>
            <w:rFonts w:ascii="Arial" w:hAnsi="Arial" w:cs="Arial"/>
            <w:kern w:val="0"/>
            <w:sz w:val="18"/>
            <w:szCs w:val="18"/>
          </w:rPr>
          <w:id w:val="961695421"/>
          <w:placeholder>
            <w:docPart w:val="7E971AE20B6B420FBCF1BCB222DF17D4"/>
          </w:placeholder>
        </w:sdtPr>
        <w:sdtEndPr/>
        <w:sdtContent>
          <w:r w:rsidRPr="0037574A">
            <w:rPr>
              <w:rFonts w:ascii="Arial" w:hAnsi="Arial" w:cs="Arial"/>
              <w:kern w:val="0"/>
              <w:sz w:val="18"/>
              <w:szCs w:val="18"/>
            </w:rPr>
            <w:t>.……………………………………………</w:t>
          </w:r>
        </w:sdtContent>
      </w:sdt>
    </w:p>
    <w:p w14:paraId="269916F8"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in qualità di (carica sociale)</w:t>
      </w:r>
      <w:r w:rsidRPr="0037574A">
        <w:rPr>
          <w:rFonts w:ascii="Arial" w:hAnsi="Arial" w:cs="Arial"/>
          <w:i/>
          <w:sz w:val="18"/>
          <w:szCs w:val="18"/>
        </w:rPr>
        <w:t xml:space="preserve"> .</w:t>
      </w:r>
      <w:sdt>
        <w:sdtPr>
          <w:rPr>
            <w:rFonts w:ascii="Arial" w:hAnsi="Arial" w:cs="Arial"/>
            <w:kern w:val="0"/>
            <w:sz w:val="18"/>
            <w:szCs w:val="18"/>
          </w:rPr>
          <w:id w:val="-2112818072"/>
          <w:placeholder>
            <w:docPart w:val="DDBB94122BC3401B9228F3F1085F1AB7"/>
          </w:placeholder>
        </w:sdtPr>
        <w:sdtEndPr/>
        <w:sdtContent>
          <w:r w:rsidRPr="0037574A">
            <w:rPr>
              <w:rFonts w:ascii="Arial" w:hAnsi="Arial" w:cs="Arial"/>
              <w:kern w:val="0"/>
              <w:sz w:val="18"/>
              <w:szCs w:val="18"/>
            </w:rPr>
            <w:t>.………………………………………………………………………………………</w:t>
          </w:r>
        </w:sdtContent>
      </w:sdt>
      <w:r w:rsidRPr="0037574A">
        <w:rPr>
          <w:rFonts w:ascii="Arial" w:hAnsi="Arial" w:cs="Arial"/>
          <w:sz w:val="18"/>
          <w:szCs w:val="18"/>
        </w:rPr>
        <w:t xml:space="preserve"> </w:t>
      </w:r>
    </w:p>
    <w:p w14:paraId="5A12ED54"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 xml:space="preserve">della società </w:t>
      </w:r>
      <w:r w:rsidRPr="0037574A">
        <w:rPr>
          <w:rFonts w:ascii="Arial" w:hAnsi="Arial" w:cs="Arial"/>
          <w:i/>
          <w:sz w:val="18"/>
          <w:szCs w:val="18"/>
        </w:rPr>
        <w:t>.</w:t>
      </w:r>
      <w:sdt>
        <w:sdtPr>
          <w:rPr>
            <w:rFonts w:ascii="Arial" w:hAnsi="Arial" w:cs="Arial"/>
            <w:kern w:val="0"/>
            <w:sz w:val="18"/>
            <w:szCs w:val="18"/>
          </w:rPr>
          <w:id w:val="-730077896"/>
          <w:placeholder>
            <w:docPart w:val="E116AC71B7904065A03815A6803902E6"/>
          </w:placeholder>
        </w:sdtPr>
        <w:sdtEndPr/>
        <w:sdtContent>
          <w:r w:rsidRPr="0037574A">
            <w:rPr>
              <w:rFonts w:ascii="Arial" w:hAnsi="Arial" w:cs="Arial"/>
              <w:kern w:val="0"/>
              <w:sz w:val="18"/>
              <w:szCs w:val="18"/>
            </w:rPr>
            <w:t>.…………………………………………………………………….………………………………</w:t>
          </w:r>
        </w:sdtContent>
      </w:sdt>
    </w:p>
    <w:p w14:paraId="23278310"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sede legale</w:t>
      </w:r>
      <w:r w:rsidRPr="0037574A">
        <w:rPr>
          <w:rFonts w:ascii="Arial" w:hAnsi="Arial" w:cs="Arial"/>
          <w:i/>
          <w:sz w:val="18"/>
          <w:szCs w:val="18"/>
        </w:rPr>
        <w:t>.</w:t>
      </w:r>
      <w:sdt>
        <w:sdtPr>
          <w:rPr>
            <w:rFonts w:ascii="Arial" w:hAnsi="Arial" w:cs="Arial"/>
            <w:kern w:val="0"/>
            <w:sz w:val="18"/>
            <w:szCs w:val="18"/>
          </w:rPr>
          <w:id w:val="854541327"/>
          <w:placeholder>
            <w:docPart w:val="6F3B11FA4A6246EAAA74AE8ACE14CEB7"/>
          </w:placeholder>
        </w:sdtPr>
        <w:sdtEndPr/>
        <w:sdtContent>
          <w:r w:rsidRPr="0037574A">
            <w:rPr>
              <w:rFonts w:ascii="Arial" w:hAnsi="Arial" w:cs="Arial"/>
              <w:kern w:val="0"/>
              <w:sz w:val="18"/>
              <w:szCs w:val="18"/>
            </w:rPr>
            <w:t>.………………………………………………………………………….………………………………</w:t>
          </w:r>
        </w:sdtContent>
      </w:sdt>
    </w:p>
    <w:p w14:paraId="3DDBC498"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 xml:space="preserve">sede operativa </w:t>
      </w:r>
      <w:r w:rsidRPr="0037574A">
        <w:rPr>
          <w:rFonts w:ascii="Arial" w:hAnsi="Arial" w:cs="Arial"/>
          <w:i/>
          <w:sz w:val="18"/>
          <w:szCs w:val="18"/>
        </w:rPr>
        <w:t>.</w:t>
      </w:r>
      <w:sdt>
        <w:sdtPr>
          <w:rPr>
            <w:rFonts w:ascii="Arial" w:hAnsi="Arial" w:cs="Arial"/>
            <w:kern w:val="0"/>
            <w:sz w:val="18"/>
            <w:szCs w:val="18"/>
          </w:rPr>
          <w:id w:val="631827594"/>
          <w:placeholder>
            <w:docPart w:val="E3129149E59C4D5092BF1E48C32933F3"/>
          </w:placeholder>
        </w:sdtPr>
        <w:sdtEndPr/>
        <w:sdtContent>
          <w:r w:rsidRPr="0037574A">
            <w:rPr>
              <w:rFonts w:ascii="Arial" w:hAnsi="Arial" w:cs="Arial"/>
              <w:kern w:val="0"/>
              <w:sz w:val="18"/>
              <w:szCs w:val="18"/>
            </w:rPr>
            <w:t>.………………………………………………………………………………………………………</w:t>
          </w:r>
        </w:sdtContent>
      </w:sdt>
    </w:p>
    <w:p w14:paraId="3311D582"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 xml:space="preserve">Codice Fiscale </w:t>
      </w:r>
      <w:r w:rsidRPr="0037574A">
        <w:rPr>
          <w:rFonts w:ascii="Arial" w:hAnsi="Arial" w:cs="Arial"/>
          <w:i/>
          <w:sz w:val="18"/>
          <w:szCs w:val="18"/>
        </w:rPr>
        <w:t>.</w:t>
      </w:r>
      <w:sdt>
        <w:sdtPr>
          <w:rPr>
            <w:rFonts w:ascii="Arial" w:hAnsi="Arial" w:cs="Arial"/>
            <w:kern w:val="0"/>
            <w:sz w:val="18"/>
            <w:szCs w:val="18"/>
          </w:rPr>
          <w:id w:val="1921451812"/>
          <w:placeholder>
            <w:docPart w:val="D93D00CAAAFD4F269DC1712C82B99D6F"/>
          </w:placeholder>
        </w:sdtPr>
        <w:sdtEndPr/>
        <w:sdtContent>
          <w:r w:rsidRPr="0037574A">
            <w:rPr>
              <w:rFonts w:ascii="Arial" w:hAnsi="Arial" w:cs="Arial"/>
              <w:kern w:val="0"/>
              <w:sz w:val="18"/>
              <w:szCs w:val="18"/>
            </w:rPr>
            <w:t>.…………………………………………………………………………………………………………</w:t>
          </w:r>
        </w:sdtContent>
      </w:sdt>
    </w:p>
    <w:p w14:paraId="4E38B158" w14:textId="77777777" w:rsidR="0037574A" w:rsidRPr="0037574A" w:rsidRDefault="0037574A" w:rsidP="0037574A">
      <w:pPr>
        <w:pStyle w:val="Corpotesto"/>
        <w:jc w:val="both"/>
        <w:rPr>
          <w:rFonts w:ascii="Arial" w:hAnsi="Arial" w:cs="Arial"/>
          <w:i/>
          <w:sz w:val="18"/>
          <w:szCs w:val="18"/>
        </w:rPr>
      </w:pPr>
      <w:r w:rsidRPr="0037574A">
        <w:rPr>
          <w:rFonts w:ascii="Arial" w:hAnsi="Arial" w:cs="Arial"/>
          <w:sz w:val="18"/>
          <w:szCs w:val="18"/>
        </w:rPr>
        <w:t xml:space="preserve">Partita IVA </w:t>
      </w:r>
      <w:r w:rsidRPr="0037574A">
        <w:rPr>
          <w:rFonts w:ascii="Arial" w:hAnsi="Arial" w:cs="Arial"/>
          <w:i/>
          <w:sz w:val="18"/>
          <w:szCs w:val="18"/>
        </w:rPr>
        <w:t>.</w:t>
      </w:r>
      <w:sdt>
        <w:sdtPr>
          <w:rPr>
            <w:rFonts w:ascii="Arial" w:hAnsi="Arial" w:cs="Arial"/>
            <w:kern w:val="0"/>
            <w:sz w:val="18"/>
            <w:szCs w:val="18"/>
          </w:rPr>
          <w:id w:val="-454866210"/>
          <w:placeholder>
            <w:docPart w:val="5B4BE550EF5446A19AC52447313C1C6D"/>
          </w:placeholder>
        </w:sdtPr>
        <w:sdtEndPr/>
        <w:sdtContent>
          <w:r w:rsidRPr="0037574A">
            <w:rPr>
              <w:rFonts w:ascii="Arial" w:hAnsi="Arial" w:cs="Arial"/>
              <w:kern w:val="0"/>
              <w:sz w:val="18"/>
              <w:szCs w:val="18"/>
            </w:rPr>
            <w:t>.……………………………………………………………</w:t>
          </w:r>
        </w:sdtContent>
      </w:sdt>
      <w:r w:rsidRPr="0037574A">
        <w:rPr>
          <w:rFonts w:ascii="Arial" w:hAnsi="Arial" w:cs="Arial"/>
          <w:sz w:val="18"/>
          <w:szCs w:val="18"/>
        </w:rPr>
        <w:t xml:space="preserve"> n. telefono </w:t>
      </w:r>
      <w:r w:rsidRPr="0037574A">
        <w:rPr>
          <w:rFonts w:ascii="Arial" w:hAnsi="Arial" w:cs="Arial"/>
          <w:i/>
          <w:sz w:val="18"/>
          <w:szCs w:val="18"/>
        </w:rPr>
        <w:t>.</w:t>
      </w:r>
      <w:sdt>
        <w:sdtPr>
          <w:rPr>
            <w:rFonts w:ascii="Arial" w:hAnsi="Arial" w:cs="Arial"/>
            <w:kern w:val="0"/>
            <w:sz w:val="18"/>
            <w:szCs w:val="18"/>
          </w:rPr>
          <w:id w:val="-308488744"/>
          <w:placeholder>
            <w:docPart w:val="9F3EC9FAB65749B09B7BF2FBAD354772"/>
          </w:placeholder>
        </w:sdtPr>
        <w:sdtEndPr/>
        <w:sdtContent>
          <w:r w:rsidRPr="0037574A">
            <w:rPr>
              <w:rFonts w:ascii="Arial" w:hAnsi="Arial" w:cs="Arial"/>
              <w:kern w:val="0"/>
              <w:sz w:val="18"/>
              <w:szCs w:val="18"/>
            </w:rPr>
            <w:t>.…………………………………</w:t>
          </w:r>
        </w:sdtContent>
      </w:sdt>
    </w:p>
    <w:p w14:paraId="444FFAFA" w14:textId="6FF863FE" w:rsidR="000464C4" w:rsidRDefault="0037574A" w:rsidP="0037574A">
      <w:pPr>
        <w:pStyle w:val="Standard"/>
        <w:rPr>
          <w:rFonts w:asciiTheme="minorHAnsi" w:hAnsiTheme="minorHAnsi" w:cs="Open Sans"/>
          <w:b/>
        </w:rPr>
      </w:pPr>
      <w:r w:rsidRPr="0037574A">
        <w:rPr>
          <w:rFonts w:ascii="Arial" w:hAnsi="Arial" w:cs="Arial"/>
          <w:sz w:val="18"/>
          <w:szCs w:val="18"/>
        </w:rPr>
        <w:t>indirizzo posta elettronica</w:t>
      </w:r>
      <w:r w:rsidRPr="0037574A">
        <w:rPr>
          <w:rFonts w:ascii="Arial" w:hAnsi="Arial" w:cs="Arial"/>
          <w:i/>
          <w:sz w:val="18"/>
          <w:szCs w:val="18"/>
        </w:rPr>
        <w:t>.</w:t>
      </w:r>
      <w:sdt>
        <w:sdtPr>
          <w:rPr>
            <w:rFonts w:ascii="Arial" w:hAnsi="Arial" w:cs="Arial"/>
            <w:kern w:val="0"/>
            <w:sz w:val="18"/>
            <w:szCs w:val="18"/>
          </w:rPr>
          <w:id w:val="-1711414774"/>
          <w:placeholder>
            <w:docPart w:val="09E1B776246A45F9BB68FC81AF3619B9"/>
          </w:placeholder>
        </w:sdtPr>
        <w:sdtEndPr/>
        <w:sdtContent>
          <w:r w:rsidRPr="0037574A">
            <w:rPr>
              <w:rFonts w:ascii="Arial" w:hAnsi="Arial" w:cs="Arial"/>
              <w:kern w:val="0"/>
              <w:sz w:val="18"/>
              <w:szCs w:val="18"/>
            </w:rPr>
            <w:t>………………………</w:t>
          </w:r>
        </w:sdtContent>
      </w:sdt>
      <w:r w:rsidRPr="0037574A">
        <w:rPr>
          <w:rFonts w:ascii="Arial" w:hAnsi="Arial" w:cs="Arial"/>
          <w:i/>
          <w:sz w:val="18"/>
          <w:szCs w:val="18"/>
        </w:rPr>
        <w:t xml:space="preserve"> </w:t>
      </w:r>
      <w:r w:rsidRPr="0037574A">
        <w:rPr>
          <w:rFonts w:ascii="Arial" w:hAnsi="Arial" w:cs="Arial"/>
          <w:sz w:val="18"/>
          <w:szCs w:val="18"/>
        </w:rPr>
        <w:t>; PEC:</w:t>
      </w:r>
      <w:r w:rsidRPr="0037574A">
        <w:rPr>
          <w:rFonts w:ascii="Arial" w:hAnsi="Arial" w:cs="Arial"/>
          <w:i/>
          <w:sz w:val="18"/>
          <w:szCs w:val="18"/>
        </w:rPr>
        <w:t xml:space="preserve"> .</w:t>
      </w:r>
      <w:sdt>
        <w:sdtPr>
          <w:rPr>
            <w:rFonts w:ascii="Arial" w:hAnsi="Arial" w:cs="Arial"/>
            <w:kern w:val="0"/>
            <w:sz w:val="18"/>
            <w:szCs w:val="18"/>
          </w:rPr>
          <w:id w:val="-1609727539"/>
          <w:placeholder>
            <w:docPart w:val="3318ABEE3D1E488CB1D3ADFE9FDE11AC"/>
          </w:placeholder>
        </w:sdtPr>
        <w:sdtEndPr/>
        <w:sdtContent>
          <w:r w:rsidRPr="0037574A">
            <w:rPr>
              <w:rFonts w:ascii="Arial" w:hAnsi="Arial" w:cs="Arial"/>
              <w:kern w:val="0"/>
              <w:sz w:val="18"/>
              <w:szCs w:val="18"/>
            </w:rPr>
            <w:t>.……………………………………………………………</w:t>
          </w:r>
        </w:sdtContent>
      </w:sdt>
    </w:p>
    <w:p w14:paraId="71174011" w14:textId="77777777" w:rsidR="0037574A" w:rsidRDefault="0037574A" w:rsidP="00916493">
      <w:pPr>
        <w:pStyle w:val="Standard"/>
        <w:jc w:val="center"/>
        <w:rPr>
          <w:rFonts w:asciiTheme="minorHAnsi" w:hAnsiTheme="minorHAnsi" w:cs="Open Sans"/>
          <w:b/>
        </w:rPr>
      </w:pPr>
    </w:p>
    <w:p w14:paraId="3A9561A9" w14:textId="77777777" w:rsidR="00493317" w:rsidRDefault="00493317" w:rsidP="00916493">
      <w:pPr>
        <w:pStyle w:val="Standard"/>
        <w:jc w:val="center"/>
        <w:rPr>
          <w:rFonts w:asciiTheme="minorHAnsi" w:hAnsiTheme="minorHAnsi" w:cs="Open Sans"/>
          <w:b/>
        </w:rPr>
      </w:pPr>
    </w:p>
    <w:p w14:paraId="54E8E7A5" w14:textId="2ACB0AD6" w:rsidR="00916493" w:rsidRPr="009E513B" w:rsidRDefault="00916493" w:rsidP="00916493">
      <w:pPr>
        <w:pStyle w:val="Standard"/>
        <w:jc w:val="center"/>
        <w:rPr>
          <w:rFonts w:asciiTheme="minorHAnsi" w:hAnsiTheme="minorHAnsi" w:cs="Open Sans"/>
          <w:b/>
        </w:rPr>
      </w:pPr>
      <w:r w:rsidRPr="009E513B">
        <w:rPr>
          <w:rFonts w:asciiTheme="minorHAnsi" w:hAnsiTheme="minorHAnsi" w:cs="Open Sans"/>
          <w:b/>
        </w:rPr>
        <w:t>DICHIARA</w:t>
      </w:r>
      <w:r w:rsidR="00EC4B12" w:rsidRPr="009E513B">
        <w:rPr>
          <w:rFonts w:asciiTheme="minorHAnsi" w:hAnsiTheme="minorHAnsi" w:cs="Open Sans"/>
          <w:b/>
        </w:rPr>
        <w:t xml:space="preserve"> DI INVIARE LA PROPRIA CANDIDATURA </w:t>
      </w:r>
      <w:r w:rsidR="00576927">
        <w:rPr>
          <w:rFonts w:asciiTheme="minorHAnsi" w:hAnsiTheme="minorHAnsi" w:cs="Open Sans"/>
          <w:b/>
        </w:rPr>
        <w:t>I</w:t>
      </w:r>
      <w:r w:rsidR="00EC4B12" w:rsidRPr="009E513B">
        <w:rPr>
          <w:rFonts w:asciiTheme="minorHAnsi" w:hAnsiTheme="minorHAnsi" w:cs="Open Sans"/>
          <w:b/>
        </w:rPr>
        <w:t>N RELAZIONE</w:t>
      </w:r>
      <w:r w:rsidRPr="009E513B">
        <w:rPr>
          <w:rFonts w:asciiTheme="minorHAnsi" w:hAnsiTheme="minorHAnsi" w:cs="Open Sans"/>
          <w:b/>
        </w:rPr>
        <w:t xml:space="preserve"> A:</w:t>
      </w:r>
    </w:p>
    <w:p w14:paraId="00F4BCE0" w14:textId="77777777" w:rsidR="00916493" w:rsidRPr="009E513B" w:rsidRDefault="00916493" w:rsidP="00916493">
      <w:pPr>
        <w:pStyle w:val="Standard"/>
        <w:jc w:val="both"/>
        <w:rPr>
          <w:rFonts w:asciiTheme="minorHAnsi" w:hAnsiTheme="minorHAnsi" w:cs="Open Sans"/>
          <w:b/>
        </w:rPr>
      </w:pPr>
    </w:p>
    <w:p w14:paraId="596E9AB0" w14:textId="77777777" w:rsidR="006440C0" w:rsidRDefault="006440C0" w:rsidP="00916493">
      <w:pPr>
        <w:pStyle w:val="Standard"/>
        <w:jc w:val="both"/>
        <w:rPr>
          <w:rFonts w:asciiTheme="minorHAnsi" w:hAnsiTheme="minorHAnsi" w:cs="Open Sans"/>
          <w:b/>
          <w:i/>
        </w:rPr>
      </w:pPr>
    </w:p>
    <w:p w14:paraId="3390F3E9" w14:textId="162FB7D6" w:rsidR="00916493" w:rsidRPr="006440C0" w:rsidRDefault="000464C4" w:rsidP="000464C4">
      <w:pPr>
        <w:pStyle w:val="Standard"/>
        <w:tabs>
          <w:tab w:val="left" w:pos="7629"/>
        </w:tabs>
        <w:spacing w:line="360" w:lineRule="auto"/>
        <w:jc w:val="both"/>
        <w:rPr>
          <w:rFonts w:asciiTheme="minorHAnsi" w:hAnsiTheme="minorHAnsi" w:cs="Open Sans"/>
          <w:b/>
          <w:i/>
        </w:rPr>
      </w:pPr>
      <w:r w:rsidRPr="0004658B">
        <w:rPr>
          <w:rFonts w:ascii="Arial" w:eastAsiaTheme="majorEastAsia" w:hAnsi="Arial" w:cs="Arial"/>
          <w:b/>
          <w:spacing w:val="-10"/>
          <w:kern w:val="2"/>
          <w:sz w:val="18"/>
          <w:szCs w:val="18"/>
        </w:rPr>
        <w:t>Indagine di mercato</w:t>
      </w:r>
      <w:r w:rsidR="00576927">
        <w:rPr>
          <w:rFonts w:ascii="Arial" w:eastAsiaTheme="majorEastAsia" w:hAnsi="Arial" w:cs="Arial"/>
          <w:b/>
          <w:spacing w:val="-10"/>
          <w:kern w:val="2"/>
          <w:sz w:val="18"/>
          <w:szCs w:val="18"/>
        </w:rPr>
        <w:t xml:space="preserve"> per l’affidamento dei lavori pe</w:t>
      </w:r>
      <w:r w:rsidRPr="0004658B">
        <w:rPr>
          <w:rFonts w:ascii="Arial" w:eastAsiaTheme="majorEastAsia" w:hAnsi="Arial" w:cs="Arial"/>
          <w:b/>
          <w:spacing w:val="-10"/>
          <w:kern w:val="2"/>
          <w:sz w:val="18"/>
          <w:szCs w:val="18"/>
        </w:rPr>
        <w:t>r il miglioramento delle condizioni di sicurezza dei serbatoi interrati – Provvedimento del Direttore Generale n. 91 del 10/10/2023. RUP Ing. Andrea Pulcini. CUP G87G23000080002; CPV 50514200– 3 Servizi di riparazione e manutenzione di serbatoi</w:t>
      </w:r>
    </w:p>
    <w:p w14:paraId="77C32A99" w14:textId="4FF371FD" w:rsidR="00AA67C8" w:rsidRPr="00AB4CA6" w:rsidRDefault="00916493" w:rsidP="00652F1F">
      <w:pPr>
        <w:pStyle w:val="Standard"/>
        <w:tabs>
          <w:tab w:val="left" w:pos="7629"/>
        </w:tabs>
        <w:spacing w:line="360" w:lineRule="auto"/>
        <w:jc w:val="center"/>
        <w:rPr>
          <w:rFonts w:ascii="Arial" w:eastAsiaTheme="majorEastAsia" w:hAnsi="Arial" w:cs="Arial"/>
          <w:b/>
          <w:spacing w:val="-10"/>
          <w:kern w:val="2"/>
          <w:sz w:val="18"/>
          <w:szCs w:val="18"/>
        </w:rPr>
      </w:pPr>
      <w:r w:rsidRPr="00AB4CA6">
        <w:rPr>
          <w:rFonts w:ascii="Arial" w:eastAsiaTheme="majorEastAsia" w:hAnsi="Arial" w:cs="Arial"/>
          <w:b/>
          <w:spacing w:val="-10"/>
          <w:kern w:val="2"/>
          <w:sz w:val="18"/>
          <w:szCs w:val="18"/>
        </w:rPr>
        <w:t>E</w:t>
      </w:r>
      <w:r w:rsidR="00493317">
        <w:rPr>
          <w:rFonts w:ascii="Arial" w:eastAsiaTheme="majorEastAsia" w:hAnsi="Arial" w:cs="Arial"/>
          <w:b/>
          <w:spacing w:val="-10"/>
          <w:kern w:val="2"/>
          <w:sz w:val="18"/>
          <w:szCs w:val="18"/>
        </w:rPr>
        <w:t xml:space="preserve"> C</w:t>
      </w:r>
      <w:r w:rsidR="00AA67C8" w:rsidRPr="00AB4CA6">
        <w:rPr>
          <w:rFonts w:ascii="Arial" w:eastAsiaTheme="majorEastAsia" w:hAnsi="Arial" w:cs="Arial"/>
          <w:b/>
          <w:spacing w:val="-10"/>
          <w:kern w:val="2"/>
          <w:sz w:val="18"/>
          <w:szCs w:val="18"/>
        </w:rPr>
        <w:t>HIEDE</w:t>
      </w:r>
    </w:p>
    <w:p w14:paraId="154634E2" w14:textId="77777777" w:rsidR="00AA67C8" w:rsidRPr="00AB4CA6" w:rsidRDefault="00AA67C8" w:rsidP="00AB4CA6">
      <w:pPr>
        <w:pStyle w:val="Standard"/>
        <w:tabs>
          <w:tab w:val="left" w:pos="7629"/>
        </w:tabs>
        <w:spacing w:line="360" w:lineRule="auto"/>
        <w:jc w:val="both"/>
        <w:rPr>
          <w:rFonts w:ascii="Arial" w:eastAsiaTheme="majorEastAsia" w:hAnsi="Arial" w:cs="Arial"/>
          <w:b/>
          <w:spacing w:val="-10"/>
          <w:kern w:val="2"/>
          <w:sz w:val="18"/>
          <w:szCs w:val="18"/>
        </w:rPr>
      </w:pPr>
    </w:p>
    <w:p w14:paraId="43E301E6" w14:textId="77777777" w:rsidR="000464C4" w:rsidRPr="00AB4CA6" w:rsidRDefault="00AA67C8" w:rsidP="00AB4CA6">
      <w:pPr>
        <w:pStyle w:val="Standard"/>
        <w:tabs>
          <w:tab w:val="left" w:pos="7629"/>
        </w:tabs>
        <w:spacing w:line="360" w:lineRule="auto"/>
        <w:jc w:val="both"/>
        <w:rPr>
          <w:rFonts w:ascii="Arial" w:eastAsiaTheme="majorEastAsia" w:hAnsi="Arial" w:cs="Arial"/>
          <w:b/>
          <w:spacing w:val="-10"/>
          <w:kern w:val="2"/>
          <w:sz w:val="18"/>
          <w:szCs w:val="18"/>
        </w:rPr>
      </w:pPr>
      <w:r w:rsidRPr="00AB4CA6">
        <w:rPr>
          <w:rFonts w:ascii="Arial" w:eastAsiaTheme="majorEastAsia" w:hAnsi="Arial" w:cs="Arial"/>
          <w:b/>
          <w:spacing w:val="-10"/>
          <w:kern w:val="2"/>
          <w:sz w:val="18"/>
          <w:szCs w:val="18"/>
        </w:rPr>
        <w:t xml:space="preserve">di voler </w:t>
      </w:r>
      <w:r w:rsidR="00CA50E2" w:rsidRPr="00AB4CA6">
        <w:rPr>
          <w:rFonts w:ascii="Arial" w:eastAsiaTheme="majorEastAsia" w:hAnsi="Arial" w:cs="Arial"/>
          <w:b/>
          <w:spacing w:val="-10"/>
          <w:kern w:val="2"/>
          <w:sz w:val="18"/>
          <w:szCs w:val="18"/>
        </w:rPr>
        <w:t>partecipare alla P</w:t>
      </w:r>
      <w:r w:rsidRPr="00AB4CA6">
        <w:rPr>
          <w:rFonts w:ascii="Arial" w:eastAsiaTheme="majorEastAsia" w:hAnsi="Arial" w:cs="Arial"/>
          <w:b/>
          <w:spacing w:val="-10"/>
          <w:kern w:val="2"/>
          <w:sz w:val="18"/>
          <w:szCs w:val="18"/>
        </w:rPr>
        <w:t xml:space="preserve">rocedura </w:t>
      </w:r>
      <w:r w:rsidR="00CA50E2" w:rsidRPr="00AB4CA6">
        <w:rPr>
          <w:rFonts w:ascii="Arial" w:eastAsiaTheme="majorEastAsia" w:hAnsi="Arial" w:cs="Arial"/>
          <w:b/>
          <w:spacing w:val="-10"/>
          <w:kern w:val="2"/>
          <w:sz w:val="18"/>
          <w:szCs w:val="18"/>
        </w:rPr>
        <w:t xml:space="preserve">Negoziata che Cotral si riserva di istruire successivamente alla raccolta delle dichiarazioni pervenute </w:t>
      </w:r>
      <w:r w:rsidR="000464C4" w:rsidRPr="00AB4CA6">
        <w:rPr>
          <w:rFonts w:ascii="Arial" w:eastAsiaTheme="majorEastAsia" w:hAnsi="Arial" w:cs="Arial"/>
          <w:b/>
          <w:spacing w:val="-10"/>
          <w:kern w:val="2"/>
          <w:sz w:val="18"/>
          <w:szCs w:val="18"/>
        </w:rPr>
        <w:t>nella forma di:</w:t>
      </w:r>
    </w:p>
    <w:p w14:paraId="76CCA15A"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235700DE" w14:textId="16539FC7" w:rsidR="000464C4"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51897454"/>
          <w14:checkbox>
            <w14:checked w14:val="0"/>
            <w14:checkedState w14:val="2612" w14:font="MS Gothic"/>
            <w14:uncheckedState w14:val="2610" w14:font="MS Gothic"/>
          </w14:checkbox>
        </w:sdtPr>
        <w:sdtEndPr/>
        <w:sdtContent>
          <w:r w:rsidR="00576927">
            <w:rPr>
              <w:rFonts w:ascii="MS Gothic" w:eastAsia="MS Gothic" w:hAnsi="MS Gothic" w:cs="Arial" w:hint="eastAsia"/>
              <w:spacing w:val="-10"/>
              <w:kern w:val="2"/>
              <w:sz w:val="18"/>
              <w:szCs w:val="18"/>
            </w:rPr>
            <w:t>☐</w:t>
          </w:r>
        </w:sdtContent>
      </w:sdt>
      <w:r w:rsidR="000464C4" w:rsidRPr="00404670">
        <w:rPr>
          <w:rFonts w:ascii="Arial" w:eastAsiaTheme="majorEastAsia" w:hAnsi="Arial" w:cs="Arial"/>
          <w:spacing w:val="-10"/>
          <w:kern w:val="2"/>
          <w:sz w:val="18"/>
          <w:szCs w:val="18"/>
        </w:rPr>
        <w:t xml:space="preserve"> Impresa singola</w:t>
      </w:r>
    </w:p>
    <w:p w14:paraId="56E8B89F" w14:textId="77777777" w:rsidR="00B00E97" w:rsidRPr="00404670" w:rsidRDefault="00B00E97" w:rsidP="00404670">
      <w:pPr>
        <w:pStyle w:val="Standard"/>
        <w:tabs>
          <w:tab w:val="left" w:pos="7629"/>
        </w:tabs>
        <w:spacing w:line="360" w:lineRule="auto"/>
        <w:rPr>
          <w:rFonts w:ascii="Arial" w:eastAsiaTheme="majorEastAsia" w:hAnsi="Arial" w:cs="Arial"/>
          <w:spacing w:val="-10"/>
          <w:kern w:val="2"/>
          <w:sz w:val="18"/>
          <w:szCs w:val="18"/>
        </w:rPr>
      </w:pPr>
    </w:p>
    <w:p w14:paraId="4BCC084B" w14:textId="5C6EA260"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002736279"/>
          <w14:checkbox>
            <w14:checked w14:val="0"/>
            <w14:checkedState w14:val="2612" w14:font="MS Gothic"/>
            <w14:uncheckedState w14:val="2610" w14:font="MS Gothic"/>
          </w14:checkbox>
        </w:sdtPr>
        <w:sdtEndPr/>
        <w:sdtContent>
          <w:r w:rsidR="00576927">
            <w:rPr>
              <w:rFonts w:ascii="MS Gothic" w:eastAsia="MS Gothic" w:hAnsi="MS Gothic" w:cs="Arial" w:hint="eastAsia"/>
              <w:spacing w:val="-10"/>
              <w:kern w:val="2"/>
              <w:sz w:val="18"/>
              <w:szCs w:val="18"/>
            </w:rPr>
            <w:t>☐</w:t>
          </w:r>
        </w:sdtContent>
      </w:sdt>
      <w:r w:rsidR="000464C4" w:rsidRPr="00404670">
        <w:rPr>
          <w:rFonts w:ascii="Arial" w:eastAsiaTheme="majorEastAsia" w:hAnsi="Arial" w:cs="Arial"/>
          <w:spacing w:val="-10"/>
          <w:kern w:val="2"/>
          <w:sz w:val="18"/>
          <w:szCs w:val="18"/>
        </w:rPr>
        <w:t xml:space="preserve"> Consorzio fra società cooperative di produzione e lavoro costituiti a norma della legge 25 giugno 1909, n. 422 e del decreto legislativo del Capo provvisorio dello Stato 14 dicembre 1947, n. 1577;</w:t>
      </w:r>
    </w:p>
    <w:p w14:paraId="21101ACA"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045721611"/>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Consorzio tra imprese artigiane di cui alla legge 8 agosto 1985, n. 443;</w:t>
      </w:r>
    </w:p>
    <w:p w14:paraId="1D641E13" w14:textId="77777777" w:rsidR="000464C4"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20853488"/>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Consorzio stabile, costituito anche in forma di società consortili ai sensi dell'articolo 2615-ter del codice civile, tra imprenditori individuali, anche artigiani, società commerciali, società cooperative di produzione e lavoro; </w:t>
      </w:r>
    </w:p>
    <w:p w14:paraId="2B2E2E51" w14:textId="77777777" w:rsidR="00811595" w:rsidRDefault="00811595" w:rsidP="00404670">
      <w:pPr>
        <w:pStyle w:val="Standard"/>
        <w:tabs>
          <w:tab w:val="left" w:pos="7629"/>
        </w:tabs>
        <w:spacing w:line="360" w:lineRule="auto"/>
        <w:rPr>
          <w:rFonts w:ascii="Arial" w:eastAsiaTheme="majorEastAsia" w:hAnsi="Arial" w:cs="Arial"/>
          <w:spacing w:val="-10"/>
          <w:kern w:val="2"/>
          <w:sz w:val="18"/>
          <w:szCs w:val="18"/>
        </w:rPr>
      </w:pPr>
    </w:p>
    <w:p w14:paraId="1F4D9047"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35982628"/>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Mandataria di un raggruppamento temporaneo (d.lgs. 36/2023 art. 65, comma 2, lett. e)</w:t>
      </w:r>
    </w:p>
    <w:p w14:paraId="7DA4AA7D" w14:textId="1A278DBB"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83649149"/>
          <w14:checkbox>
            <w14:checked w14:val="0"/>
            <w14:checkedState w14:val="2612" w14:font="MS Gothic"/>
            <w14:uncheckedState w14:val="2610" w14:font="MS Gothic"/>
          </w14:checkbox>
        </w:sdtPr>
        <w:sdtEndPr/>
        <w:sdtContent>
          <w:r>
            <w:rPr>
              <w:rFonts w:ascii="MS Gothic" w:eastAsia="MS Gothic" w:hAnsi="MS Gothic" w:cs="Arial" w:hint="eastAsia"/>
              <w:spacing w:val="-10"/>
              <w:kern w:val="2"/>
              <w:sz w:val="18"/>
              <w:szCs w:val="18"/>
            </w:rPr>
            <w:t>☐</w:t>
          </w:r>
        </w:sdtContent>
      </w:sdt>
      <w:r w:rsidR="00811595">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costituito</w:t>
      </w:r>
    </w:p>
    <w:p w14:paraId="312D6E2E" w14:textId="10D43CBB"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458883162"/>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811595">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non costituito;</w:t>
      </w:r>
    </w:p>
    <w:p w14:paraId="36E89C6D"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916853051"/>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Mandante di un raggruppamento temporaneo (d.lgs. 36/2023 art. 65, comma 2, lett. e)</w:t>
      </w:r>
    </w:p>
    <w:p w14:paraId="14C5C08A" w14:textId="31A5A3CA"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442383185"/>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811595">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costituito</w:t>
      </w:r>
    </w:p>
    <w:p w14:paraId="017837CB" w14:textId="3F145908"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902133402"/>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811595">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non costituito;</w:t>
      </w:r>
    </w:p>
    <w:p w14:paraId="7C01090F"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4EC58BFF"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837119477"/>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Mandataria di un consorzio ordinario (d.lgs. 36/2023 art. 65, comma 2, lett. f)</w:t>
      </w:r>
    </w:p>
    <w:p w14:paraId="0B988B49" w14:textId="15E47C5C"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15194050"/>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B72559">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costituito</w:t>
      </w:r>
    </w:p>
    <w:p w14:paraId="7624143B" w14:textId="45477B50"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16626316"/>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B72559">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non costituito;</w:t>
      </w:r>
    </w:p>
    <w:p w14:paraId="61291BC9"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011BCDB5"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337978546"/>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Mandante di un consorzio ordinario (d.lgs. 36/2023 art. 65, comma 2, lett. F)</w:t>
      </w:r>
    </w:p>
    <w:p w14:paraId="22AF4A82" w14:textId="7817545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636748766"/>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FC6BCF">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costituito</w:t>
      </w:r>
    </w:p>
    <w:p w14:paraId="39CA2815" w14:textId="7E5AC664"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615724426"/>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FC6BCF">
        <w:rPr>
          <w:rFonts w:ascii="Arial" w:eastAsiaTheme="majorEastAsia" w:hAnsi="Arial" w:cs="Arial"/>
          <w:spacing w:val="-10"/>
          <w:kern w:val="2"/>
          <w:sz w:val="18"/>
          <w:szCs w:val="18"/>
        </w:rPr>
        <w:t xml:space="preserve"> </w:t>
      </w:r>
      <w:r w:rsidR="000464C4" w:rsidRPr="00404670">
        <w:rPr>
          <w:rFonts w:ascii="Arial" w:eastAsiaTheme="majorEastAsia" w:hAnsi="Arial" w:cs="Arial"/>
          <w:spacing w:val="-10"/>
          <w:kern w:val="2"/>
          <w:sz w:val="18"/>
          <w:szCs w:val="18"/>
        </w:rPr>
        <w:t>non costituito;</w:t>
      </w:r>
    </w:p>
    <w:p w14:paraId="1B707E38"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45A6D833"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459601431"/>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Aggregazione di imprese di rete (d.lgs. 36/2023 art. 65, comma 2, lett. g)</w:t>
      </w:r>
    </w:p>
    <w:p w14:paraId="2CC0FCA9"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369608035"/>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dotata di un organo comune con potere di rappresentanza e di soggettività giuridica</w:t>
      </w:r>
    </w:p>
    <w:p w14:paraId="02A9BAF6"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09362300"/>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dotata di un organo comune con potere di rappresentanza ma priva di soggettività giuridica</w:t>
      </w:r>
    </w:p>
    <w:p w14:paraId="4476217F" w14:textId="77777777"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1763134433"/>
          <w14:checkbox>
            <w14:checked w14:val="0"/>
            <w14:checkedState w14:val="2612" w14:font="MS Gothic"/>
            <w14:uncheckedState w14:val="2610" w14:font="MS Gothic"/>
          </w14:checkbox>
        </w:sdtPr>
        <w:sdtEndPr/>
        <w:sdtContent>
          <w:r w:rsidR="000464C4" w:rsidRPr="00404670">
            <w:rPr>
              <w:rFonts w:ascii="Segoe UI Symbol" w:eastAsiaTheme="majorEastAsia" w:hAnsi="Segoe UI Symbol" w:cs="Segoe UI Symbol"/>
              <w:spacing w:val="-10"/>
              <w:kern w:val="2"/>
              <w:sz w:val="18"/>
              <w:szCs w:val="18"/>
            </w:rPr>
            <w:t>☐</w:t>
          </w:r>
        </w:sdtContent>
      </w:sdt>
      <w:r w:rsidR="000464C4" w:rsidRPr="00404670">
        <w:rPr>
          <w:rFonts w:ascii="Arial" w:eastAsiaTheme="majorEastAsia" w:hAnsi="Arial" w:cs="Arial"/>
          <w:spacing w:val="-10"/>
          <w:kern w:val="2"/>
          <w:sz w:val="18"/>
          <w:szCs w:val="18"/>
        </w:rPr>
        <w:t xml:space="preserve"> dotata di un organo comune privo del potere di rappresentanza o se la rete è sprovvista di organo comune, ovvero, se l’organo comune è privo dei requisiti di qualificazione richiesti per assumere la veste di mandataria;</w:t>
      </w:r>
    </w:p>
    <w:p w14:paraId="02EFCC7A"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44840570" w14:textId="77F6C49A"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38868258"/>
          <w14:checkbox>
            <w14:checked w14:val="0"/>
            <w14:checkedState w14:val="2612" w14:font="MS Gothic"/>
            <w14:uncheckedState w14:val="2610" w14:font="MS Gothic"/>
          </w14:checkbox>
        </w:sdtPr>
        <w:sdtEndPr/>
        <w:sdtContent>
          <w:r>
            <w:rPr>
              <w:rFonts w:ascii="MS Gothic" w:eastAsia="MS Gothic" w:hAnsi="MS Gothic" w:cs="Arial" w:hint="eastAsia"/>
              <w:spacing w:val="-10"/>
              <w:kern w:val="2"/>
              <w:sz w:val="18"/>
              <w:szCs w:val="18"/>
            </w:rPr>
            <w:t>☐</w:t>
          </w:r>
        </w:sdtContent>
      </w:sdt>
      <w:r w:rsidR="000464C4" w:rsidRPr="00404670">
        <w:rPr>
          <w:rFonts w:ascii="Arial" w:eastAsiaTheme="majorEastAsia" w:hAnsi="Arial" w:cs="Arial"/>
          <w:spacing w:val="-10"/>
          <w:kern w:val="2"/>
          <w:sz w:val="18"/>
          <w:szCs w:val="18"/>
        </w:rPr>
        <w:t xml:space="preserve"> GEIE (d.lgs. 36/2023 art. 65, comma 2, lett. h);</w:t>
      </w:r>
    </w:p>
    <w:p w14:paraId="17D17E79" w14:textId="77777777" w:rsidR="000464C4" w:rsidRPr="00404670" w:rsidRDefault="000464C4" w:rsidP="00404670">
      <w:pPr>
        <w:pStyle w:val="Standard"/>
        <w:tabs>
          <w:tab w:val="left" w:pos="7629"/>
        </w:tabs>
        <w:spacing w:line="360" w:lineRule="auto"/>
        <w:rPr>
          <w:rFonts w:ascii="Arial" w:eastAsiaTheme="majorEastAsia" w:hAnsi="Arial" w:cs="Arial"/>
          <w:spacing w:val="-10"/>
          <w:kern w:val="2"/>
          <w:sz w:val="18"/>
          <w:szCs w:val="18"/>
        </w:rPr>
      </w:pPr>
    </w:p>
    <w:p w14:paraId="5AED97D6" w14:textId="088BE43C" w:rsidR="000464C4" w:rsidRPr="00404670" w:rsidRDefault="007908AD" w:rsidP="00404670">
      <w:pPr>
        <w:pStyle w:val="Standard"/>
        <w:tabs>
          <w:tab w:val="left" w:pos="7629"/>
        </w:tabs>
        <w:spacing w:line="360" w:lineRule="auto"/>
        <w:rPr>
          <w:rFonts w:ascii="Arial" w:eastAsiaTheme="majorEastAsia" w:hAnsi="Arial" w:cs="Arial"/>
          <w:spacing w:val="-10"/>
          <w:kern w:val="2"/>
          <w:sz w:val="18"/>
          <w:szCs w:val="18"/>
        </w:rPr>
      </w:pPr>
      <w:sdt>
        <w:sdtPr>
          <w:rPr>
            <w:rFonts w:ascii="Arial" w:eastAsiaTheme="majorEastAsia" w:hAnsi="Arial" w:cs="Arial"/>
            <w:spacing w:val="-10"/>
            <w:kern w:val="2"/>
            <w:sz w:val="18"/>
            <w:szCs w:val="18"/>
          </w:rPr>
          <w:id w:val="-748339714"/>
          <w14:checkbox>
            <w14:checked w14:val="0"/>
            <w14:checkedState w14:val="2612" w14:font="MS Gothic"/>
            <w14:uncheckedState w14:val="2610" w14:font="MS Gothic"/>
          </w14:checkbox>
        </w:sdtPr>
        <w:sdtEndPr/>
        <w:sdtContent>
          <w:r w:rsidR="00576927">
            <w:rPr>
              <w:rFonts w:ascii="MS Gothic" w:eastAsia="MS Gothic" w:hAnsi="MS Gothic" w:cs="Arial" w:hint="eastAsia"/>
              <w:spacing w:val="-10"/>
              <w:kern w:val="2"/>
              <w:sz w:val="18"/>
              <w:szCs w:val="18"/>
            </w:rPr>
            <w:t>☐</w:t>
          </w:r>
        </w:sdtContent>
      </w:sdt>
      <w:r w:rsidR="000464C4" w:rsidRPr="00404670">
        <w:rPr>
          <w:rFonts w:ascii="Arial" w:eastAsiaTheme="majorEastAsia" w:hAnsi="Arial" w:cs="Arial"/>
          <w:spacing w:val="-10"/>
          <w:kern w:val="2"/>
          <w:sz w:val="18"/>
          <w:szCs w:val="18"/>
        </w:rPr>
        <w:t xml:space="preserve"> Altro (specificare) .</w:t>
      </w:r>
      <w:sdt>
        <w:sdtPr>
          <w:rPr>
            <w:rFonts w:ascii="Arial" w:eastAsiaTheme="majorEastAsia" w:hAnsi="Arial" w:cs="Arial"/>
            <w:spacing w:val="-10"/>
            <w:kern w:val="2"/>
            <w:sz w:val="18"/>
            <w:szCs w:val="18"/>
          </w:rPr>
          <w:id w:val="-671956423"/>
          <w:placeholder>
            <w:docPart w:val="CA60189ABBCE4A5A8F46BC71D83D19ED"/>
          </w:placeholder>
        </w:sdtPr>
        <w:sdtEndPr/>
        <w:sdtContent>
          <w:r w:rsidR="000464C4" w:rsidRPr="00404670">
            <w:rPr>
              <w:rFonts w:ascii="Arial" w:eastAsiaTheme="majorEastAsia" w:hAnsi="Arial" w:cs="Arial"/>
              <w:spacing w:val="-10"/>
              <w:kern w:val="2"/>
              <w:sz w:val="18"/>
              <w:szCs w:val="18"/>
            </w:rPr>
            <w:t>.…………………………………………………………….</w:t>
          </w:r>
        </w:sdtContent>
      </w:sdt>
      <w:r w:rsidR="000464C4" w:rsidRPr="00404670">
        <w:rPr>
          <w:rFonts w:ascii="Arial" w:eastAsiaTheme="majorEastAsia" w:hAnsi="Arial" w:cs="Arial"/>
          <w:spacing w:val="-10"/>
          <w:kern w:val="2"/>
          <w:sz w:val="18"/>
          <w:szCs w:val="18"/>
        </w:rPr>
        <w:t xml:space="preserve"> </w:t>
      </w:r>
    </w:p>
    <w:p w14:paraId="7B79E80E" w14:textId="77777777" w:rsidR="00FC6BCF" w:rsidRDefault="00FC6BCF" w:rsidP="000464C4">
      <w:pPr>
        <w:pStyle w:val="Standard"/>
        <w:jc w:val="both"/>
        <w:rPr>
          <w:rFonts w:asciiTheme="minorHAnsi" w:hAnsiTheme="minorHAnsi" w:cs="Open Sans"/>
          <w:b/>
          <w:bCs/>
        </w:rPr>
      </w:pPr>
    </w:p>
    <w:p w14:paraId="5AD09955" w14:textId="77777777" w:rsidR="00D920F0" w:rsidRPr="00441F27" w:rsidRDefault="00D920F0" w:rsidP="00D920F0">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0F9728F3" w14:textId="77777777" w:rsidR="00D920F0" w:rsidRDefault="00D920F0" w:rsidP="00D920F0">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350AA84D" w14:textId="77777777" w:rsidR="00D920F0" w:rsidRPr="00441F27" w:rsidRDefault="00D920F0" w:rsidP="00D920F0">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8B36088889D14A489CF6605016F3598D"/>
          </w:placeholder>
        </w:sdtPr>
        <w:sdtEndPr/>
        <w:sdtContent>
          <w:r>
            <w:rPr>
              <w:rFonts w:ascii="Arial" w:hAnsi="Arial" w:cs="Arial"/>
              <w:kern w:val="0"/>
            </w:rPr>
            <w:t>............................................…………………………………………………………………………………………….</w:t>
          </w:r>
        </w:sdtContent>
      </w:sdt>
      <w:r w:rsidRPr="00441F27">
        <w:rPr>
          <w:rFonts w:ascii="Arial" w:hAnsi="Arial" w:cs="Arial"/>
          <w:i/>
        </w:rPr>
        <w:t xml:space="preserve"> </w:t>
      </w:r>
    </w:p>
    <w:p w14:paraId="74E76A63" w14:textId="77777777" w:rsidR="00D920F0" w:rsidRPr="00441F27" w:rsidRDefault="00D920F0" w:rsidP="00D920F0">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6CE93EB0" w14:textId="77777777" w:rsidR="00D920F0" w:rsidRDefault="00D920F0" w:rsidP="00D920F0">
      <w:pPr>
        <w:pStyle w:val="Corpotesto"/>
        <w:jc w:val="both"/>
        <w:rPr>
          <w:rFonts w:ascii="Arial" w:hAnsi="Arial" w:cs="Arial"/>
          <w:i/>
        </w:rPr>
      </w:pPr>
      <w:r w:rsidRPr="00441F27">
        <w:rPr>
          <w:rFonts w:ascii="Arial" w:hAnsi="Arial" w:cs="Arial"/>
          <w:i/>
        </w:rPr>
        <w:t>Il sottoscritto indica di seguito il consorziato per il quale concorre alla gara:</w:t>
      </w:r>
    </w:p>
    <w:p w14:paraId="4B16E757" w14:textId="77777777" w:rsidR="00D920F0" w:rsidRPr="00441F27" w:rsidRDefault="00D920F0" w:rsidP="00D920F0">
      <w:pPr>
        <w:pStyle w:val="Corpotesto"/>
        <w:jc w:val="both"/>
        <w:rPr>
          <w:rFonts w:ascii="Arial" w:hAnsi="Arial" w:cs="Arial"/>
          <w:i/>
        </w:rPr>
      </w:pPr>
      <w:r w:rsidRPr="00441F27">
        <w:rPr>
          <w:rFonts w:ascii="Arial" w:hAnsi="Arial" w:cs="Arial"/>
          <w:i/>
        </w:rPr>
        <w:t xml:space="preserve"> </w:t>
      </w:r>
      <w:r>
        <w:rPr>
          <w:rFonts w:ascii="Arial" w:hAnsi="Arial" w:cs="Arial"/>
          <w:i/>
        </w:rPr>
        <w:t>.</w:t>
      </w:r>
      <w:sdt>
        <w:sdtPr>
          <w:rPr>
            <w:rFonts w:ascii="Arial" w:hAnsi="Arial" w:cs="Arial"/>
            <w:kern w:val="0"/>
          </w:rPr>
          <w:id w:val="-1860654982"/>
          <w:placeholder>
            <w:docPart w:val="65DC886CFA8A42629EDD7162532E8A7E"/>
          </w:placeholder>
        </w:sdtPr>
        <w:sdtEndPr/>
        <w:sdtContent>
          <w:r>
            <w:rPr>
              <w:rFonts w:ascii="Arial" w:hAnsi="Arial" w:cs="Arial"/>
              <w:kern w:val="0"/>
            </w:rPr>
            <w:t>............................................…………………………………………………………………………………………….</w:t>
          </w:r>
        </w:sdtContent>
      </w:sdt>
      <w:r w:rsidRPr="00441F27">
        <w:rPr>
          <w:rFonts w:ascii="Arial" w:hAnsi="Arial" w:cs="Arial"/>
          <w:i/>
        </w:rPr>
        <w:t xml:space="preserve"> </w:t>
      </w:r>
    </w:p>
    <w:p w14:paraId="659CE24D" w14:textId="77777777" w:rsidR="00657B17" w:rsidRDefault="00657B17" w:rsidP="00D920F0">
      <w:pPr>
        <w:pStyle w:val="Corpotesto"/>
        <w:jc w:val="both"/>
        <w:rPr>
          <w:rFonts w:ascii="Arial" w:hAnsi="Arial" w:cs="Arial"/>
          <w:i/>
        </w:rPr>
      </w:pPr>
    </w:p>
    <w:p w14:paraId="1BC95822" w14:textId="410AE779" w:rsidR="00D920F0" w:rsidRDefault="00D920F0" w:rsidP="00D920F0">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Pr>
          <w:rFonts w:ascii="Arial" w:hAnsi="Arial" w:cs="Arial"/>
          <w:i/>
        </w:rPr>
        <w:t>D</w:t>
      </w:r>
      <w:r w:rsidRPr="00441F27">
        <w:rPr>
          <w:rFonts w:ascii="Arial" w:hAnsi="Arial" w:cs="Arial"/>
          <w:i/>
        </w:rPr>
        <w:t>.P.R. n. 445 del 28 dicembre 2000,</w:t>
      </w:r>
      <w:r w:rsidR="00657B17">
        <w:rPr>
          <w:rFonts w:ascii="Arial" w:hAnsi="Arial" w:cs="Arial"/>
          <w:i/>
        </w:rPr>
        <w:t xml:space="preserve"> il sottoscritto</w:t>
      </w:r>
      <w:r>
        <w:rPr>
          <w:rFonts w:ascii="Arial" w:hAnsi="Arial" w:cs="Arial"/>
          <w:i/>
        </w:rPr>
        <w:t>;</w:t>
      </w:r>
    </w:p>
    <w:p w14:paraId="0A19EA91" w14:textId="77777777" w:rsidR="00652F1F" w:rsidRDefault="00652F1F" w:rsidP="00FC6BCF">
      <w:pPr>
        <w:pStyle w:val="Standard"/>
        <w:jc w:val="center"/>
        <w:rPr>
          <w:rFonts w:asciiTheme="minorHAnsi" w:hAnsiTheme="minorHAnsi" w:cs="Open Sans"/>
          <w:b/>
          <w:bCs/>
        </w:rPr>
      </w:pPr>
    </w:p>
    <w:p w14:paraId="57954B8C" w14:textId="7A2D4E63" w:rsidR="00857D1D" w:rsidRPr="00D924F2" w:rsidRDefault="00837EA8" w:rsidP="00FC6BCF">
      <w:pPr>
        <w:pStyle w:val="Standard"/>
        <w:jc w:val="center"/>
        <w:rPr>
          <w:rFonts w:asciiTheme="minorHAnsi" w:hAnsiTheme="minorHAnsi" w:cs="Open Sans"/>
        </w:rPr>
      </w:pPr>
      <w:r w:rsidRPr="00D924F2">
        <w:rPr>
          <w:rFonts w:asciiTheme="minorHAnsi" w:hAnsiTheme="minorHAnsi" w:cs="Open Sans"/>
          <w:b/>
          <w:bCs/>
        </w:rPr>
        <w:t>DICHIARA</w:t>
      </w:r>
    </w:p>
    <w:p w14:paraId="15800E88" w14:textId="77777777" w:rsidR="00857D1D" w:rsidRPr="00A355EE" w:rsidRDefault="00857D1D" w:rsidP="009B6F5B">
      <w:pPr>
        <w:pStyle w:val="Standard"/>
        <w:spacing w:line="360" w:lineRule="auto"/>
        <w:jc w:val="center"/>
        <w:rPr>
          <w:rFonts w:asciiTheme="minorHAnsi" w:hAnsiTheme="minorHAnsi" w:cs="Open Sans"/>
          <w:b/>
          <w:bCs/>
          <w:sz w:val="16"/>
          <w:szCs w:val="16"/>
        </w:rPr>
      </w:pPr>
    </w:p>
    <w:p w14:paraId="3E08DD49" w14:textId="77777777" w:rsidR="00087165" w:rsidRPr="00087165" w:rsidRDefault="00087165" w:rsidP="00087165">
      <w:pPr>
        <w:pStyle w:val="Standard"/>
        <w:ind w:left="426"/>
        <w:rPr>
          <w:rFonts w:asciiTheme="minorHAnsi" w:hAnsiTheme="minorHAnsi" w:cs="Open Sans"/>
        </w:rPr>
      </w:pPr>
    </w:p>
    <w:p w14:paraId="751E0EA3" w14:textId="358351C0" w:rsidR="00087165" w:rsidRDefault="00115406" w:rsidP="00115406">
      <w:pPr>
        <w:pStyle w:val="Standard"/>
        <w:rPr>
          <w:rFonts w:asciiTheme="minorHAnsi" w:hAnsiTheme="minorHAnsi" w:cs="Open Sans"/>
        </w:rPr>
      </w:pPr>
      <w:r w:rsidRPr="00115406">
        <w:rPr>
          <w:rFonts w:ascii="Arial" w:eastAsia="MS Gothic" w:hAnsi="Arial" w:cs="Arial"/>
          <w:b/>
          <w:iCs/>
          <w:color w:val="000000"/>
        </w:rPr>
        <w:t>a)</w:t>
      </w:r>
      <w:r>
        <w:rPr>
          <w:rFonts w:ascii="Arial" w:eastAsia="MS Gothic" w:hAnsi="Arial" w:cs="Arial"/>
          <w:b/>
          <w:iCs/>
          <w:color w:val="000000"/>
        </w:rPr>
        <w:t xml:space="preserve"> </w:t>
      </w:r>
      <w:sdt>
        <w:sdtPr>
          <w:rPr>
            <w:rFonts w:ascii="Arial" w:eastAsiaTheme="majorEastAsia" w:hAnsi="Arial" w:cs="Arial"/>
            <w:spacing w:val="-10"/>
            <w:kern w:val="2"/>
            <w:sz w:val="18"/>
            <w:szCs w:val="18"/>
          </w:rPr>
          <w:id w:val="479669114"/>
          <w14:checkbox>
            <w14:checked w14:val="0"/>
            <w14:checkedState w14:val="2612" w14:font="MS Gothic"/>
            <w14:uncheckedState w14:val="2610" w14:font="MS Gothic"/>
          </w14:checkbox>
        </w:sdtPr>
        <w:sdtEndPr/>
        <w:sdtContent>
          <w:r w:rsidR="007908AD">
            <w:rPr>
              <w:rFonts w:ascii="MS Gothic" w:eastAsia="MS Gothic" w:hAnsi="MS Gothic" w:cs="Arial" w:hint="eastAsia"/>
              <w:spacing w:val="-10"/>
              <w:kern w:val="2"/>
              <w:sz w:val="18"/>
              <w:szCs w:val="18"/>
            </w:rPr>
            <w:t>☐</w:t>
          </w:r>
        </w:sdtContent>
      </w:sdt>
      <w:r w:rsidR="00087165" w:rsidRPr="00576927">
        <w:rPr>
          <w:rFonts w:ascii="MS Gothic" w:eastAsia="MS Gothic" w:hAnsi="MS Gothic" w:cs="Arial" w:hint="eastAsia"/>
          <w:spacing w:val="-10"/>
          <w:kern w:val="2"/>
          <w:sz w:val="18"/>
          <w:szCs w:val="18"/>
        </w:rPr>
        <w:t xml:space="preserve"> </w:t>
      </w:r>
      <w:r w:rsidR="0037574A">
        <w:rPr>
          <w:rFonts w:asciiTheme="minorHAnsi" w:hAnsiTheme="minorHAnsi" w:cs="Open Sans"/>
        </w:rPr>
        <w:t xml:space="preserve">di essere </w:t>
      </w:r>
      <w:r w:rsidR="00087165" w:rsidRPr="00087165">
        <w:rPr>
          <w:rFonts w:asciiTheme="minorHAnsi" w:hAnsiTheme="minorHAnsi" w:cs="Open Sans"/>
        </w:rPr>
        <w:t>in possesso dell’Attestazione SOA alle seguenti categorie di lavoro:</w:t>
      </w:r>
    </w:p>
    <w:p w14:paraId="01B26B32" w14:textId="77777777" w:rsidR="00991908" w:rsidRPr="00087165" w:rsidRDefault="00991908" w:rsidP="00087165">
      <w:pPr>
        <w:pStyle w:val="Standard"/>
        <w:ind w:left="426"/>
        <w:rPr>
          <w:rFonts w:asciiTheme="minorHAnsi" w:hAnsiTheme="minorHAnsi" w:cs="Open Sans"/>
        </w:rPr>
      </w:pPr>
    </w:p>
    <w:p w14:paraId="49AA63BC" w14:textId="77777777" w:rsidR="0037574A" w:rsidRDefault="0037574A" w:rsidP="0037574A">
      <w:pPr>
        <w:pStyle w:val="Titolo"/>
        <w:numPr>
          <w:ilvl w:val="0"/>
          <w:numId w:val="17"/>
        </w:numPr>
        <w:spacing w:before="120" w:after="288" w:line="360" w:lineRule="auto"/>
        <w:rPr>
          <w:rFonts w:cs="Arial"/>
          <w:sz w:val="18"/>
          <w:szCs w:val="18"/>
        </w:rPr>
      </w:pPr>
      <w:r w:rsidRPr="00F60815">
        <w:rPr>
          <w:rFonts w:cs="Arial"/>
          <w:sz w:val="18"/>
          <w:szCs w:val="18"/>
        </w:rPr>
        <w:t xml:space="preserve">OG 1 - classe II </w:t>
      </w:r>
    </w:p>
    <w:p w14:paraId="22D19147" w14:textId="4F3380A7" w:rsidR="00115406" w:rsidRDefault="00AC415D" w:rsidP="00115406">
      <w:pPr>
        <w:pStyle w:val="Corpotesto"/>
        <w:jc w:val="both"/>
        <w:rPr>
          <w:rFonts w:ascii="Arial" w:hAnsi="Arial" w:cs="Arial"/>
          <w:i/>
        </w:rPr>
      </w:pPr>
      <w:r w:rsidRPr="00B00E97">
        <w:rPr>
          <w:rFonts w:asciiTheme="minorHAnsi" w:hAnsiTheme="minorHAnsi" w:cs="Open Sans"/>
          <w:sz w:val="18"/>
          <w:szCs w:val="18"/>
        </w:rPr>
        <w:t xml:space="preserve"> </w:t>
      </w:r>
      <w:r w:rsidR="00115406" w:rsidRPr="00115406">
        <w:rPr>
          <w:rFonts w:ascii="Arial" w:hAnsi="Arial" w:cs="Arial"/>
          <w:b/>
        </w:rPr>
        <w:t>b)</w:t>
      </w:r>
      <w:r w:rsidR="00115406"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576927">
            <w:rPr>
              <w:rFonts w:ascii="MS Gothic" w:eastAsia="MS Gothic" w:hAnsi="MS Gothic" w:cs="Arial" w:hint="eastAsia"/>
              <w:b/>
            </w:rPr>
            <w:t>☐</w:t>
          </w:r>
        </w:sdtContent>
      </w:sdt>
      <w:r w:rsidR="00115406">
        <w:rPr>
          <w:rFonts w:ascii="Arial" w:hAnsi="Arial" w:cs="Arial"/>
          <w:i/>
        </w:rPr>
        <w:t xml:space="preserve"> </w:t>
      </w:r>
      <w:r w:rsidR="00115406"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115406">
        <w:rPr>
          <w:rFonts w:ascii="Arial" w:hAnsi="Arial" w:cs="Arial"/>
          <w:i/>
        </w:rPr>
        <w:t xml:space="preserve"> migliorare la propria offerta)</w:t>
      </w:r>
    </w:p>
    <w:p w14:paraId="5CBF266F" w14:textId="335BC8D9" w:rsidR="00115406" w:rsidRPr="00240025" w:rsidRDefault="00115406" w:rsidP="00115406">
      <w:pPr>
        <w:pStyle w:val="Corpotesto"/>
        <w:jc w:val="both"/>
        <w:rPr>
          <w:rFonts w:ascii="Arial" w:hAnsi="Arial" w:cs="Arial"/>
          <w:i/>
          <w:u w:val="single"/>
        </w:rPr>
      </w:pPr>
      <w:r w:rsidRPr="00240025">
        <w:rPr>
          <w:rFonts w:ascii="Arial" w:hAnsi="Arial" w:cs="Arial"/>
          <w:i/>
          <w:u w:val="single"/>
        </w:rPr>
        <w:t>Oppure</w:t>
      </w:r>
    </w:p>
    <w:p w14:paraId="2C3261C4" w14:textId="5282047B" w:rsidR="00115406" w:rsidRDefault="007908AD" w:rsidP="00115406">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576927">
            <w:rPr>
              <w:rFonts w:ascii="MS Gothic" w:eastAsia="MS Gothic" w:hAnsi="MS Gothic" w:cs="Arial" w:hint="eastAsia"/>
              <w:b/>
            </w:rPr>
            <w:t>☐</w:t>
          </w:r>
        </w:sdtContent>
      </w:sdt>
      <w:r w:rsidR="00115406" w:rsidRPr="009469A6">
        <w:rPr>
          <w:rFonts w:ascii="Arial" w:hAnsi="Arial" w:cs="Arial"/>
          <w:i/>
        </w:rPr>
        <w:t xml:space="preserve"> di partecipare in più di una forma</w:t>
      </w:r>
      <w:r w:rsidR="00115406">
        <w:rPr>
          <w:rFonts w:ascii="Arial" w:hAnsi="Arial" w:cs="Arial"/>
          <w:i/>
        </w:rPr>
        <w:t xml:space="preserve"> e</w:t>
      </w:r>
      <w:r w:rsidR="00115406" w:rsidRPr="009469A6">
        <w:rPr>
          <w:rFonts w:ascii="Arial" w:hAnsi="Arial" w:cs="Arial"/>
          <w:i/>
        </w:rPr>
        <w:t xml:space="preserve"> allega la documentazione che dimostra che la circostanza non ha influito sulla gara, né è idonea a incidere sulla capacità di rispettare gli obblighi contrattuali;</w:t>
      </w:r>
    </w:p>
    <w:p w14:paraId="54B97280" w14:textId="77777777" w:rsidR="00115406" w:rsidRDefault="00115406" w:rsidP="00115406">
      <w:pPr>
        <w:pStyle w:val="Corpotesto"/>
        <w:jc w:val="both"/>
        <w:rPr>
          <w:rFonts w:ascii="Arial" w:hAnsi="Arial" w:cs="Arial"/>
          <w:i/>
        </w:rPr>
      </w:pPr>
    </w:p>
    <w:p w14:paraId="29F42B51" w14:textId="787FCABA" w:rsidR="00115406" w:rsidRDefault="00115406" w:rsidP="00115406">
      <w:pPr>
        <w:pStyle w:val="Corpotesto"/>
        <w:jc w:val="both"/>
        <w:rPr>
          <w:rFonts w:ascii="Arial" w:hAnsi="Arial" w:cs="Arial"/>
          <w:i/>
        </w:rPr>
      </w:pPr>
      <w:r w:rsidRPr="00115406">
        <w:rPr>
          <w:rFonts w:ascii="Arial" w:hAnsi="Arial" w:cs="Arial"/>
          <w:b/>
        </w:rPr>
        <w:t>c)</w:t>
      </w:r>
      <w:r>
        <w:rPr>
          <w:rFonts w:ascii="Arial" w:hAnsi="Arial" w:cs="Arial"/>
          <w:i/>
        </w:rPr>
        <w:t xml:space="preserve"> di essere edotto degli obblighi derivanti dal </w:t>
      </w:r>
      <w:r w:rsidRPr="009469A6">
        <w:rPr>
          <w:rFonts w:ascii="Arial" w:hAnsi="Arial" w:cs="Arial"/>
          <w:i/>
        </w:rPr>
        <w:t xml:space="preserve">Codice  di  comportamento adottato  dalla  stazione  appaltante reperibile al seguente link </w:t>
      </w:r>
      <w:r w:rsidRPr="00883F8E">
        <w:rPr>
          <w:rFonts w:ascii="Arial" w:hAnsi="Arial" w:cs="Arial"/>
          <w:i/>
          <w:color w:val="0070C0"/>
          <w:u w:val="single"/>
        </w:rPr>
        <w:t>https://trasparenza.strategicpa.it/cotral/archivio/42503-area-etica/doc/851</w:t>
      </w:r>
      <w:r w:rsidRPr="00883F8E">
        <w:rPr>
          <w:rFonts w:ascii="Arial" w:hAnsi="Arial" w:cs="Arial"/>
          <w:i/>
          <w:color w:val="0070C0"/>
        </w:rPr>
        <w:t xml:space="preserve"> </w:t>
      </w:r>
      <w:r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4DC0FDE6" w14:textId="77777777" w:rsidR="00115406" w:rsidRPr="009469A6" w:rsidRDefault="00115406" w:rsidP="00115406">
      <w:pPr>
        <w:pStyle w:val="Corpotesto"/>
        <w:ind w:left="786"/>
        <w:jc w:val="both"/>
        <w:rPr>
          <w:rFonts w:ascii="Arial" w:hAnsi="Arial" w:cs="Arial"/>
          <w:i/>
        </w:rPr>
      </w:pPr>
    </w:p>
    <w:p w14:paraId="172E8005" w14:textId="36895650" w:rsidR="00115406" w:rsidRDefault="00115406" w:rsidP="00115406">
      <w:pPr>
        <w:pStyle w:val="Corpotesto"/>
        <w:jc w:val="both"/>
        <w:rPr>
          <w:rFonts w:ascii="Arial" w:hAnsi="Arial" w:cs="Arial"/>
          <w:i/>
        </w:rPr>
      </w:pPr>
      <w:r w:rsidRPr="00115406">
        <w:rPr>
          <w:rFonts w:ascii="Arial" w:hAnsi="Arial" w:cs="Arial"/>
          <w:b/>
        </w:rPr>
        <w:t>d)</w:t>
      </w:r>
      <w:r>
        <w:rPr>
          <w:rFonts w:ascii="Arial" w:hAnsi="Arial" w:cs="Arial"/>
          <w:i/>
        </w:rPr>
        <w:t xml:space="preserve"> </w:t>
      </w:r>
      <w:r w:rsidRPr="009469A6">
        <w:rPr>
          <w:rFonts w:ascii="Arial" w:hAnsi="Arial" w:cs="Arial"/>
          <w:i/>
        </w:rPr>
        <w:t>di accettare il patto di integrità;</w:t>
      </w:r>
    </w:p>
    <w:p w14:paraId="27178BC2" w14:textId="77777777" w:rsidR="00115406" w:rsidRPr="009469A6" w:rsidRDefault="00115406" w:rsidP="00115406">
      <w:pPr>
        <w:pStyle w:val="Corpotesto"/>
        <w:jc w:val="both"/>
        <w:rPr>
          <w:rFonts w:ascii="Arial" w:hAnsi="Arial" w:cs="Arial"/>
          <w:i/>
        </w:rPr>
      </w:pPr>
    </w:p>
    <w:p w14:paraId="6DF1FF21" w14:textId="06529EEB" w:rsidR="00115406" w:rsidRDefault="00115406" w:rsidP="00115406">
      <w:pPr>
        <w:pStyle w:val="Corpotesto"/>
        <w:jc w:val="both"/>
        <w:rPr>
          <w:rFonts w:ascii="Arial" w:hAnsi="Arial" w:cs="Arial"/>
          <w:i/>
        </w:rPr>
      </w:pPr>
      <w:r>
        <w:rPr>
          <w:rFonts w:ascii="Arial" w:hAnsi="Arial" w:cs="Arial"/>
          <w:b/>
          <w:i/>
        </w:rPr>
        <w:t>e</w:t>
      </w:r>
      <w:r w:rsidRPr="00D44BA2">
        <w:rPr>
          <w:rFonts w:ascii="Arial" w:hAnsi="Arial" w:cs="Arial"/>
          <w:b/>
          <w:i/>
        </w:rPr>
        <w:t>)</w:t>
      </w:r>
      <w:r>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576927">
            <w:rPr>
              <w:rFonts w:ascii="MS Gothic" w:eastAsia="MS Gothic" w:hAnsi="MS Gothic" w:cs="Arial" w:hint="eastAsia"/>
              <w:b/>
            </w:rPr>
            <w:t>☐</w:t>
          </w:r>
        </w:sdtContent>
      </w:sdt>
      <w:r w:rsidRPr="009469A6">
        <w:rPr>
          <w:rFonts w:ascii="Arial" w:hAnsi="Arial" w:cs="Arial"/>
          <w:i/>
        </w:rPr>
        <w:t xml:space="preserve"> </w:t>
      </w:r>
      <w:r>
        <w:rPr>
          <w:rFonts w:ascii="Arial" w:hAnsi="Arial" w:cs="Arial"/>
          <w:i/>
        </w:rPr>
        <w:t>[</w:t>
      </w:r>
      <w:r w:rsidRPr="00240025">
        <w:rPr>
          <w:rFonts w:ascii="Arial" w:hAnsi="Arial" w:cs="Arial"/>
          <w:i/>
          <w:u w:val="single"/>
        </w:rPr>
        <w:t>per gli operatori economici non residenti e privi di stabile organizzazione in Italia</w:t>
      </w:r>
      <w:r>
        <w:rPr>
          <w:rFonts w:ascii="Arial" w:hAnsi="Arial" w:cs="Arial"/>
          <w:i/>
        </w:rPr>
        <w:t>]</w:t>
      </w:r>
      <w:r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C101294" w14:textId="77777777" w:rsidR="00115406" w:rsidRPr="009469A6" w:rsidRDefault="00115406" w:rsidP="00115406">
      <w:pPr>
        <w:pStyle w:val="Corpotesto"/>
        <w:jc w:val="both"/>
        <w:rPr>
          <w:rFonts w:ascii="Arial" w:hAnsi="Arial" w:cs="Arial"/>
          <w:i/>
        </w:rPr>
      </w:pPr>
    </w:p>
    <w:p w14:paraId="77D5817B" w14:textId="72978CF7" w:rsidR="00115406" w:rsidRPr="009469A6" w:rsidRDefault="00115406" w:rsidP="00115406">
      <w:pPr>
        <w:pStyle w:val="Corpotesto"/>
        <w:jc w:val="both"/>
        <w:rPr>
          <w:rFonts w:ascii="Arial" w:hAnsi="Arial" w:cs="Arial"/>
          <w:i/>
        </w:rPr>
      </w:pPr>
      <w:r w:rsidRPr="00D44BA2">
        <w:rPr>
          <w:rFonts w:ascii="Arial" w:hAnsi="Arial" w:cs="Arial"/>
          <w:b/>
          <w:i/>
        </w:rPr>
        <w:t xml:space="preserve"> </w:t>
      </w:r>
      <w:r>
        <w:rPr>
          <w:rFonts w:ascii="Arial" w:hAnsi="Arial" w:cs="Arial"/>
          <w:b/>
          <w:i/>
        </w:rPr>
        <w:t>f</w:t>
      </w:r>
      <w:r w:rsidRPr="00D44BA2">
        <w:rPr>
          <w:rFonts w:ascii="Arial" w:hAnsi="Arial" w:cs="Arial"/>
          <w:b/>
          <w:i/>
        </w:rPr>
        <w:t>)</w:t>
      </w:r>
      <w:r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576927">
            <w:rPr>
              <w:rFonts w:ascii="MS Gothic" w:eastAsia="MS Gothic" w:hAnsi="MS Gothic" w:cs="Arial" w:hint="eastAsia"/>
              <w:b/>
            </w:rPr>
            <w:t>☐</w:t>
          </w:r>
        </w:sdtContent>
      </w:sdt>
      <w:r>
        <w:rPr>
          <w:rFonts w:ascii="Arial" w:hAnsi="Arial" w:cs="Arial"/>
          <w:i/>
        </w:rPr>
        <w:t xml:space="preserve"> [</w:t>
      </w:r>
      <w:r w:rsidRPr="00240025">
        <w:rPr>
          <w:rFonts w:ascii="Arial" w:hAnsi="Arial" w:cs="Arial"/>
          <w:i/>
          <w:u w:val="single"/>
        </w:rPr>
        <w:t>per gli operatori economici non residenti e privi di stabile organizzazione in Italia</w:t>
      </w:r>
      <w:r>
        <w:rPr>
          <w:rFonts w:ascii="Arial" w:hAnsi="Arial" w:cs="Arial"/>
          <w:i/>
        </w:rPr>
        <w:t>]</w:t>
      </w:r>
      <w:r w:rsidRPr="009469A6">
        <w:rPr>
          <w:rFonts w:ascii="Arial" w:hAnsi="Arial" w:cs="Arial"/>
          <w:i/>
        </w:rPr>
        <w:t xml:space="preserve"> il domicilio fiscale …, il codice fiscale </w:t>
      </w:r>
      <w:r>
        <w:rPr>
          <w:rFonts w:ascii="Arial" w:hAnsi="Arial" w:cs="Arial"/>
          <w:i/>
        </w:rPr>
        <w:t>.</w:t>
      </w:r>
      <w:sdt>
        <w:sdtPr>
          <w:rPr>
            <w:rFonts w:ascii="Arial" w:hAnsi="Arial" w:cs="Arial"/>
            <w:kern w:val="0"/>
          </w:rPr>
          <w:id w:val="-17085153"/>
          <w:placeholder>
            <w:docPart w:val="A1FC2657E47C4E21B00770DF55DA0FE9"/>
          </w:placeholder>
        </w:sdtPr>
        <w:sdtEndPr/>
        <w:sdtContent>
          <w:r>
            <w:rPr>
              <w:rFonts w:ascii="Arial" w:hAnsi="Arial" w:cs="Arial"/>
              <w:kern w:val="0"/>
            </w:rPr>
            <w:t>……………</w:t>
          </w:r>
        </w:sdtContent>
      </w:sdt>
      <w:r>
        <w:rPr>
          <w:rFonts w:ascii="Arial" w:hAnsi="Arial" w:cs="Arial"/>
          <w:i/>
        </w:rPr>
        <w:t>, la partita IVA.</w:t>
      </w:r>
      <w:sdt>
        <w:sdtPr>
          <w:rPr>
            <w:rFonts w:ascii="Arial" w:hAnsi="Arial" w:cs="Arial"/>
            <w:kern w:val="0"/>
          </w:rPr>
          <w:id w:val="-903836085"/>
          <w:placeholder>
            <w:docPart w:val="76FC987C0BED485980D5DF439224B148"/>
          </w:placeholder>
        </w:sdtPr>
        <w:sdtEndPr/>
        <w:sdtContent>
          <w:r>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0CE70447" w14:textId="77777777" w:rsidR="00115406" w:rsidRDefault="00115406" w:rsidP="00B00E97">
      <w:pPr>
        <w:pStyle w:val="Corpotesto"/>
        <w:jc w:val="both"/>
        <w:rPr>
          <w:rFonts w:asciiTheme="minorHAnsi" w:hAnsiTheme="minorHAnsi" w:cs="Open Sans"/>
          <w:sz w:val="18"/>
          <w:szCs w:val="18"/>
        </w:rPr>
      </w:pPr>
    </w:p>
    <w:p w14:paraId="12BE1FAB" w14:textId="77777777" w:rsidR="00115406" w:rsidRDefault="00115406" w:rsidP="00B00E97">
      <w:pPr>
        <w:pStyle w:val="Corpotesto"/>
        <w:jc w:val="both"/>
        <w:rPr>
          <w:rFonts w:asciiTheme="minorHAnsi" w:hAnsiTheme="minorHAnsi" w:cs="Open Sans"/>
          <w:sz w:val="18"/>
          <w:szCs w:val="18"/>
        </w:rPr>
      </w:pPr>
    </w:p>
    <w:p w14:paraId="11C4CA8B" w14:textId="159BBD69" w:rsidR="00B00E97" w:rsidRPr="00B00E97" w:rsidRDefault="00B00E97" w:rsidP="00B00E97">
      <w:pPr>
        <w:pStyle w:val="Corpotesto"/>
        <w:jc w:val="both"/>
        <w:rPr>
          <w:rFonts w:ascii="Arial" w:hAnsi="Arial" w:cs="Arial"/>
          <w:b/>
          <w:sz w:val="18"/>
          <w:szCs w:val="18"/>
        </w:rPr>
      </w:pPr>
      <w:r w:rsidRPr="00B00E97">
        <w:rPr>
          <w:rFonts w:ascii="Arial" w:hAnsi="Arial" w:cs="Arial"/>
          <w:b/>
          <w:sz w:val="18"/>
          <w:szCs w:val="18"/>
        </w:rPr>
        <w:t>Con riferimento alle cause di esclusione ex artt. 94 e 95 del D.Lgs. n. 36/2023, ad integrazione di quanto dichiarato nel DGUE,</w:t>
      </w:r>
      <w:r w:rsidRPr="00B00E97">
        <w:rPr>
          <w:rFonts w:ascii="Arial" w:hAnsi="Arial" w:cs="Arial"/>
          <w:i/>
          <w:sz w:val="18"/>
          <w:szCs w:val="18"/>
        </w:rPr>
        <w:t xml:space="preserve"> </w:t>
      </w:r>
      <w:r w:rsidRPr="00B00E97">
        <w:rPr>
          <w:rFonts w:ascii="Arial" w:hAnsi="Arial" w:cs="Arial"/>
          <w:b/>
          <w:sz w:val="18"/>
          <w:szCs w:val="18"/>
        </w:rPr>
        <w:t>il sottoscritto</w:t>
      </w:r>
    </w:p>
    <w:p w14:paraId="459AE04E" w14:textId="77777777" w:rsidR="00B00E97" w:rsidRPr="00B00E97" w:rsidRDefault="00B00E97" w:rsidP="00B00E97">
      <w:pPr>
        <w:pStyle w:val="Corpotesto"/>
        <w:jc w:val="both"/>
        <w:rPr>
          <w:rFonts w:ascii="Arial" w:hAnsi="Arial" w:cs="Arial"/>
          <w:b/>
          <w:sz w:val="18"/>
          <w:szCs w:val="18"/>
        </w:rPr>
      </w:pPr>
    </w:p>
    <w:p w14:paraId="619BF7CF" w14:textId="7B0069F8" w:rsidR="00B00E97" w:rsidRDefault="00B00E97" w:rsidP="00B00E97">
      <w:pPr>
        <w:pStyle w:val="Corpotesto"/>
        <w:jc w:val="center"/>
        <w:rPr>
          <w:rFonts w:ascii="Arial" w:hAnsi="Arial" w:cs="Arial"/>
          <w:b/>
          <w:sz w:val="18"/>
          <w:szCs w:val="18"/>
        </w:rPr>
      </w:pPr>
      <w:r w:rsidRPr="00652F1F">
        <w:rPr>
          <w:rFonts w:ascii="Arial" w:hAnsi="Arial" w:cs="Arial"/>
          <w:b/>
          <w:sz w:val="18"/>
          <w:szCs w:val="18"/>
        </w:rPr>
        <w:t>DICHIARA:</w:t>
      </w:r>
    </w:p>
    <w:p w14:paraId="59EE54FD" w14:textId="77777777" w:rsidR="00652F1F" w:rsidRPr="00652F1F" w:rsidRDefault="00652F1F" w:rsidP="00B00E97">
      <w:pPr>
        <w:pStyle w:val="Corpotesto"/>
        <w:jc w:val="center"/>
        <w:rPr>
          <w:rFonts w:ascii="Arial" w:hAnsi="Arial" w:cs="Arial"/>
          <w:b/>
          <w:sz w:val="18"/>
          <w:szCs w:val="18"/>
        </w:rPr>
      </w:pPr>
    </w:p>
    <w:p w14:paraId="377EBA7C" w14:textId="13DA924C" w:rsidR="00B00E97" w:rsidRPr="00B00E97" w:rsidRDefault="007908AD" w:rsidP="00B00E97">
      <w:pPr>
        <w:pStyle w:val="Corpotesto"/>
        <w:jc w:val="both"/>
        <w:rPr>
          <w:rFonts w:ascii="Arial" w:hAnsi="Arial" w:cs="Arial"/>
          <w:i/>
          <w:sz w:val="18"/>
          <w:szCs w:val="18"/>
        </w:rPr>
      </w:pPr>
      <w:sdt>
        <w:sdtPr>
          <w:rPr>
            <w:rFonts w:ascii="Arial" w:hAnsi="Arial" w:cs="Arial"/>
            <w:b/>
            <w:sz w:val="18"/>
            <w:szCs w:val="18"/>
          </w:rPr>
          <w:id w:val="472341788"/>
          <w14:checkbox>
            <w14:checked w14:val="0"/>
            <w14:checkedState w14:val="2612" w14:font="MS Gothic"/>
            <w14:uncheckedState w14:val="2610" w14:font="MS Gothic"/>
          </w14:checkbox>
        </w:sdtPr>
        <w:sdtEndPr/>
        <w:sdtContent>
          <w:r w:rsidR="00576927">
            <w:rPr>
              <w:rFonts w:ascii="MS Gothic" w:eastAsia="MS Gothic" w:hAnsi="MS Gothic" w:cs="Arial" w:hint="eastAsia"/>
              <w:b/>
              <w:sz w:val="18"/>
              <w:szCs w:val="18"/>
            </w:rPr>
            <w:t>☐</w:t>
          </w:r>
        </w:sdtContent>
      </w:sdt>
      <w:r w:rsidR="00B00E97" w:rsidRPr="00B00E97">
        <w:rPr>
          <w:rFonts w:ascii="Arial" w:hAnsi="Arial" w:cs="Arial"/>
          <w:i/>
          <w:sz w:val="18"/>
          <w:szCs w:val="18"/>
        </w:rPr>
        <w:t xml:space="preserve"> l’insussistenza delle cause non automatiche di esclusione di cui all’articolo 98, comma 3, lettere g) ed h) del Codice in relazione ai soggetti di cui all’art. 94 comma 3 del D.Lgs. 36/2023</w:t>
      </w:r>
    </w:p>
    <w:p w14:paraId="13C4EB4F" w14:textId="7F78C790" w:rsidR="00B00E97" w:rsidRPr="00B00E97" w:rsidRDefault="00115406" w:rsidP="00B00E97">
      <w:pPr>
        <w:pStyle w:val="Corpotesto"/>
        <w:jc w:val="both"/>
        <w:rPr>
          <w:rFonts w:ascii="Arial" w:hAnsi="Arial" w:cs="Arial"/>
          <w:b/>
          <w:sz w:val="18"/>
          <w:szCs w:val="18"/>
        </w:rPr>
      </w:pPr>
      <w:r w:rsidRPr="00B00E97">
        <w:rPr>
          <w:rFonts w:ascii="Arial" w:hAnsi="Arial" w:cs="Arial"/>
          <w:b/>
          <w:sz w:val="18"/>
          <w:szCs w:val="18"/>
        </w:rPr>
        <w:t>Ovvero</w:t>
      </w:r>
      <w:r w:rsidR="00B00E97" w:rsidRPr="00B00E97">
        <w:rPr>
          <w:rFonts w:ascii="Arial" w:hAnsi="Arial" w:cs="Arial"/>
          <w:b/>
          <w:sz w:val="18"/>
          <w:szCs w:val="18"/>
        </w:rPr>
        <w:t xml:space="preserve">,  </w:t>
      </w:r>
    </w:p>
    <w:p w14:paraId="0483FB63" w14:textId="77777777" w:rsidR="00B00E97" w:rsidRPr="00B00E97" w:rsidRDefault="00B00E97" w:rsidP="00B00E97">
      <w:pPr>
        <w:pStyle w:val="Corpotesto"/>
        <w:jc w:val="both"/>
        <w:rPr>
          <w:rFonts w:ascii="Arial" w:hAnsi="Arial" w:cs="Arial"/>
          <w:b/>
          <w:sz w:val="18"/>
          <w:szCs w:val="18"/>
        </w:rPr>
      </w:pPr>
      <w:r w:rsidRPr="00B00E97">
        <w:rPr>
          <w:rFonts w:ascii="Arial" w:hAnsi="Arial" w:cs="Arial"/>
          <w:b/>
          <w:sz w:val="18"/>
          <w:szCs w:val="18"/>
        </w:rPr>
        <w:t>in caso affermativo, fornisce le seguenti informazioni dettagliate ed, eventualmente, le misure sufficienti a dimostrare la sua affidabilità (autodisciplina o “Self – Cleaning”):</w:t>
      </w:r>
    </w:p>
    <w:p w14:paraId="564FB598" w14:textId="38E7E7BD" w:rsidR="00B00E97" w:rsidRPr="00B00E97" w:rsidRDefault="007908AD" w:rsidP="00B00E97">
      <w:pPr>
        <w:pStyle w:val="Corpotesto"/>
        <w:jc w:val="both"/>
        <w:rPr>
          <w:rFonts w:ascii="Arial" w:hAnsi="Arial" w:cs="Arial"/>
          <w:i/>
          <w:sz w:val="18"/>
          <w:szCs w:val="18"/>
        </w:rPr>
      </w:pPr>
      <w:sdt>
        <w:sdtPr>
          <w:rPr>
            <w:rFonts w:ascii="Arial" w:hAnsi="Arial" w:cs="Arial"/>
            <w:b/>
            <w:sz w:val="18"/>
            <w:szCs w:val="18"/>
          </w:rPr>
          <w:id w:val="-46767540"/>
          <w14:checkbox>
            <w14:checked w14:val="0"/>
            <w14:checkedState w14:val="2612" w14:font="MS Gothic"/>
            <w14:uncheckedState w14:val="2610" w14:font="MS Gothic"/>
          </w14:checkbox>
        </w:sdtPr>
        <w:sdtEndPr/>
        <w:sdtContent>
          <w:r w:rsidR="00576927">
            <w:rPr>
              <w:rFonts w:ascii="MS Gothic" w:eastAsia="MS Gothic" w:hAnsi="MS Gothic" w:cs="Arial" w:hint="eastAsia"/>
              <w:b/>
              <w:sz w:val="18"/>
              <w:szCs w:val="18"/>
            </w:rPr>
            <w:t>☐</w:t>
          </w:r>
        </w:sdtContent>
      </w:sdt>
      <w:r w:rsidR="00B00E97" w:rsidRPr="00B00E97">
        <w:rPr>
          <w:rFonts w:ascii="Arial" w:hAnsi="Arial" w:cs="Arial"/>
          <w:b/>
          <w:sz w:val="18"/>
          <w:szCs w:val="18"/>
        </w:rPr>
        <w:t xml:space="preserve"> </w:t>
      </w:r>
      <w:r w:rsidR="00B00E97" w:rsidRPr="00B00E97">
        <w:rPr>
          <w:rFonts w:ascii="Arial" w:hAnsi="Arial" w:cs="Arial"/>
          <w:i/>
          <w:sz w:val="18"/>
          <w:szCs w:val="18"/>
        </w:rPr>
        <w:t>.</w:t>
      </w:r>
      <w:sdt>
        <w:sdtPr>
          <w:rPr>
            <w:rFonts w:ascii="Arial" w:hAnsi="Arial" w:cs="Arial"/>
            <w:kern w:val="0"/>
            <w:sz w:val="18"/>
            <w:szCs w:val="18"/>
          </w:rPr>
          <w:id w:val="1993367287"/>
          <w:placeholder>
            <w:docPart w:val="6DB6DF63C21946BA933E2E5E73985DEF"/>
          </w:placeholder>
        </w:sdtPr>
        <w:sdtEndPr/>
        <w:sdtContent>
          <w:r w:rsidR="00B00E97" w:rsidRPr="00B00E97">
            <w:rPr>
              <w:rFonts w:ascii="Arial" w:hAnsi="Arial" w:cs="Arial"/>
              <w:kern w:val="0"/>
              <w:sz w:val="18"/>
              <w:szCs w:val="18"/>
            </w:rPr>
            <w:t>.…………………………………………………………………………..……………………………………………</w:t>
          </w:r>
        </w:sdtContent>
      </w:sdt>
    </w:p>
    <w:p w14:paraId="4AF65DA3" w14:textId="77777777" w:rsidR="00B00E97" w:rsidRPr="00B00E97" w:rsidRDefault="00B00E97" w:rsidP="00B00E97">
      <w:pPr>
        <w:pStyle w:val="Corpotesto"/>
        <w:jc w:val="both"/>
        <w:rPr>
          <w:rFonts w:ascii="Arial" w:hAnsi="Arial" w:cs="Arial"/>
          <w:sz w:val="18"/>
          <w:szCs w:val="18"/>
        </w:rPr>
      </w:pPr>
    </w:p>
    <w:p w14:paraId="273F5E87" w14:textId="77777777" w:rsidR="00652F1F" w:rsidRDefault="00652F1F" w:rsidP="00B00E97">
      <w:pPr>
        <w:pStyle w:val="Corpotesto"/>
        <w:jc w:val="both"/>
        <w:rPr>
          <w:rFonts w:ascii="Arial" w:hAnsi="Arial" w:cs="Arial"/>
          <w:sz w:val="18"/>
          <w:szCs w:val="18"/>
        </w:rPr>
      </w:pPr>
    </w:p>
    <w:p w14:paraId="687312C0" w14:textId="77777777" w:rsidR="00B00E97" w:rsidRPr="00B00E97" w:rsidRDefault="00B00E97" w:rsidP="00B00E97">
      <w:pPr>
        <w:pStyle w:val="Corpotesto"/>
        <w:jc w:val="both"/>
        <w:rPr>
          <w:rFonts w:ascii="Arial" w:hAnsi="Arial" w:cs="Arial"/>
          <w:sz w:val="18"/>
          <w:szCs w:val="18"/>
        </w:rPr>
      </w:pPr>
      <w:r w:rsidRPr="00B00E97">
        <w:rPr>
          <w:rFonts w:ascii="Arial" w:hAnsi="Arial" w:cs="Arial"/>
          <w:sz w:val="18"/>
          <w:szCs w:val="18"/>
        </w:rPr>
        <w:t xml:space="preserve">Con riferimento alle cause di esclusione di cui all’articolo 95 del Codice, </w:t>
      </w:r>
      <w:r w:rsidRPr="00B00E97">
        <w:rPr>
          <w:rFonts w:ascii="Arial" w:hAnsi="Arial" w:cs="Arial"/>
          <w:b/>
          <w:sz w:val="18"/>
          <w:szCs w:val="18"/>
        </w:rPr>
        <w:t>OVE RICORRENTI</w:t>
      </w:r>
      <w:r w:rsidRPr="00B00E97">
        <w:rPr>
          <w:rFonts w:ascii="Arial" w:hAnsi="Arial" w:cs="Arial"/>
          <w:sz w:val="18"/>
          <w:szCs w:val="18"/>
        </w:rPr>
        <w:t>:</w:t>
      </w:r>
    </w:p>
    <w:p w14:paraId="21A3361B" w14:textId="77777777" w:rsidR="00B00E97" w:rsidRPr="00B00E97" w:rsidRDefault="00B00E97" w:rsidP="00B00E97">
      <w:pPr>
        <w:pStyle w:val="Corpotesto"/>
        <w:jc w:val="both"/>
        <w:rPr>
          <w:rFonts w:ascii="Arial" w:hAnsi="Arial" w:cs="Arial"/>
          <w:sz w:val="18"/>
          <w:szCs w:val="18"/>
        </w:rPr>
      </w:pPr>
    </w:p>
    <w:p w14:paraId="0D5F61EF" w14:textId="67212825" w:rsidR="00B00E97" w:rsidRPr="00B00E97" w:rsidRDefault="007908AD" w:rsidP="00B00E97">
      <w:pPr>
        <w:pStyle w:val="Corpotesto"/>
        <w:jc w:val="both"/>
        <w:rPr>
          <w:rFonts w:ascii="Arial" w:hAnsi="Arial" w:cs="Arial"/>
          <w:i/>
          <w:sz w:val="18"/>
          <w:szCs w:val="18"/>
        </w:rPr>
      </w:pPr>
      <w:sdt>
        <w:sdtPr>
          <w:rPr>
            <w:rFonts w:ascii="Arial" w:hAnsi="Arial" w:cs="Arial"/>
            <w:b/>
            <w:sz w:val="18"/>
            <w:szCs w:val="18"/>
          </w:rPr>
          <w:id w:val="-1189594555"/>
          <w14:checkbox>
            <w14:checked w14:val="0"/>
            <w14:checkedState w14:val="2612" w14:font="MS Gothic"/>
            <w14:uncheckedState w14:val="2610" w14:font="MS Gothic"/>
          </w14:checkbox>
        </w:sdtPr>
        <w:sdtEndPr/>
        <w:sdtContent>
          <w:r w:rsidR="00576927">
            <w:rPr>
              <w:rFonts w:ascii="MS Gothic" w:eastAsia="MS Gothic" w:hAnsi="MS Gothic" w:cs="Arial" w:hint="eastAsia"/>
              <w:b/>
              <w:sz w:val="18"/>
              <w:szCs w:val="18"/>
            </w:rPr>
            <w:t>☐</w:t>
          </w:r>
        </w:sdtContent>
      </w:sdt>
      <w:r w:rsidR="00B00E97" w:rsidRPr="00B00E97">
        <w:rPr>
          <w:rFonts w:ascii="Arial" w:hAnsi="Arial" w:cs="Arial"/>
          <w:b/>
          <w:sz w:val="18"/>
          <w:szCs w:val="18"/>
        </w:rPr>
        <w:t xml:space="preserve"> </w:t>
      </w:r>
      <w:r w:rsidR="00B00E97" w:rsidRPr="00B00E97">
        <w:rPr>
          <w:rFonts w:ascii="Arial" w:hAnsi="Arial" w:cs="Arial"/>
          <w:i/>
          <w:sz w:val="18"/>
          <w:szCs w:val="18"/>
        </w:rPr>
        <w:t>le gravi infrazioni di cui all’articolo 95, comma 1, lettera a) del Codice commesse nei tre anni antecedenti la data di pubblicazione del bando di gara:</w:t>
      </w:r>
    </w:p>
    <w:p w14:paraId="1F3CC32D" w14:textId="77777777" w:rsidR="00B00E97" w:rsidRPr="00B00E97" w:rsidRDefault="00B00E97" w:rsidP="00B00E97">
      <w:pPr>
        <w:pStyle w:val="Corpotesto"/>
        <w:jc w:val="both"/>
        <w:rPr>
          <w:rFonts w:ascii="Arial" w:hAnsi="Arial" w:cs="Arial"/>
          <w:i/>
          <w:sz w:val="18"/>
          <w:szCs w:val="18"/>
        </w:rPr>
      </w:pPr>
      <w:r w:rsidRPr="00B00E97">
        <w:rPr>
          <w:rFonts w:ascii="Arial" w:hAnsi="Arial" w:cs="Arial"/>
          <w:i/>
          <w:sz w:val="18"/>
          <w:szCs w:val="18"/>
        </w:rPr>
        <w:t>.</w:t>
      </w:r>
      <w:sdt>
        <w:sdtPr>
          <w:rPr>
            <w:rFonts w:ascii="Arial" w:hAnsi="Arial" w:cs="Arial"/>
            <w:kern w:val="0"/>
            <w:sz w:val="18"/>
            <w:szCs w:val="18"/>
          </w:rPr>
          <w:id w:val="381135764"/>
          <w:placeholder>
            <w:docPart w:val="E972E254611A4B279656B7415FFA61DB"/>
          </w:placeholder>
        </w:sdtPr>
        <w:sdtEndPr/>
        <w:sdtContent>
          <w:r w:rsidRPr="00B00E97">
            <w:rPr>
              <w:rFonts w:ascii="Arial" w:hAnsi="Arial" w:cs="Arial"/>
              <w:kern w:val="0"/>
              <w:sz w:val="18"/>
              <w:szCs w:val="18"/>
            </w:rPr>
            <w:t>.…………………………………………………………………………..……………………………………………</w:t>
          </w:r>
        </w:sdtContent>
      </w:sdt>
    </w:p>
    <w:p w14:paraId="79185568" w14:textId="159E256C" w:rsidR="00B00E97" w:rsidRPr="00B00E97" w:rsidRDefault="007908AD" w:rsidP="00B00E97">
      <w:pPr>
        <w:pStyle w:val="Corpotesto"/>
        <w:jc w:val="both"/>
        <w:rPr>
          <w:rFonts w:ascii="Arial" w:hAnsi="Arial" w:cs="Arial"/>
          <w:i/>
          <w:sz w:val="18"/>
          <w:szCs w:val="18"/>
        </w:rPr>
      </w:pPr>
      <w:sdt>
        <w:sdtPr>
          <w:rPr>
            <w:rFonts w:ascii="Arial" w:hAnsi="Arial" w:cs="Arial"/>
            <w:b/>
            <w:sz w:val="18"/>
            <w:szCs w:val="18"/>
          </w:rPr>
          <w:id w:val="581874897"/>
          <w14:checkbox>
            <w14:checked w14:val="0"/>
            <w14:checkedState w14:val="2612" w14:font="MS Gothic"/>
            <w14:uncheckedState w14:val="2610" w14:font="MS Gothic"/>
          </w14:checkbox>
        </w:sdtPr>
        <w:sdtEndPr/>
        <w:sdtContent>
          <w:r w:rsidR="00576927">
            <w:rPr>
              <w:rFonts w:ascii="MS Gothic" w:eastAsia="MS Gothic" w:hAnsi="MS Gothic" w:cs="Arial" w:hint="eastAsia"/>
              <w:b/>
              <w:sz w:val="18"/>
              <w:szCs w:val="18"/>
            </w:rPr>
            <w:t>☐</w:t>
          </w:r>
        </w:sdtContent>
      </w:sdt>
      <w:r w:rsidR="00B00E97" w:rsidRPr="00B00E97">
        <w:rPr>
          <w:rFonts w:ascii="Arial" w:hAnsi="Arial" w:cs="Arial"/>
          <w:i/>
          <w:sz w:val="18"/>
          <w:szCs w:val="18"/>
        </w:rPr>
        <w:t xml:space="preserve"> gli atti e i provvedimenti indicati all’articolo 98 comma 6 del codice emessi nei tre anni antecedenti la data di pubblicazione del bando di gara:</w:t>
      </w:r>
    </w:p>
    <w:p w14:paraId="35918299" w14:textId="77777777" w:rsidR="00B00E97" w:rsidRPr="00B00E97" w:rsidRDefault="00B00E97" w:rsidP="00B00E97">
      <w:pPr>
        <w:pStyle w:val="Corpotesto"/>
        <w:jc w:val="both"/>
        <w:rPr>
          <w:rFonts w:ascii="Arial" w:hAnsi="Arial" w:cs="Arial"/>
          <w:i/>
          <w:sz w:val="18"/>
          <w:szCs w:val="18"/>
        </w:rPr>
      </w:pPr>
      <w:r w:rsidRPr="00B00E97">
        <w:rPr>
          <w:rFonts w:ascii="Arial" w:hAnsi="Arial" w:cs="Arial"/>
          <w:i/>
          <w:sz w:val="18"/>
          <w:szCs w:val="18"/>
        </w:rPr>
        <w:t>.</w:t>
      </w:r>
      <w:sdt>
        <w:sdtPr>
          <w:rPr>
            <w:rFonts w:ascii="Arial" w:hAnsi="Arial" w:cs="Arial"/>
            <w:kern w:val="0"/>
            <w:sz w:val="18"/>
            <w:szCs w:val="18"/>
          </w:rPr>
          <w:id w:val="558360481"/>
          <w:placeholder>
            <w:docPart w:val="C868771A4A084B79A1674E9C3346F471"/>
          </w:placeholder>
        </w:sdtPr>
        <w:sdtEndPr/>
        <w:sdtContent>
          <w:r w:rsidRPr="00B00E97">
            <w:rPr>
              <w:rFonts w:ascii="Arial" w:hAnsi="Arial" w:cs="Arial"/>
              <w:kern w:val="0"/>
              <w:sz w:val="18"/>
              <w:szCs w:val="18"/>
            </w:rPr>
            <w:t>.………………………………………………………………………..……………………………………………</w:t>
          </w:r>
        </w:sdtContent>
      </w:sdt>
    </w:p>
    <w:p w14:paraId="2A4BFF53" w14:textId="6E7E4CAB" w:rsidR="00B00E97" w:rsidRPr="00B00E97" w:rsidRDefault="007908AD" w:rsidP="00B00E97">
      <w:pPr>
        <w:pStyle w:val="Corpotesto"/>
        <w:jc w:val="both"/>
        <w:rPr>
          <w:rFonts w:ascii="Arial" w:hAnsi="Arial" w:cs="Arial"/>
          <w:i/>
          <w:sz w:val="18"/>
          <w:szCs w:val="18"/>
        </w:rPr>
      </w:pPr>
      <w:sdt>
        <w:sdtPr>
          <w:rPr>
            <w:rFonts w:ascii="Arial" w:hAnsi="Arial" w:cs="Arial"/>
            <w:b/>
            <w:sz w:val="18"/>
            <w:szCs w:val="18"/>
          </w:rPr>
          <w:id w:val="889303541"/>
          <w14:checkbox>
            <w14:checked w14:val="0"/>
            <w14:checkedState w14:val="2612" w14:font="MS Gothic"/>
            <w14:uncheckedState w14:val="2610" w14:font="MS Gothic"/>
          </w14:checkbox>
        </w:sdtPr>
        <w:sdtEndPr/>
        <w:sdtContent>
          <w:r w:rsidR="00576927">
            <w:rPr>
              <w:rFonts w:ascii="MS Gothic" w:eastAsia="MS Gothic" w:hAnsi="MS Gothic" w:cs="Arial" w:hint="eastAsia"/>
              <w:b/>
              <w:sz w:val="18"/>
              <w:szCs w:val="18"/>
            </w:rPr>
            <w:t>☐</w:t>
          </w:r>
        </w:sdtContent>
      </w:sdt>
      <w:r w:rsidR="00B00E97" w:rsidRPr="00B00E97">
        <w:rPr>
          <w:rFonts w:ascii="Arial" w:hAnsi="Arial" w:cs="Arial"/>
          <w:b/>
          <w:sz w:val="18"/>
          <w:szCs w:val="18"/>
        </w:rPr>
        <w:t xml:space="preserve"> </w:t>
      </w:r>
      <w:r w:rsidR="00B00E97" w:rsidRPr="00B00E97">
        <w:rPr>
          <w:rFonts w:ascii="Arial" w:hAnsi="Arial" w:cs="Arial"/>
          <w:i/>
          <w:sz w:val="18"/>
          <w:szCs w:val="18"/>
        </w:rPr>
        <w:t>tutti gli altri comportamenti di cui all’articolo 98 del Codice, commessi  nei  tre  anni  antecedenti  la data  di pubblicazione del bando di gara:</w:t>
      </w:r>
    </w:p>
    <w:p w14:paraId="408EE187" w14:textId="77777777" w:rsidR="00B00E97" w:rsidRPr="00B00E97" w:rsidRDefault="00B00E97" w:rsidP="00B00E97">
      <w:pPr>
        <w:pStyle w:val="Corpotesto"/>
        <w:jc w:val="both"/>
        <w:rPr>
          <w:rFonts w:ascii="Arial" w:hAnsi="Arial" w:cs="Arial"/>
          <w:i/>
          <w:sz w:val="18"/>
          <w:szCs w:val="18"/>
        </w:rPr>
      </w:pPr>
      <w:r w:rsidRPr="00B00E97">
        <w:rPr>
          <w:rFonts w:ascii="Arial" w:hAnsi="Arial" w:cs="Arial"/>
          <w:i/>
          <w:sz w:val="18"/>
          <w:szCs w:val="18"/>
        </w:rPr>
        <w:t>.</w:t>
      </w:r>
      <w:sdt>
        <w:sdtPr>
          <w:rPr>
            <w:rFonts w:ascii="Arial" w:hAnsi="Arial" w:cs="Arial"/>
            <w:kern w:val="0"/>
            <w:sz w:val="18"/>
            <w:szCs w:val="18"/>
          </w:rPr>
          <w:id w:val="724485156"/>
          <w:placeholder>
            <w:docPart w:val="E4454F6B8CDE4665954E7AE0D5CD6BB3"/>
          </w:placeholder>
        </w:sdtPr>
        <w:sdtEndPr/>
        <w:sdtContent>
          <w:r w:rsidRPr="00B00E97">
            <w:rPr>
              <w:rFonts w:ascii="Arial" w:hAnsi="Arial" w:cs="Arial"/>
              <w:kern w:val="0"/>
              <w:sz w:val="18"/>
              <w:szCs w:val="18"/>
            </w:rPr>
            <w:t>.………………………………………………………………………..……………………………………………</w:t>
          </w:r>
        </w:sdtContent>
      </w:sdt>
    </w:p>
    <w:p w14:paraId="578CE057" w14:textId="77777777" w:rsidR="00115406" w:rsidRDefault="00115406" w:rsidP="00B00E97">
      <w:pPr>
        <w:pStyle w:val="Corpotesto"/>
        <w:jc w:val="both"/>
        <w:rPr>
          <w:rFonts w:ascii="Arial" w:hAnsi="Arial" w:cs="Arial"/>
          <w:b/>
          <w:i/>
          <w:sz w:val="18"/>
          <w:szCs w:val="18"/>
        </w:rPr>
      </w:pPr>
    </w:p>
    <w:p w14:paraId="446ED1BB" w14:textId="77777777" w:rsidR="00B00E97" w:rsidRPr="00B00E97" w:rsidRDefault="00B00E97" w:rsidP="00B00E97">
      <w:pPr>
        <w:pStyle w:val="Corpotesto"/>
        <w:jc w:val="both"/>
        <w:rPr>
          <w:rFonts w:ascii="Arial" w:hAnsi="Arial" w:cs="Arial"/>
          <w:i/>
          <w:sz w:val="18"/>
          <w:szCs w:val="18"/>
        </w:rPr>
      </w:pPr>
      <w:r w:rsidRPr="00B00E97">
        <w:rPr>
          <w:rFonts w:ascii="Arial" w:hAnsi="Arial" w:cs="Arial"/>
          <w:b/>
          <w:i/>
          <w:sz w:val="18"/>
          <w:szCs w:val="18"/>
        </w:rPr>
        <w:t>N.B.</w:t>
      </w:r>
      <w:r w:rsidRPr="00B00E97">
        <w:rPr>
          <w:rFonts w:ascii="Arial" w:hAnsi="Arial" w:cs="Arial"/>
          <w:i/>
          <w:sz w:val="18"/>
          <w:szCs w:val="18"/>
        </w:rPr>
        <w:t xml:space="preserve"> 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6A70DD08" w14:textId="77777777" w:rsidR="00B00E97" w:rsidRPr="00E06DAB" w:rsidRDefault="00B00E97" w:rsidP="00B00E97">
      <w:pPr>
        <w:pStyle w:val="Corpotesto"/>
        <w:jc w:val="both"/>
        <w:rPr>
          <w:rFonts w:ascii="Arial" w:hAnsi="Arial" w:cs="Arial"/>
          <w:i/>
          <w:sz w:val="18"/>
          <w:szCs w:val="18"/>
        </w:rPr>
      </w:pPr>
      <w:r w:rsidRPr="00E06DAB">
        <w:rPr>
          <w:rFonts w:ascii="Arial" w:hAnsi="Arial" w:cs="Arial"/>
          <w:b/>
          <w:i/>
          <w:sz w:val="18"/>
          <w:szCs w:val="18"/>
        </w:rPr>
        <w:lastRenderedPageBreak/>
        <w:t>N.B.</w:t>
      </w:r>
      <w:r w:rsidRPr="00B00E97">
        <w:rPr>
          <w:rFonts w:ascii="Arial" w:hAnsi="Arial" w:cs="Arial"/>
          <w:i/>
          <w:sz w:val="18"/>
          <w:szCs w:val="18"/>
        </w:rPr>
        <w:t xml:space="preserve"> Le cause di esclusione di cui agli articoli 95, comma 1, lettere b), c) e d) e 98, comma 3, lettera b) del Codice rilevano per la sola gara cui la condotta di riferisce.  Pertanto, tali circostanze non devono essere dichiarate in occasione della partecipazione a gare successive e i relativi provv</w:t>
      </w:r>
      <w:r w:rsidRPr="00E06DAB">
        <w:rPr>
          <w:rFonts w:ascii="Arial" w:hAnsi="Arial" w:cs="Arial"/>
          <w:i/>
          <w:sz w:val="18"/>
          <w:szCs w:val="18"/>
        </w:rPr>
        <w:t xml:space="preserve">edimenti non sono </w:t>
      </w:r>
      <w:r w:rsidRPr="00B00E97">
        <w:rPr>
          <w:rFonts w:ascii="Arial" w:hAnsi="Arial" w:cs="Arial"/>
          <w:i/>
          <w:sz w:val="18"/>
          <w:szCs w:val="18"/>
        </w:rPr>
        <w:t>inseriti nel FVOE.</w:t>
      </w:r>
    </w:p>
    <w:p w14:paraId="06DC5D8B" w14:textId="77777777" w:rsidR="00B00E97" w:rsidRPr="009469A6" w:rsidRDefault="00B00E97" w:rsidP="00B00E97">
      <w:pPr>
        <w:pStyle w:val="Corpotesto"/>
        <w:jc w:val="both"/>
        <w:rPr>
          <w:rFonts w:ascii="Arial" w:hAnsi="Arial" w:cs="Arial"/>
          <w:i/>
        </w:rPr>
      </w:pPr>
    </w:p>
    <w:p w14:paraId="4FF9FEFB" w14:textId="77777777" w:rsidR="00E06DAB" w:rsidRDefault="00E06DAB" w:rsidP="00B00E97">
      <w:pPr>
        <w:pStyle w:val="Corpotesto"/>
        <w:jc w:val="both"/>
        <w:rPr>
          <w:rFonts w:ascii="Arial" w:hAnsi="Arial" w:cs="Arial"/>
          <w:sz w:val="16"/>
          <w:szCs w:val="16"/>
        </w:rPr>
      </w:pPr>
    </w:p>
    <w:p w14:paraId="4EFD449C" w14:textId="57DBE29F" w:rsidR="00B00E97" w:rsidRPr="00E06DAB" w:rsidRDefault="00B00E97" w:rsidP="00B00E97">
      <w:pPr>
        <w:pStyle w:val="Corpotesto"/>
        <w:jc w:val="both"/>
        <w:rPr>
          <w:rFonts w:ascii="Arial" w:hAnsi="Arial" w:cs="Arial"/>
          <w:sz w:val="16"/>
          <w:szCs w:val="16"/>
        </w:rPr>
      </w:pPr>
      <w:r w:rsidRPr="00E06DAB">
        <w:rPr>
          <w:rFonts w:ascii="Arial" w:hAnsi="Arial" w:cs="Arial"/>
          <w:sz w:val="16"/>
          <w:szCs w:val="16"/>
        </w:rPr>
        <w:t xml:space="preserve">La </w:t>
      </w:r>
      <w:r w:rsidR="00652F1F" w:rsidRPr="00E06DAB">
        <w:rPr>
          <w:rFonts w:ascii="Arial" w:hAnsi="Arial" w:cs="Arial"/>
          <w:sz w:val="16"/>
          <w:szCs w:val="16"/>
        </w:rPr>
        <w:t>dichiarazione di interesse</w:t>
      </w:r>
      <w:r w:rsidRPr="00E06DAB">
        <w:rPr>
          <w:rFonts w:ascii="Arial" w:hAnsi="Arial" w:cs="Arial"/>
          <w:sz w:val="16"/>
          <w:szCs w:val="16"/>
        </w:rPr>
        <w:t>, con le relative dichiarazioni, è sottoscritta ai sensi del D.lgs. n. 82/2005:</w:t>
      </w:r>
    </w:p>
    <w:p w14:paraId="653DE777" w14:textId="77777777" w:rsidR="00B00E97" w:rsidRPr="00E06DAB" w:rsidRDefault="00B00E97" w:rsidP="00B00E97">
      <w:pPr>
        <w:pStyle w:val="Corpotesto"/>
        <w:jc w:val="both"/>
        <w:rPr>
          <w:rFonts w:ascii="Arial" w:hAnsi="Arial" w:cs="Arial"/>
          <w:sz w:val="16"/>
          <w:szCs w:val="16"/>
        </w:rPr>
      </w:pPr>
    </w:p>
    <w:p w14:paraId="12E5B56C" w14:textId="77777777" w:rsidR="00B00E97" w:rsidRPr="00E06DAB" w:rsidRDefault="00B00E97" w:rsidP="00B00E97">
      <w:pPr>
        <w:pStyle w:val="Corpotesto"/>
        <w:numPr>
          <w:ilvl w:val="0"/>
          <w:numId w:val="18"/>
        </w:numPr>
        <w:jc w:val="both"/>
        <w:rPr>
          <w:rFonts w:ascii="Arial" w:hAnsi="Arial" w:cs="Arial"/>
          <w:sz w:val="16"/>
          <w:szCs w:val="16"/>
        </w:rPr>
      </w:pPr>
      <w:r w:rsidRPr="00E06DAB">
        <w:rPr>
          <w:rFonts w:ascii="Arial" w:hAnsi="Arial" w:cs="Arial"/>
          <w:sz w:val="16"/>
          <w:szCs w:val="16"/>
        </w:rPr>
        <w:t>dal concorrente che partecipa in forma singola;</w:t>
      </w:r>
    </w:p>
    <w:p w14:paraId="116DA703" w14:textId="77777777" w:rsidR="00B00E97" w:rsidRPr="00E06DAB" w:rsidRDefault="00B00E97" w:rsidP="00B00E97">
      <w:pPr>
        <w:pStyle w:val="Corpotesto"/>
        <w:numPr>
          <w:ilvl w:val="0"/>
          <w:numId w:val="18"/>
        </w:numPr>
        <w:jc w:val="both"/>
        <w:rPr>
          <w:rFonts w:ascii="Arial" w:hAnsi="Arial" w:cs="Arial"/>
          <w:sz w:val="16"/>
          <w:szCs w:val="16"/>
        </w:rPr>
      </w:pPr>
      <w:r w:rsidRPr="00E06DAB">
        <w:rPr>
          <w:rFonts w:ascii="Arial" w:hAnsi="Arial" w:cs="Arial"/>
          <w:sz w:val="16"/>
          <w:szCs w:val="16"/>
        </w:rPr>
        <w:t>nel caso di raggruppamento temporaneo o consorzio ordinario o GEIE, da tutti i soggetti che costituiscono/costituiranno il raggruppamento o il consorzio o il gruppo;</w:t>
      </w:r>
    </w:p>
    <w:p w14:paraId="36ACC919" w14:textId="77777777" w:rsidR="00B00E97" w:rsidRPr="00E06DAB" w:rsidRDefault="00B00E97" w:rsidP="00B00E97">
      <w:pPr>
        <w:pStyle w:val="Corpotesto"/>
        <w:numPr>
          <w:ilvl w:val="0"/>
          <w:numId w:val="18"/>
        </w:numPr>
        <w:jc w:val="both"/>
        <w:rPr>
          <w:rFonts w:ascii="Arial" w:hAnsi="Arial" w:cs="Arial"/>
          <w:sz w:val="16"/>
          <w:szCs w:val="16"/>
        </w:rPr>
      </w:pPr>
      <w:r w:rsidRPr="00E06DAB">
        <w:rPr>
          <w:rFonts w:ascii="Arial" w:hAnsi="Arial" w:cs="Arial"/>
          <w:sz w:val="16"/>
          <w:szCs w:val="16"/>
        </w:rPr>
        <w:t>nel caso di aggregazioni di retisti:</w:t>
      </w:r>
    </w:p>
    <w:p w14:paraId="1DABA7F7" w14:textId="77777777" w:rsidR="00B00E97" w:rsidRPr="00E06DAB" w:rsidRDefault="00B00E97" w:rsidP="00B00E97">
      <w:pPr>
        <w:pStyle w:val="Corpotesto"/>
        <w:numPr>
          <w:ilvl w:val="0"/>
          <w:numId w:val="19"/>
        </w:numPr>
        <w:jc w:val="both"/>
        <w:rPr>
          <w:rFonts w:ascii="Arial" w:hAnsi="Arial" w:cs="Arial"/>
          <w:sz w:val="16"/>
          <w:szCs w:val="16"/>
        </w:rPr>
      </w:pPr>
      <w:r w:rsidRPr="00E06DAB">
        <w:rPr>
          <w:rFonts w:ascii="Arial" w:hAnsi="Arial" w:cs="Arial"/>
          <w:sz w:val="16"/>
          <w:szCs w:val="16"/>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5D576713" w14:textId="77777777" w:rsidR="00B00E97" w:rsidRPr="00E06DAB" w:rsidRDefault="00B00E97" w:rsidP="00B00E97">
      <w:pPr>
        <w:pStyle w:val="Corpotesto"/>
        <w:numPr>
          <w:ilvl w:val="0"/>
          <w:numId w:val="19"/>
        </w:numPr>
        <w:jc w:val="both"/>
        <w:rPr>
          <w:rFonts w:ascii="Arial" w:hAnsi="Arial" w:cs="Arial"/>
          <w:sz w:val="16"/>
          <w:szCs w:val="16"/>
        </w:rPr>
      </w:pPr>
      <w:r w:rsidRPr="00E06DAB">
        <w:rPr>
          <w:rFonts w:ascii="Arial" w:hAnsi="Arial" w:cs="Arial"/>
          <w:sz w:val="16"/>
          <w:szCs w:val="16"/>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7D1A3484" w14:textId="77777777" w:rsidR="00B00E97" w:rsidRPr="00E06DAB" w:rsidRDefault="00B00E97" w:rsidP="00B00E97">
      <w:pPr>
        <w:pStyle w:val="Corpotesto"/>
        <w:numPr>
          <w:ilvl w:val="0"/>
          <w:numId w:val="19"/>
        </w:numPr>
        <w:jc w:val="both"/>
        <w:rPr>
          <w:rFonts w:ascii="Arial" w:hAnsi="Arial" w:cs="Arial"/>
          <w:sz w:val="16"/>
          <w:szCs w:val="16"/>
        </w:rPr>
      </w:pPr>
      <w:r w:rsidRPr="00E06DAB">
        <w:rPr>
          <w:rFonts w:ascii="Arial" w:hAnsi="Arial" w:cs="Arial"/>
          <w:sz w:val="16"/>
          <w:szCs w:val="16"/>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15DAC61" w14:textId="77777777" w:rsidR="00B00E97" w:rsidRPr="00E06DAB" w:rsidRDefault="00B00E97" w:rsidP="00B00E97">
      <w:pPr>
        <w:pStyle w:val="Corpotesto"/>
        <w:numPr>
          <w:ilvl w:val="0"/>
          <w:numId w:val="18"/>
        </w:numPr>
        <w:jc w:val="both"/>
        <w:rPr>
          <w:rFonts w:ascii="Arial" w:hAnsi="Arial" w:cs="Arial"/>
          <w:sz w:val="16"/>
          <w:szCs w:val="16"/>
        </w:rPr>
      </w:pPr>
      <w:r w:rsidRPr="00E06DAB">
        <w:rPr>
          <w:rFonts w:ascii="Arial" w:hAnsi="Arial" w:cs="Arial"/>
          <w:sz w:val="16"/>
          <w:szCs w:val="16"/>
        </w:rPr>
        <w:t>nel caso di consorzio di cooperative e imprese artigiane o di consorzio stabile di cui all’articolo 65, comma 2, lett. b) e c) del Codice, la domanda è sottoscritta digitalmente dal consorzio medesimo.</w:t>
      </w:r>
    </w:p>
    <w:p w14:paraId="31AAEBF7" w14:textId="77777777" w:rsidR="00B00E97" w:rsidRPr="00E06DAB" w:rsidRDefault="00B00E97" w:rsidP="00B00E97">
      <w:pPr>
        <w:pStyle w:val="Corpotesto"/>
        <w:ind w:left="720"/>
        <w:jc w:val="both"/>
        <w:rPr>
          <w:rFonts w:ascii="Arial" w:hAnsi="Arial" w:cs="Arial"/>
          <w:sz w:val="16"/>
          <w:szCs w:val="16"/>
        </w:rPr>
      </w:pPr>
    </w:p>
    <w:p w14:paraId="052B3DC6" w14:textId="2B7B8F2E" w:rsidR="00B00E97" w:rsidRPr="00E06DAB" w:rsidRDefault="00B00E97" w:rsidP="00B00E97">
      <w:pPr>
        <w:pStyle w:val="Corpotesto"/>
        <w:jc w:val="both"/>
        <w:rPr>
          <w:rFonts w:ascii="Arial" w:hAnsi="Arial" w:cs="Arial"/>
          <w:sz w:val="16"/>
          <w:szCs w:val="16"/>
        </w:rPr>
      </w:pPr>
      <w:r w:rsidRPr="00E06DAB">
        <w:rPr>
          <w:rFonts w:ascii="Arial" w:hAnsi="Arial" w:cs="Arial"/>
          <w:sz w:val="16"/>
          <w:szCs w:val="16"/>
        </w:rPr>
        <w:t xml:space="preserve">La </w:t>
      </w:r>
      <w:r w:rsidR="00E06DAB" w:rsidRPr="00E06DAB">
        <w:rPr>
          <w:rFonts w:ascii="Arial" w:hAnsi="Arial" w:cs="Arial"/>
          <w:sz w:val="16"/>
          <w:szCs w:val="16"/>
        </w:rPr>
        <w:t>dichiarazione</w:t>
      </w:r>
      <w:r w:rsidRPr="00E06DAB">
        <w:rPr>
          <w:rFonts w:ascii="Arial" w:hAnsi="Arial" w:cs="Arial"/>
          <w:sz w:val="16"/>
          <w:szCs w:val="16"/>
        </w:rPr>
        <w:t xml:space="preserve"> </w:t>
      </w:r>
      <w:r w:rsidR="00E06DAB" w:rsidRPr="00E06DAB">
        <w:rPr>
          <w:rFonts w:ascii="Arial" w:hAnsi="Arial" w:cs="Arial"/>
          <w:sz w:val="16"/>
          <w:szCs w:val="16"/>
        </w:rPr>
        <w:t xml:space="preserve">di interesse </w:t>
      </w:r>
      <w:r w:rsidRPr="00E06DAB">
        <w:rPr>
          <w:rFonts w:ascii="Arial" w:hAnsi="Arial" w:cs="Arial"/>
          <w:sz w:val="16"/>
          <w:szCs w:val="16"/>
        </w:rPr>
        <w:t xml:space="preserve">e le relative dichiarazioni sono firmate dal legale rappresentante del concorrente o da un suo procuratore munito della relativa procura. </w:t>
      </w:r>
    </w:p>
    <w:p w14:paraId="66ED7CA4" w14:textId="2F17193C" w:rsidR="00B00E97" w:rsidRPr="00E06DAB" w:rsidRDefault="00B00E97" w:rsidP="00B00E97">
      <w:pPr>
        <w:pStyle w:val="Corpotesto"/>
        <w:jc w:val="both"/>
        <w:rPr>
          <w:rFonts w:ascii="Arial" w:hAnsi="Arial" w:cs="Arial"/>
          <w:sz w:val="16"/>
          <w:szCs w:val="16"/>
        </w:rPr>
      </w:pPr>
      <w:r w:rsidRPr="00E06DAB">
        <w:rPr>
          <w:rFonts w:ascii="Arial" w:hAnsi="Arial" w:cs="Arial"/>
          <w:sz w:val="16"/>
          <w:szCs w:val="16"/>
        </w:rPr>
        <w:t xml:space="preserve">In tal caso, il concorrente allega alla </w:t>
      </w:r>
      <w:r w:rsidR="00E06DAB" w:rsidRPr="00E06DAB">
        <w:rPr>
          <w:rFonts w:ascii="Arial" w:hAnsi="Arial" w:cs="Arial"/>
          <w:sz w:val="16"/>
          <w:szCs w:val="16"/>
        </w:rPr>
        <w:t>dichiarazione di interesse</w:t>
      </w:r>
      <w:r w:rsidRPr="00E06DAB">
        <w:rPr>
          <w:rFonts w:ascii="Arial" w:hAnsi="Arial" w:cs="Arial"/>
          <w:sz w:val="16"/>
          <w:szCs w:val="16"/>
        </w:rPr>
        <w:t xml:space="preserve"> copia conforme all’originale della procura. Non è necessario allegare la procura se dalla visura camerale del concorrente risulti l’indicazione espressa dei poteri rappresentativi conferiti al procuratore.</w:t>
      </w:r>
    </w:p>
    <w:p w14:paraId="3FD383C2" w14:textId="5DACF9DA" w:rsidR="00B00E97" w:rsidRPr="00E06DAB" w:rsidRDefault="00B00E97" w:rsidP="00B00E97">
      <w:pPr>
        <w:widowControl/>
        <w:suppressAutoHyphens w:val="0"/>
        <w:autoSpaceDN/>
        <w:jc w:val="both"/>
        <w:textAlignment w:val="auto"/>
        <w:rPr>
          <w:rFonts w:ascii="Arial" w:hAnsi="Arial" w:cs="Arial"/>
          <w:kern w:val="0"/>
          <w:sz w:val="16"/>
          <w:szCs w:val="16"/>
        </w:rPr>
      </w:pPr>
      <w:r w:rsidRPr="00E06DAB">
        <w:rPr>
          <w:rFonts w:ascii="Arial" w:hAnsi="Arial" w:cs="Arial"/>
          <w:b/>
          <w:kern w:val="0"/>
          <w:sz w:val="16"/>
          <w:szCs w:val="16"/>
        </w:rPr>
        <w:t xml:space="preserve">Al fine </w:t>
      </w:r>
      <w:r w:rsidR="00E06DAB" w:rsidRPr="00E06DAB">
        <w:rPr>
          <w:rFonts w:ascii="Arial" w:hAnsi="Arial" w:cs="Arial"/>
          <w:b/>
          <w:kern w:val="0"/>
          <w:sz w:val="16"/>
          <w:szCs w:val="16"/>
        </w:rPr>
        <w:t>di</w:t>
      </w:r>
      <w:r w:rsidRPr="00E06DAB">
        <w:rPr>
          <w:rFonts w:ascii="Arial" w:hAnsi="Arial" w:cs="Arial"/>
          <w:b/>
          <w:kern w:val="0"/>
          <w:sz w:val="16"/>
          <w:szCs w:val="16"/>
        </w:rPr>
        <w:t xml:space="preserve"> evitare eventuali errori di trascrizione, si invita a rendere le dichiarazioni utilizzando materialmente il presente modello o una sua fotocopia</w:t>
      </w:r>
      <w:r w:rsidRPr="00E06DAB">
        <w:rPr>
          <w:rFonts w:ascii="Arial" w:hAnsi="Arial" w:cs="Arial"/>
          <w:kern w:val="0"/>
          <w:sz w:val="16"/>
          <w:szCs w:val="16"/>
        </w:rPr>
        <w:t>.</w:t>
      </w:r>
    </w:p>
    <w:p w14:paraId="30727DB2" w14:textId="77777777" w:rsidR="00B00E97" w:rsidRPr="00E06DAB" w:rsidRDefault="00B00E97" w:rsidP="00B00E97">
      <w:pPr>
        <w:pStyle w:val="Corpotesto"/>
        <w:jc w:val="both"/>
        <w:rPr>
          <w:rFonts w:ascii="Arial" w:hAnsi="Arial" w:cs="Arial"/>
          <w:i/>
          <w:sz w:val="16"/>
          <w:szCs w:val="16"/>
        </w:rPr>
      </w:pPr>
    </w:p>
    <w:p w14:paraId="5B247F4D" w14:textId="44B629DA" w:rsidR="006829C2" w:rsidRPr="006829C2" w:rsidRDefault="006829C2" w:rsidP="00AE7391">
      <w:pPr>
        <w:pStyle w:val="Standard"/>
        <w:spacing w:line="360" w:lineRule="auto"/>
        <w:ind w:left="426"/>
        <w:jc w:val="both"/>
        <w:rPr>
          <w:rFonts w:asciiTheme="minorHAnsi" w:hAnsiTheme="minorHAnsi" w:cs="Open Sans"/>
        </w:rPr>
      </w:pPr>
    </w:p>
    <w:p w14:paraId="1DAAD915" w14:textId="77777777" w:rsidR="006829C2" w:rsidRDefault="006829C2" w:rsidP="00216179">
      <w:pPr>
        <w:pStyle w:val="Standard"/>
        <w:spacing w:line="360" w:lineRule="auto"/>
        <w:jc w:val="both"/>
        <w:rPr>
          <w:rFonts w:asciiTheme="minorHAnsi" w:hAnsiTheme="minorHAnsi" w:cs="Open Sans"/>
          <w:b/>
          <w:i/>
        </w:rPr>
      </w:pPr>
    </w:p>
    <w:p w14:paraId="3E56BAD8" w14:textId="77777777" w:rsidR="00251E2E" w:rsidRDefault="00251E2E" w:rsidP="00216179">
      <w:pPr>
        <w:pStyle w:val="Standard"/>
        <w:spacing w:line="360" w:lineRule="auto"/>
        <w:jc w:val="both"/>
        <w:rPr>
          <w:rFonts w:asciiTheme="minorHAnsi" w:hAnsiTheme="minorHAnsi" w:cs="Open Sans"/>
          <w:b/>
          <w:i/>
        </w:rPr>
      </w:pPr>
    </w:p>
    <w:p w14:paraId="535B4502" w14:textId="77777777" w:rsidR="009E513B" w:rsidRPr="009E513B" w:rsidRDefault="009E513B" w:rsidP="009E513B">
      <w:pPr>
        <w:widowControl/>
        <w:suppressAutoHyphens w:val="0"/>
        <w:autoSpaceDN/>
        <w:ind w:left="284"/>
        <w:jc w:val="both"/>
        <w:textAlignment w:val="auto"/>
        <w:rPr>
          <w:rFonts w:ascii="Arial" w:hAnsi="Arial" w:cs="Arial"/>
          <w:b/>
          <w:kern w:val="0"/>
        </w:rPr>
      </w:pPr>
    </w:p>
    <w:p w14:paraId="07B5CE1E" w14:textId="77777777" w:rsidR="009E513B" w:rsidRPr="006829C2" w:rsidRDefault="009E513B" w:rsidP="009E513B">
      <w:pPr>
        <w:pStyle w:val="Corpotesto"/>
        <w:jc w:val="both"/>
        <w:rPr>
          <w:rFonts w:asciiTheme="minorHAnsi" w:hAnsiTheme="minorHAnsi" w:cs="Open Sans"/>
          <w:i/>
          <w:sz w:val="16"/>
          <w:szCs w:val="16"/>
        </w:rPr>
      </w:pPr>
    </w:p>
    <w:sectPr w:rsidR="009E513B" w:rsidRPr="006829C2">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B73D56" w:rsidRDefault="00B73D56">
      <w:r>
        <w:separator/>
      </w:r>
    </w:p>
  </w:endnote>
  <w:endnote w:type="continuationSeparator" w:id="0">
    <w:p w14:paraId="4D6D7E54" w14:textId="77777777" w:rsidR="00B73D56" w:rsidRDefault="00B73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B73D56" w:rsidRDefault="00B73D56">
      <w:r>
        <w:rPr>
          <w:color w:val="000000"/>
        </w:rPr>
        <w:separator/>
      </w:r>
    </w:p>
  </w:footnote>
  <w:footnote w:type="continuationSeparator" w:id="0">
    <w:p w14:paraId="34762910" w14:textId="77777777" w:rsidR="00B73D56" w:rsidRDefault="00B73D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49D6361"/>
    <w:multiLevelType w:val="hybridMultilevel"/>
    <w:tmpl w:val="C094A67C"/>
    <w:lvl w:ilvl="0" w:tplc="522011F4">
      <w:start w:val="1"/>
      <w:numFmt w:val="lowerLetter"/>
      <w:lvlText w:val="%1)"/>
      <w:lvlJc w:val="left"/>
      <w:pPr>
        <w:ind w:left="786" w:hanging="360"/>
      </w:pPr>
      <w:rPr>
        <w:rFonts w:ascii="Arial" w:eastAsia="MS Gothic" w:hAnsi="Arial" w:cs="Arial" w:hint="default"/>
        <w:b/>
        <w:color w:val="000000"/>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6" w15:restartNumberingAfterBreak="0">
    <w:nsid w:val="2F3132B5"/>
    <w:multiLevelType w:val="hybridMultilevel"/>
    <w:tmpl w:val="D7880F10"/>
    <w:lvl w:ilvl="0" w:tplc="23D04740">
      <w:start w:val="1"/>
      <w:numFmt w:val="lowerLetter"/>
      <w:lvlText w:val="%1)"/>
      <w:lvlJc w:val="left"/>
      <w:pPr>
        <w:ind w:left="720" w:hanging="360"/>
      </w:pPr>
      <w:rPr>
        <w:rFonts w:ascii="MS Gothic" w:eastAsia="MS Gothic" w:hAnsi="MS Gothic"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CC4303"/>
    <w:multiLevelType w:val="hybridMultilevel"/>
    <w:tmpl w:val="2BD84EC0"/>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num w:numId="1">
    <w:abstractNumId w:val="13"/>
  </w:num>
  <w:num w:numId="2">
    <w:abstractNumId w:val="4"/>
  </w:num>
  <w:num w:numId="3">
    <w:abstractNumId w:val="16"/>
  </w:num>
  <w:num w:numId="4">
    <w:abstractNumId w:val="14"/>
  </w:num>
  <w:num w:numId="5">
    <w:abstractNumId w:val="15"/>
  </w:num>
  <w:num w:numId="6">
    <w:abstractNumId w:val="4"/>
    <w:lvlOverride w:ilvl="0">
      <w:startOverride w:val="1"/>
    </w:lvlOverride>
  </w:num>
  <w:num w:numId="7">
    <w:abstractNumId w:val="14"/>
    <w:lvlOverride w:ilvl="0">
      <w:startOverride w:val="1"/>
    </w:lvlOverride>
  </w:num>
  <w:num w:numId="8">
    <w:abstractNumId w:val="16"/>
  </w:num>
  <w:num w:numId="9">
    <w:abstractNumId w:val="13"/>
  </w:num>
  <w:num w:numId="10">
    <w:abstractNumId w:val="2"/>
  </w:num>
  <w:num w:numId="11">
    <w:abstractNumId w:val="7"/>
  </w:num>
  <w:num w:numId="12">
    <w:abstractNumId w:val="5"/>
  </w:num>
  <w:num w:numId="13">
    <w:abstractNumId w:val="9"/>
  </w:num>
  <w:num w:numId="14">
    <w:abstractNumId w:val="8"/>
  </w:num>
  <w:num w:numId="15">
    <w:abstractNumId w:val="1"/>
  </w:num>
  <w:num w:numId="16">
    <w:abstractNumId w:val="11"/>
  </w:num>
  <w:num w:numId="17">
    <w:abstractNumId w:val="12"/>
  </w:num>
  <w:num w:numId="18">
    <w:abstractNumId w:val="0"/>
  </w:num>
  <w:num w:numId="19">
    <w:abstractNumId w:val="10"/>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AbR0C8E0GlSVoAW3Nz+guZCOpYq+tZEkCfbsrRHKiJl0/U5DtQnrVxDymuPZ50+jtUn1ewEH4rdX3nsoHtgBHw==" w:salt="ETH4B17xgJYAdwl2zg+c1A=="/>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60A"/>
    <w:rsid w:val="00006971"/>
    <w:rsid w:val="00021562"/>
    <w:rsid w:val="00025DE4"/>
    <w:rsid w:val="00030A33"/>
    <w:rsid w:val="000464C4"/>
    <w:rsid w:val="00061989"/>
    <w:rsid w:val="0007111E"/>
    <w:rsid w:val="0007731D"/>
    <w:rsid w:val="00087165"/>
    <w:rsid w:val="000C1271"/>
    <w:rsid w:val="000E44B1"/>
    <w:rsid w:val="0010034A"/>
    <w:rsid w:val="00115406"/>
    <w:rsid w:val="00143F98"/>
    <w:rsid w:val="00146E1F"/>
    <w:rsid w:val="0017480C"/>
    <w:rsid w:val="001869CB"/>
    <w:rsid w:val="0019353E"/>
    <w:rsid w:val="00195181"/>
    <w:rsid w:val="001C22A4"/>
    <w:rsid w:val="001C5E59"/>
    <w:rsid w:val="00216179"/>
    <w:rsid w:val="00240BE2"/>
    <w:rsid w:val="00251E2E"/>
    <w:rsid w:val="002563F1"/>
    <w:rsid w:val="002672FC"/>
    <w:rsid w:val="00282158"/>
    <w:rsid w:val="002959BD"/>
    <w:rsid w:val="002B198E"/>
    <w:rsid w:val="00314451"/>
    <w:rsid w:val="00314946"/>
    <w:rsid w:val="003306A6"/>
    <w:rsid w:val="00336AAB"/>
    <w:rsid w:val="00350B7B"/>
    <w:rsid w:val="00357A10"/>
    <w:rsid w:val="00363222"/>
    <w:rsid w:val="003730AD"/>
    <w:rsid w:val="0037574A"/>
    <w:rsid w:val="003830B9"/>
    <w:rsid w:val="00384A8B"/>
    <w:rsid w:val="003850B3"/>
    <w:rsid w:val="00386203"/>
    <w:rsid w:val="003B384B"/>
    <w:rsid w:val="003F3529"/>
    <w:rsid w:val="00400E6C"/>
    <w:rsid w:val="00401A09"/>
    <w:rsid w:val="00404670"/>
    <w:rsid w:val="00425E57"/>
    <w:rsid w:val="004428A6"/>
    <w:rsid w:val="00442A8A"/>
    <w:rsid w:val="00443BB1"/>
    <w:rsid w:val="00466AF0"/>
    <w:rsid w:val="00473028"/>
    <w:rsid w:val="0048304B"/>
    <w:rsid w:val="0048363D"/>
    <w:rsid w:val="00493317"/>
    <w:rsid w:val="00494CA1"/>
    <w:rsid w:val="004A71C2"/>
    <w:rsid w:val="004C1F17"/>
    <w:rsid w:val="004C52EC"/>
    <w:rsid w:val="004C5DB3"/>
    <w:rsid w:val="004E2DDA"/>
    <w:rsid w:val="005026B1"/>
    <w:rsid w:val="00504FF2"/>
    <w:rsid w:val="00511045"/>
    <w:rsid w:val="00521006"/>
    <w:rsid w:val="00534A92"/>
    <w:rsid w:val="005466D4"/>
    <w:rsid w:val="00566AF3"/>
    <w:rsid w:val="00576927"/>
    <w:rsid w:val="00591E72"/>
    <w:rsid w:val="005D249E"/>
    <w:rsid w:val="00600E96"/>
    <w:rsid w:val="00637722"/>
    <w:rsid w:val="006440C0"/>
    <w:rsid w:val="00647717"/>
    <w:rsid w:val="00650E6B"/>
    <w:rsid w:val="00652F1F"/>
    <w:rsid w:val="00657B17"/>
    <w:rsid w:val="00662E74"/>
    <w:rsid w:val="006829C2"/>
    <w:rsid w:val="00683569"/>
    <w:rsid w:val="006C6443"/>
    <w:rsid w:val="006F4BF6"/>
    <w:rsid w:val="007004FD"/>
    <w:rsid w:val="007141C9"/>
    <w:rsid w:val="00714E1B"/>
    <w:rsid w:val="00720095"/>
    <w:rsid w:val="007455DD"/>
    <w:rsid w:val="00760AC9"/>
    <w:rsid w:val="00765C1B"/>
    <w:rsid w:val="00776119"/>
    <w:rsid w:val="007908AD"/>
    <w:rsid w:val="00790B23"/>
    <w:rsid w:val="007A0E6C"/>
    <w:rsid w:val="007B2AD9"/>
    <w:rsid w:val="007C15DE"/>
    <w:rsid w:val="007C3DA4"/>
    <w:rsid w:val="007F2610"/>
    <w:rsid w:val="00804A0B"/>
    <w:rsid w:val="00811595"/>
    <w:rsid w:val="0082242E"/>
    <w:rsid w:val="00836C84"/>
    <w:rsid w:val="00837EA8"/>
    <w:rsid w:val="00857D1D"/>
    <w:rsid w:val="00862D1A"/>
    <w:rsid w:val="00885A5A"/>
    <w:rsid w:val="008959A6"/>
    <w:rsid w:val="008967FC"/>
    <w:rsid w:val="008A533B"/>
    <w:rsid w:val="008C0DC6"/>
    <w:rsid w:val="008C53D1"/>
    <w:rsid w:val="008F19CE"/>
    <w:rsid w:val="008F2581"/>
    <w:rsid w:val="00916493"/>
    <w:rsid w:val="00924B58"/>
    <w:rsid w:val="0095583F"/>
    <w:rsid w:val="00991908"/>
    <w:rsid w:val="009B6F5B"/>
    <w:rsid w:val="009C14D3"/>
    <w:rsid w:val="009E513B"/>
    <w:rsid w:val="009F7863"/>
    <w:rsid w:val="00A32B60"/>
    <w:rsid w:val="00A355EE"/>
    <w:rsid w:val="00A363F3"/>
    <w:rsid w:val="00A43239"/>
    <w:rsid w:val="00A45A8E"/>
    <w:rsid w:val="00A81A09"/>
    <w:rsid w:val="00A93D67"/>
    <w:rsid w:val="00AA67C8"/>
    <w:rsid w:val="00AB4CA6"/>
    <w:rsid w:val="00AC415D"/>
    <w:rsid w:val="00AC65DF"/>
    <w:rsid w:val="00AD3680"/>
    <w:rsid w:val="00AD5433"/>
    <w:rsid w:val="00AD7003"/>
    <w:rsid w:val="00AE7391"/>
    <w:rsid w:val="00AE74B2"/>
    <w:rsid w:val="00B00E97"/>
    <w:rsid w:val="00B159D1"/>
    <w:rsid w:val="00B25863"/>
    <w:rsid w:val="00B32AB2"/>
    <w:rsid w:val="00B45D77"/>
    <w:rsid w:val="00B72559"/>
    <w:rsid w:val="00B73D56"/>
    <w:rsid w:val="00B80877"/>
    <w:rsid w:val="00BD79AB"/>
    <w:rsid w:val="00C50F0D"/>
    <w:rsid w:val="00C7346A"/>
    <w:rsid w:val="00C81431"/>
    <w:rsid w:val="00C8401E"/>
    <w:rsid w:val="00CA50E2"/>
    <w:rsid w:val="00CD520D"/>
    <w:rsid w:val="00CD72D9"/>
    <w:rsid w:val="00CF3433"/>
    <w:rsid w:val="00D34B6A"/>
    <w:rsid w:val="00D43C0A"/>
    <w:rsid w:val="00D50857"/>
    <w:rsid w:val="00D54C6A"/>
    <w:rsid w:val="00D63A8C"/>
    <w:rsid w:val="00D91869"/>
    <w:rsid w:val="00D920F0"/>
    <w:rsid w:val="00D924F2"/>
    <w:rsid w:val="00DA703A"/>
    <w:rsid w:val="00DB06E8"/>
    <w:rsid w:val="00DD0C0B"/>
    <w:rsid w:val="00DE4C10"/>
    <w:rsid w:val="00DE79B3"/>
    <w:rsid w:val="00E06DAB"/>
    <w:rsid w:val="00E13524"/>
    <w:rsid w:val="00E3166F"/>
    <w:rsid w:val="00E5738B"/>
    <w:rsid w:val="00E622FD"/>
    <w:rsid w:val="00E63071"/>
    <w:rsid w:val="00E7381E"/>
    <w:rsid w:val="00EA3DD7"/>
    <w:rsid w:val="00EB3EA7"/>
    <w:rsid w:val="00EC4B12"/>
    <w:rsid w:val="00ED07BD"/>
    <w:rsid w:val="00EF63E5"/>
    <w:rsid w:val="00F54030"/>
    <w:rsid w:val="00F93B05"/>
    <w:rsid w:val="00FA1CC5"/>
    <w:rsid w:val="00FC6B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customStyle="1" w:styleId="TitoloCarattere">
    <w:name w:val="Titolo Carattere"/>
    <w:basedOn w:val="Carpredefinitoparagrafo"/>
    <w:link w:val="Titolo"/>
    <w:uiPriority w:val="10"/>
    <w:qFormat/>
    <w:rsid w:val="0037574A"/>
    <w:rPr>
      <w:rFonts w:ascii="Arial" w:eastAsiaTheme="majorEastAsia" w:hAnsi="Arial" w:cstheme="majorBidi"/>
      <w:b/>
      <w:spacing w:val="-10"/>
      <w:kern w:val="2"/>
      <w:szCs w:val="56"/>
    </w:rPr>
  </w:style>
  <w:style w:type="paragraph" w:styleId="Titolo">
    <w:name w:val="Title"/>
    <w:basedOn w:val="Normale"/>
    <w:next w:val="Corpotesto"/>
    <w:link w:val="TitoloCarattere"/>
    <w:uiPriority w:val="10"/>
    <w:qFormat/>
    <w:rsid w:val="0037574A"/>
    <w:pPr>
      <w:widowControl/>
      <w:autoSpaceDN/>
      <w:contextualSpacing/>
      <w:jc w:val="both"/>
      <w:textAlignment w:val="auto"/>
    </w:pPr>
    <w:rPr>
      <w:rFonts w:ascii="Arial" w:eastAsiaTheme="majorEastAsia" w:hAnsi="Arial" w:cstheme="majorBidi"/>
      <w:b/>
      <w:spacing w:val="-10"/>
      <w:kern w:val="2"/>
      <w:szCs w:val="56"/>
    </w:rPr>
  </w:style>
  <w:style w:type="character" w:customStyle="1" w:styleId="TitoloCarattere1">
    <w:name w:val="Titolo Carattere1"/>
    <w:basedOn w:val="Carpredefinitoparagrafo"/>
    <w:uiPriority w:val="10"/>
    <w:rsid w:val="0037574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A60189ABBCE4A5A8F46BC71D83D19ED"/>
        <w:category>
          <w:name w:val="Generale"/>
          <w:gallery w:val="placeholder"/>
        </w:category>
        <w:types>
          <w:type w:val="bbPlcHdr"/>
        </w:types>
        <w:behaviors>
          <w:behavior w:val="content"/>
        </w:behaviors>
        <w:guid w:val="{A720CD28-9DE1-4F82-92F6-2203B3F63606}"/>
      </w:docPartPr>
      <w:docPartBody>
        <w:p w:rsidR="007714B6" w:rsidRDefault="00CA33E2" w:rsidP="00CA33E2">
          <w:pPr>
            <w:pStyle w:val="CA60189ABBCE4A5A8F46BC71D83D19ED"/>
          </w:pPr>
          <w:r w:rsidRPr="007176B6">
            <w:rPr>
              <w:rStyle w:val="Testosegnaposto"/>
            </w:rPr>
            <w:t>Fare clic qui per immettere testo.</w:t>
          </w:r>
        </w:p>
      </w:docPartBody>
    </w:docPart>
    <w:docPart>
      <w:docPartPr>
        <w:name w:val="363A8369C35244BFB4C25E0AE455A8EB"/>
        <w:category>
          <w:name w:val="Generale"/>
          <w:gallery w:val="placeholder"/>
        </w:category>
        <w:types>
          <w:type w:val="bbPlcHdr"/>
        </w:types>
        <w:behaviors>
          <w:behavior w:val="content"/>
        </w:behaviors>
        <w:guid w:val="{BD38387A-09D2-4008-9BED-BD65399920AB}"/>
      </w:docPartPr>
      <w:docPartBody>
        <w:p w:rsidR="00A40DD4" w:rsidRDefault="007714B6" w:rsidP="007714B6">
          <w:pPr>
            <w:pStyle w:val="363A8369C35244BFB4C25E0AE455A8EB"/>
          </w:pPr>
          <w:r w:rsidRPr="007176B6">
            <w:rPr>
              <w:rStyle w:val="Testosegnaposto"/>
            </w:rPr>
            <w:t>Fare clic qui per immettere testo.</w:t>
          </w:r>
        </w:p>
      </w:docPartBody>
    </w:docPart>
    <w:docPart>
      <w:docPartPr>
        <w:name w:val="C2BCF481F66D4DAF9CB6ECEE4B945A2E"/>
        <w:category>
          <w:name w:val="Generale"/>
          <w:gallery w:val="placeholder"/>
        </w:category>
        <w:types>
          <w:type w:val="bbPlcHdr"/>
        </w:types>
        <w:behaviors>
          <w:behavior w:val="content"/>
        </w:behaviors>
        <w:guid w:val="{5A79C4C6-0F76-4B9C-A154-F629ABC254C9}"/>
      </w:docPartPr>
      <w:docPartBody>
        <w:p w:rsidR="00A40DD4" w:rsidRDefault="007714B6" w:rsidP="007714B6">
          <w:pPr>
            <w:pStyle w:val="C2BCF481F66D4DAF9CB6ECEE4B945A2E"/>
          </w:pPr>
          <w:r w:rsidRPr="007176B6">
            <w:rPr>
              <w:rStyle w:val="Testosegnaposto"/>
            </w:rPr>
            <w:t>Fare clic qui per immettere testo.</w:t>
          </w:r>
        </w:p>
      </w:docPartBody>
    </w:docPart>
    <w:docPart>
      <w:docPartPr>
        <w:name w:val="7E971AE20B6B420FBCF1BCB222DF17D4"/>
        <w:category>
          <w:name w:val="Generale"/>
          <w:gallery w:val="placeholder"/>
        </w:category>
        <w:types>
          <w:type w:val="bbPlcHdr"/>
        </w:types>
        <w:behaviors>
          <w:behavior w:val="content"/>
        </w:behaviors>
        <w:guid w:val="{7D5F985C-2842-4067-9CB5-A744374E9E1A}"/>
      </w:docPartPr>
      <w:docPartBody>
        <w:p w:rsidR="00A40DD4" w:rsidRDefault="007714B6" w:rsidP="007714B6">
          <w:pPr>
            <w:pStyle w:val="7E971AE20B6B420FBCF1BCB222DF17D4"/>
          </w:pPr>
          <w:r w:rsidRPr="007176B6">
            <w:rPr>
              <w:rStyle w:val="Testosegnaposto"/>
            </w:rPr>
            <w:t>Fare clic qui per immettere testo.</w:t>
          </w:r>
        </w:p>
      </w:docPartBody>
    </w:docPart>
    <w:docPart>
      <w:docPartPr>
        <w:name w:val="DDBB94122BC3401B9228F3F1085F1AB7"/>
        <w:category>
          <w:name w:val="Generale"/>
          <w:gallery w:val="placeholder"/>
        </w:category>
        <w:types>
          <w:type w:val="bbPlcHdr"/>
        </w:types>
        <w:behaviors>
          <w:behavior w:val="content"/>
        </w:behaviors>
        <w:guid w:val="{4FD0656C-4058-4F0C-A5D4-4A9F3211F2A7}"/>
      </w:docPartPr>
      <w:docPartBody>
        <w:p w:rsidR="00A40DD4" w:rsidRDefault="007714B6" w:rsidP="007714B6">
          <w:pPr>
            <w:pStyle w:val="DDBB94122BC3401B9228F3F1085F1AB7"/>
          </w:pPr>
          <w:r w:rsidRPr="007176B6">
            <w:rPr>
              <w:rStyle w:val="Testosegnaposto"/>
            </w:rPr>
            <w:t>Fare clic qui per immettere testo.</w:t>
          </w:r>
        </w:p>
      </w:docPartBody>
    </w:docPart>
    <w:docPart>
      <w:docPartPr>
        <w:name w:val="E116AC71B7904065A03815A6803902E6"/>
        <w:category>
          <w:name w:val="Generale"/>
          <w:gallery w:val="placeholder"/>
        </w:category>
        <w:types>
          <w:type w:val="bbPlcHdr"/>
        </w:types>
        <w:behaviors>
          <w:behavior w:val="content"/>
        </w:behaviors>
        <w:guid w:val="{45050713-5829-4AE7-B0ED-C24F8F679496}"/>
      </w:docPartPr>
      <w:docPartBody>
        <w:p w:rsidR="00A40DD4" w:rsidRDefault="007714B6" w:rsidP="007714B6">
          <w:pPr>
            <w:pStyle w:val="E116AC71B7904065A03815A6803902E6"/>
          </w:pPr>
          <w:r w:rsidRPr="007176B6">
            <w:rPr>
              <w:rStyle w:val="Testosegnaposto"/>
            </w:rPr>
            <w:t>Fare clic qui per immettere testo.</w:t>
          </w:r>
        </w:p>
      </w:docPartBody>
    </w:docPart>
    <w:docPart>
      <w:docPartPr>
        <w:name w:val="6F3B11FA4A6246EAAA74AE8ACE14CEB7"/>
        <w:category>
          <w:name w:val="Generale"/>
          <w:gallery w:val="placeholder"/>
        </w:category>
        <w:types>
          <w:type w:val="bbPlcHdr"/>
        </w:types>
        <w:behaviors>
          <w:behavior w:val="content"/>
        </w:behaviors>
        <w:guid w:val="{4E9061E5-AE52-46C9-B48E-A68F43741A87}"/>
      </w:docPartPr>
      <w:docPartBody>
        <w:p w:rsidR="00A40DD4" w:rsidRDefault="007714B6" w:rsidP="007714B6">
          <w:pPr>
            <w:pStyle w:val="6F3B11FA4A6246EAAA74AE8ACE14CEB7"/>
          </w:pPr>
          <w:r w:rsidRPr="007176B6">
            <w:rPr>
              <w:rStyle w:val="Testosegnaposto"/>
            </w:rPr>
            <w:t>Fare clic qui per immettere testo.</w:t>
          </w:r>
        </w:p>
      </w:docPartBody>
    </w:docPart>
    <w:docPart>
      <w:docPartPr>
        <w:name w:val="E3129149E59C4D5092BF1E48C32933F3"/>
        <w:category>
          <w:name w:val="Generale"/>
          <w:gallery w:val="placeholder"/>
        </w:category>
        <w:types>
          <w:type w:val="bbPlcHdr"/>
        </w:types>
        <w:behaviors>
          <w:behavior w:val="content"/>
        </w:behaviors>
        <w:guid w:val="{8704D21A-EEEE-41CC-A6B4-8EECC63966FB}"/>
      </w:docPartPr>
      <w:docPartBody>
        <w:p w:rsidR="00A40DD4" w:rsidRDefault="007714B6" w:rsidP="007714B6">
          <w:pPr>
            <w:pStyle w:val="E3129149E59C4D5092BF1E48C32933F3"/>
          </w:pPr>
          <w:r w:rsidRPr="007176B6">
            <w:rPr>
              <w:rStyle w:val="Testosegnaposto"/>
            </w:rPr>
            <w:t>Fare clic qui per immettere testo.</w:t>
          </w:r>
        </w:p>
      </w:docPartBody>
    </w:docPart>
    <w:docPart>
      <w:docPartPr>
        <w:name w:val="D93D00CAAAFD4F269DC1712C82B99D6F"/>
        <w:category>
          <w:name w:val="Generale"/>
          <w:gallery w:val="placeholder"/>
        </w:category>
        <w:types>
          <w:type w:val="bbPlcHdr"/>
        </w:types>
        <w:behaviors>
          <w:behavior w:val="content"/>
        </w:behaviors>
        <w:guid w:val="{05B3DD4B-2296-4F20-8A2A-EC70DB5ACCFB}"/>
      </w:docPartPr>
      <w:docPartBody>
        <w:p w:rsidR="00A40DD4" w:rsidRDefault="007714B6" w:rsidP="007714B6">
          <w:pPr>
            <w:pStyle w:val="D93D00CAAAFD4F269DC1712C82B99D6F"/>
          </w:pPr>
          <w:r w:rsidRPr="007176B6">
            <w:rPr>
              <w:rStyle w:val="Testosegnaposto"/>
            </w:rPr>
            <w:t>Fare clic qui per immettere testo.</w:t>
          </w:r>
        </w:p>
      </w:docPartBody>
    </w:docPart>
    <w:docPart>
      <w:docPartPr>
        <w:name w:val="5B4BE550EF5446A19AC52447313C1C6D"/>
        <w:category>
          <w:name w:val="Generale"/>
          <w:gallery w:val="placeholder"/>
        </w:category>
        <w:types>
          <w:type w:val="bbPlcHdr"/>
        </w:types>
        <w:behaviors>
          <w:behavior w:val="content"/>
        </w:behaviors>
        <w:guid w:val="{60AFDEB9-7BC7-4AB3-BF80-881E6F411081}"/>
      </w:docPartPr>
      <w:docPartBody>
        <w:p w:rsidR="00A40DD4" w:rsidRDefault="007714B6" w:rsidP="007714B6">
          <w:pPr>
            <w:pStyle w:val="5B4BE550EF5446A19AC52447313C1C6D"/>
          </w:pPr>
          <w:r w:rsidRPr="007176B6">
            <w:rPr>
              <w:rStyle w:val="Testosegnaposto"/>
            </w:rPr>
            <w:t>Fare clic qui per immettere testo.</w:t>
          </w:r>
        </w:p>
      </w:docPartBody>
    </w:docPart>
    <w:docPart>
      <w:docPartPr>
        <w:name w:val="9F3EC9FAB65749B09B7BF2FBAD354772"/>
        <w:category>
          <w:name w:val="Generale"/>
          <w:gallery w:val="placeholder"/>
        </w:category>
        <w:types>
          <w:type w:val="bbPlcHdr"/>
        </w:types>
        <w:behaviors>
          <w:behavior w:val="content"/>
        </w:behaviors>
        <w:guid w:val="{126A2DFC-C4F0-4598-A801-6A6FDE3D6228}"/>
      </w:docPartPr>
      <w:docPartBody>
        <w:p w:rsidR="00A40DD4" w:rsidRDefault="007714B6" w:rsidP="007714B6">
          <w:pPr>
            <w:pStyle w:val="9F3EC9FAB65749B09B7BF2FBAD354772"/>
          </w:pPr>
          <w:r w:rsidRPr="007176B6">
            <w:rPr>
              <w:rStyle w:val="Testosegnaposto"/>
            </w:rPr>
            <w:t>Fare clic qui per immettere testo.</w:t>
          </w:r>
        </w:p>
      </w:docPartBody>
    </w:docPart>
    <w:docPart>
      <w:docPartPr>
        <w:name w:val="09E1B776246A45F9BB68FC81AF3619B9"/>
        <w:category>
          <w:name w:val="Generale"/>
          <w:gallery w:val="placeholder"/>
        </w:category>
        <w:types>
          <w:type w:val="bbPlcHdr"/>
        </w:types>
        <w:behaviors>
          <w:behavior w:val="content"/>
        </w:behaviors>
        <w:guid w:val="{9592FC58-2C84-405F-ABAA-51A33849D010}"/>
      </w:docPartPr>
      <w:docPartBody>
        <w:p w:rsidR="00A40DD4" w:rsidRDefault="007714B6" w:rsidP="007714B6">
          <w:pPr>
            <w:pStyle w:val="09E1B776246A45F9BB68FC81AF3619B9"/>
          </w:pPr>
          <w:r w:rsidRPr="007176B6">
            <w:rPr>
              <w:rStyle w:val="Testosegnaposto"/>
            </w:rPr>
            <w:t>Fare clic qui per immettere testo.</w:t>
          </w:r>
        </w:p>
      </w:docPartBody>
    </w:docPart>
    <w:docPart>
      <w:docPartPr>
        <w:name w:val="3318ABEE3D1E488CB1D3ADFE9FDE11AC"/>
        <w:category>
          <w:name w:val="Generale"/>
          <w:gallery w:val="placeholder"/>
        </w:category>
        <w:types>
          <w:type w:val="bbPlcHdr"/>
        </w:types>
        <w:behaviors>
          <w:behavior w:val="content"/>
        </w:behaviors>
        <w:guid w:val="{7195241F-9376-464E-9209-3E2EA60FAF0F}"/>
      </w:docPartPr>
      <w:docPartBody>
        <w:p w:rsidR="00A40DD4" w:rsidRDefault="007714B6" w:rsidP="007714B6">
          <w:pPr>
            <w:pStyle w:val="3318ABEE3D1E488CB1D3ADFE9FDE11AC"/>
          </w:pPr>
          <w:r w:rsidRPr="007176B6">
            <w:rPr>
              <w:rStyle w:val="Testosegnaposto"/>
            </w:rPr>
            <w:t>Fare clic qui per immettere testo.</w:t>
          </w:r>
        </w:p>
      </w:docPartBody>
    </w:docPart>
    <w:docPart>
      <w:docPartPr>
        <w:name w:val="6DB6DF63C21946BA933E2E5E73985DEF"/>
        <w:category>
          <w:name w:val="Generale"/>
          <w:gallery w:val="placeholder"/>
        </w:category>
        <w:types>
          <w:type w:val="bbPlcHdr"/>
        </w:types>
        <w:behaviors>
          <w:behavior w:val="content"/>
        </w:behaviors>
        <w:guid w:val="{241A66E1-80A5-497F-B101-F7CE47EB5810}"/>
      </w:docPartPr>
      <w:docPartBody>
        <w:p w:rsidR="00A40DD4" w:rsidRDefault="007714B6" w:rsidP="007714B6">
          <w:pPr>
            <w:pStyle w:val="6DB6DF63C21946BA933E2E5E73985DEF"/>
          </w:pPr>
          <w:r w:rsidRPr="007176B6">
            <w:rPr>
              <w:rStyle w:val="Testosegnaposto"/>
            </w:rPr>
            <w:t>Fare clic qui per immettere testo.</w:t>
          </w:r>
        </w:p>
      </w:docPartBody>
    </w:docPart>
    <w:docPart>
      <w:docPartPr>
        <w:name w:val="E972E254611A4B279656B7415FFA61DB"/>
        <w:category>
          <w:name w:val="Generale"/>
          <w:gallery w:val="placeholder"/>
        </w:category>
        <w:types>
          <w:type w:val="bbPlcHdr"/>
        </w:types>
        <w:behaviors>
          <w:behavior w:val="content"/>
        </w:behaviors>
        <w:guid w:val="{EE24D086-A4E0-4C78-8465-A9AA0DA96B34}"/>
      </w:docPartPr>
      <w:docPartBody>
        <w:p w:rsidR="00A40DD4" w:rsidRDefault="007714B6" w:rsidP="007714B6">
          <w:pPr>
            <w:pStyle w:val="E972E254611A4B279656B7415FFA61DB"/>
          </w:pPr>
          <w:r w:rsidRPr="007176B6">
            <w:rPr>
              <w:rStyle w:val="Testosegnaposto"/>
            </w:rPr>
            <w:t>Fare clic qui per immettere testo.</w:t>
          </w:r>
        </w:p>
      </w:docPartBody>
    </w:docPart>
    <w:docPart>
      <w:docPartPr>
        <w:name w:val="C868771A4A084B79A1674E9C3346F471"/>
        <w:category>
          <w:name w:val="Generale"/>
          <w:gallery w:val="placeholder"/>
        </w:category>
        <w:types>
          <w:type w:val="bbPlcHdr"/>
        </w:types>
        <w:behaviors>
          <w:behavior w:val="content"/>
        </w:behaviors>
        <w:guid w:val="{886E271F-5EC1-48C6-A87D-375AB2F19A08}"/>
      </w:docPartPr>
      <w:docPartBody>
        <w:p w:rsidR="00A40DD4" w:rsidRDefault="007714B6" w:rsidP="007714B6">
          <w:pPr>
            <w:pStyle w:val="C868771A4A084B79A1674E9C3346F471"/>
          </w:pPr>
          <w:r w:rsidRPr="007176B6">
            <w:rPr>
              <w:rStyle w:val="Testosegnaposto"/>
            </w:rPr>
            <w:t>Fare clic qui per immettere testo.</w:t>
          </w:r>
        </w:p>
      </w:docPartBody>
    </w:docPart>
    <w:docPart>
      <w:docPartPr>
        <w:name w:val="E4454F6B8CDE4665954E7AE0D5CD6BB3"/>
        <w:category>
          <w:name w:val="Generale"/>
          <w:gallery w:val="placeholder"/>
        </w:category>
        <w:types>
          <w:type w:val="bbPlcHdr"/>
        </w:types>
        <w:behaviors>
          <w:behavior w:val="content"/>
        </w:behaviors>
        <w:guid w:val="{F0852C17-0913-40D7-BA12-B882EFA87806}"/>
      </w:docPartPr>
      <w:docPartBody>
        <w:p w:rsidR="00A40DD4" w:rsidRDefault="007714B6" w:rsidP="007714B6">
          <w:pPr>
            <w:pStyle w:val="E4454F6B8CDE4665954E7AE0D5CD6BB3"/>
          </w:pPr>
          <w:r w:rsidRPr="007176B6">
            <w:rPr>
              <w:rStyle w:val="Testosegnaposto"/>
            </w:rPr>
            <w:t>Fare clic qui per immettere testo.</w:t>
          </w:r>
        </w:p>
      </w:docPartBody>
    </w:docPart>
    <w:docPart>
      <w:docPartPr>
        <w:name w:val="8B36088889D14A489CF6605016F3598D"/>
        <w:category>
          <w:name w:val="Generale"/>
          <w:gallery w:val="placeholder"/>
        </w:category>
        <w:types>
          <w:type w:val="bbPlcHdr"/>
        </w:types>
        <w:behaviors>
          <w:behavior w:val="content"/>
        </w:behaviors>
        <w:guid w:val="{A4A749F2-550A-4C58-AAFF-05129B105AC1}"/>
      </w:docPartPr>
      <w:docPartBody>
        <w:p w:rsidR="004060AF" w:rsidRDefault="00A40DD4" w:rsidP="00A40DD4">
          <w:pPr>
            <w:pStyle w:val="8B36088889D14A489CF6605016F3598D"/>
          </w:pPr>
          <w:r w:rsidRPr="007176B6">
            <w:rPr>
              <w:rStyle w:val="Testosegnaposto"/>
            </w:rPr>
            <w:t>Fare clic qui per immettere testo.</w:t>
          </w:r>
        </w:p>
      </w:docPartBody>
    </w:docPart>
    <w:docPart>
      <w:docPartPr>
        <w:name w:val="65DC886CFA8A42629EDD7162532E8A7E"/>
        <w:category>
          <w:name w:val="Generale"/>
          <w:gallery w:val="placeholder"/>
        </w:category>
        <w:types>
          <w:type w:val="bbPlcHdr"/>
        </w:types>
        <w:behaviors>
          <w:behavior w:val="content"/>
        </w:behaviors>
        <w:guid w:val="{82A9FC7B-21AD-467A-A94C-3C4D715D31E7}"/>
      </w:docPartPr>
      <w:docPartBody>
        <w:p w:rsidR="004060AF" w:rsidRDefault="00A40DD4" w:rsidP="00A40DD4">
          <w:pPr>
            <w:pStyle w:val="65DC886CFA8A42629EDD7162532E8A7E"/>
          </w:pPr>
          <w:r w:rsidRPr="007176B6">
            <w:rPr>
              <w:rStyle w:val="Testosegnaposto"/>
            </w:rPr>
            <w:t>Fare clic qui per immettere testo.</w:t>
          </w:r>
        </w:p>
      </w:docPartBody>
    </w:docPart>
    <w:docPart>
      <w:docPartPr>
        <w:name w:val="A1FC2657E47C4E21B00770DF55DA0FE9"/>
        <w:category>
          <w:name w:val="Generale"/>
          <w:gallery w:val="placeholder"/>
        </w:category>
        <w:types>
          <w:type w:val="bbPlcHdr"/>
        </w:types>
        <w:behaviors>
          <w:behavior w:val="content"/>
        </w:behaviors>
        <w:guid w:val="{4E25CF0A-1F36-4054-89BB-A6419A0AABB9}"/>
      </w:docPartPr>
      <w:docPartBody>
        <w:p w:rsidR="00C57384" w:rsidRDefault="00AA344A" w:rsidP="00AA344A">
          <w:pPr>
            <w:pStyle w:val="A1FC2657E47C4E21B00770DF55DA0FE9"/>
          </w:pPr>
          <w:r w:rsidRPr="007176B6">
            <w:rPr>
              <w:rStyle w:val="Testosegnaposto"/>
            </w:rPr>
            <w:t>Fare clic qui per immettere testo.</w:t>
          </w:r>
        </w:p>
      </w:docPartBody>
    </w:docPart>
    <w:docPart>
      <w:docPartPr>
        <w:name w:val="76FC987C0BED485980D5DF439224B148"/>
        <w:category>
          <w:name w:val="Generale"/>
          <w:gallery w:val="placeholder"/>
        </w:category>
        <w:types>
          <w:type w:val="bbPlcHdr"/>
        </w:types>
        <w:behaviors>
          <w:behavior w:val="content"/>
        </w:behaviors>
        <w:guid w:val="{6817FB36-A200-461A-A9ED-47C68BE1CCE2}"/>
      </w:docPartPr>
      <w:docPartBody>
        <w:p w:rsidR="00C57384" w:rsidRDefault="00AA344A" w:rsidP="00AA344A">
          <w:pPr>
            <w:pStyle w:val="76FC987C0BED485980D5DF439224B148"/>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64C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592"/>
    <w:rsid w:val="000219E2"/>
    <w:rsid w:val="000238C4"/>
    <w:rsid w:val="0004454D"/>
    <w:rsid w:val="002C1D51"/>
    <w:rsid w:val="002E1294"/>
    <w:rsid w:val="003B22FC"/>
    <w:rsid w:val="004060AF"/>
    <w:rsid w:val="004A1A3C"/>
    <w:rsid w:val="006F0DAD"/>
    <w:rsid w:val="007714B6"/>
    <w:rsid w:val="00904A8E"/>
    <w:rsid w:val="00957592"/>
    <w:rsid w:val="00A40DD4"/>
    <w:rsid w:val="00AA344A"/>
    <w:rsid w:val="00AB3133"/>
    <w:rsid w:val="00B8053F"/>
    <w:rsid w:val="00C57384"/>
    <w:rsid w:val="00CA33E2"/>
    <w:rsid w:val="00CB1462"/>
    <w:rsid w:val="00E02B7A"/>
    <w:rsid w:val="00EC45E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A344A"/>
    <w:rPr>
      <w:color w:val="808080"/>
    </w:rPr>
  </w:style>
  <w:style w:type="paragraph" w:customStyle="1" w:styleId="4197E89F3330472BAAFA2C8637949D3F">
    <w:name w:val="4197E89F3330472BAAFA2C8637949D3F"/>
    <w:rsid w:val="00957592"/>
  </w:style>
  <w:style w:type="paragraph" w:customStyle="1" w:styleId="EDB3065125B54737ABB07A00C6DFF82A">
    <w:name w:val="EDB3065125B54737ABB07A00C6DFF82A"/>
    <w:rsid w:val="00957592"/>
  </w:style>
  <w:style w:type="paragraph" w:customStyle="1" w:styleId="7731A41EC2DB4909BCC28827D7652C0D">
    <w:name w:val="7731A41EC2DB4909BCC28827D7652C0D"/>
    <w:rsid w:val="00957592"/>
  </w:style>
  <w:style w:type="paragraph" w:customStyle="1" w:styleId="8FAC440253F54B59B3FEC67376F75F42">
    <w:name w:val="8FAC440253F54B59B3FEC67376F75F42"/>
    <w:rsid w:val="00957592"/>
  </w:style>
  <w:style w:type="paragraph" w:customStyle="1" w:styleId="7A5D6D73AE3346C5BD52EB3FCA0DE661">
    <w:name w:val="7A5D6D73AE3346C5BD52EB3FCA0DE661"/>
    <w:rsid w:val="00957592"/>
  </w:style>
  <w:style w:type="paragraph" w:customStyle="1" w:styleId="FC223589CC1E4600AC9694445B66CFD0">
    <w:name w:val="FC223589CC1E4600AC9694445B66CFD0"/>
    <w:rsid w:val="00957592"/>
  </w:style>
  <w:style w:type="paragraph" w:customStyle="1" w:styleId="208A6D72F86F4C3BA541A63B5B5535E8">
    <w:name w:val="208A6D72F86F4C3BA541A63B5B5535E8"/>
    <w:rsid w:val="00957592"/>
  </w:style>
  <w:style w:type="paragraph" w:customStyle="1" w:styleId="87EB91E4DF584C2CA8A8E4FD0C021CD2">
    <w:name w:val="87EB91E4DF584C2CA8A8E4FD0C021CD2"/>
    <w:rsid w:val="00957592"/>
  </w:style>
  <w:style w:type="paragraph" w:customStyle="1" w:styleId="0597393578D1472196B55D9BC82A248F">
    <w:name w:val="0597393578D1472196B55D9BC82A248F"/>
    <w:rsid w:val="00957592"/>
  </w:style>
  <w:style w:type="paragraph" w:customStyle="1" w:styleId="B5DAF7539DDA495E81FB0AD8DC6FA1ED">
    <w:name w:val="B5DAF7539DDA495E81FB0AD8DC6FA1ED"/>
    <w:rsid w:val="00957592"/>
  </w:style>
  <w:style w:type="paragraph" w:customStyle="1" w:styleId="AA20F331563B4D08B4D42E873255CC46">
    <w:name w:val="AA20F331563B4D08B4D42E873255CC46"/>
    <w:rsid w:val="00957592"/>
  </w:style>
  <w:style w:type="paragraph" w:customStyle="1" w:styleId="17CACE6CC2614C7A8DBEAD0BE6E484AC">
    <w:name w:val="17CACE6CC2614C7A8DBEAD0BE6E484AC"/>
    <w:rsid w:val="00957592"/>
  </w:style>
  <w:style w:type="paragraph" w:customStyle="1" w:styleId="BB4044A849DA4B34B2D38E824AD619A1">
    <w:name w:val="BB4044A849DA4B34B2D38E824AD619A1"/>
    <w:rsid w:val="00957592"/>
  </w:style>
  <w:style w:type="paragraph" w:customStyle="1" w:styleId="DAA6EEB53BDD4D7FAF53126B436BCD3A">
    <w:name w:val="DAA6EEB53BDD4D7FAF53126B436BCD3A"/>
    <w:rsid w:val="00957592"/>
  </w:style>
  <w:style w:type="paragraph" w:customStyle="1" w:styleId="753D69E8755A4E529772020F972B5AC4">
    <w:name w:val="753D69E8755A4E529772020F972B5AC4"/>
    <w:rsid w:val="00957592"/>
  </w:style>
  <w:style w:type="paragraph" w:customStyle="1" w:styleId="D258F57BAEBD4A8A91949C99D9F4EBFB">
    <w:name w:val="D258F57BAEBD4A8A91949C99D9F4EBFB"/>
    <w:rsid w:val="00957592"/>
  </w:style>
  <w:style w:type="paragraph" w:customStyle="1" w:styleId="0EA9CCFAAB304BCBB2FBD1A439A20075">
    <w:name w:val="0EA9CCFAAB304BCBB2FBD1A439A20075"/>
    <w:rsid w:val="00957592"/>
  </w:style>
  <w:style w:type="paragraph" w:customStyle="1" w:styleId="C23D1E255FE2466DAD58B3C7D9DC0A94">
    <w:name w:val="C23D1E255FE2466DAD58B3C7D9DC0A94"/>
    <w:rsid w:val="00957592"/>
  </w:style>
  <w:style w:type="paragraph" w:customStyle="1" w:styleId="DCF341AA5D454ED0B953B86B53D4A56B">
    <w:name w:val="DCF341AA5D454ED0B953B86B53D4A56B"/>
    <w:rsid w:val="00957592"/>
  </w:style>
  <w:style w:type="paragraph" w:customStyle="1" w:styleId="4895DFA63C224E86AD52D2DA0227E250">
    <w:name w:val="4895DFA63C224E86AD52D2DA0227E250"/>
    <w:rsid w:val="00957592"/>
  </w:style>
  <w:style w:type="paragraph" w:customStyle="1" w:styleId="44DF34D625DD4B6C915BCE8C347EA312">
    <w:name w:val="44DF34D625DD4B6C915BCE8C347EA312"/>
    <w:rsid w:val="00957592"/>
  </w:style>
  <w:style w:type="paragraph" w:customStyle="1" w:styleId="841E69DEE52241DC9E65325E5B521F92">
    <w:name w:val="841E69DEE52241DC9E65325E5B521F92"/>
    <w:rsid w:val="00957592"/>
  </w:style>
  <w:style w:type="paragraph" w:customStyle="1" w:styleId="180F8CE8154848BABBF6F77D79E2AE63">
    <w:name w:val="180F8CE8154848BABBF6F77D79E2AE63"/>
    <w:rsid w:val="00957592"/>
  </w:style>
  <w:style w:type="paragraph" w:customStyle="1" w:styleId="F28E1C36DF384A8FA7BC9EE9B7FB36E5">
    <w:name w:val="F28E1C36DF384A8FA7BC9EE9B7FB36E5"/>
    <w:rsid w:val="00957592"/>
  </w:style>
  <w:style w:type="paragraph" w:customStyle="1" w:styleId="7E049D0BEECD4C84B0C9C6FB18C13DDF">
    <w:name w:val="7E049D0BEECD4C84B0C9C6FB18C13DDF"/>
    <w:rsid w:val="00957592"/>
  </w:style>
  <w:style w:type="paragraph" w:customStyle="1" w:styleId="0D7AE927EAFF4913BA7A2395175A6ACF">
    <w:name w:val="0D7AE927EAFF4913BA7A2395175A6ACF"/>
    <w:rsid w:val="00957592"/>
  </w:style>
  <w:style w:type="paragraph" w:customStyle="1" w:styleId="174E6F1E06E644DA9454AFE436886BEB">
    <w:name w:val="174E6F1E06E644DA9454AFE436886BEB"/>
    <w:rsid w:val="00957592"/>
  </w:style>
  <w:style w:type="paragraph" w:customStyle="1" w:styleId="08B1E87A4B4349EE944EA47367517390">
    <w:name w:val="08B1E87A4B4349EE944EA47367517390"/>
    <w:rsid w:val="00957592"/>
  </w:style>
  <w:style w:type="paragraph" w:customStyle="1" w:styleId="21C244BE822D4D6DB5399E4A635B4D81">
    <w:name w:val="21C244BE822D4D6DB5399E4A635B4D81"/>
    <w:rsid w:val="00957592"/>
  </w:style>
  <w:style w:type="paragraph" w:customStyle="1" w:styleId="BE4148D6EDDF40E0B5C8E1EFBA05CFC4">
    <w:name w:val="BE4148D6EDDF40E0B5C8E1EFBA05CFC4"/>
    <w:rsid w:val="00E02B7A"/>
  </w:style>
  <w:style w:type="paragraph" w:customStyle="1" w:styleId="E8D924EF32024E2FABD4BFF8F04E9325">
    <w:name w:val="E8D924EF32024E2FABD4BFF8F04E9325"/>
    <w:rsid w:val="00E02B7A"/>
  </w:style>
  <w:style w:type="paragraph" w:customStyle="1" w:styleId="CF7BE9B9980A4E3E839516D6AC5325B8">
    <w:name w:val="CF7BE9B9980A4E3E839516D6AC5325B8"/>
    <w:rsid w:val="002E1294"/>
  </w:style>
  <w:style w:type="paragraph" w:customStyle="1" w:styleId="B3DC226BBF454A2A9267738AF4756C38">
    <w:name w:val="B3DC226BBF454A2A9267738AF4756C38"/>
    <w:rsid w:val="002E1294"/>
  </w:style>
  <w:style w:type="paragraph" w:customStyle="1" w:styleId="9AA50D6F95404240B85891A7B1346FA3">
    <w:name w:val="9AA50D6F95404240B85891A7B1346FA3"/>
    <w:rsid w:val="002E1294"/>
  </w:style>
  <w:style w:type="paragraph" w:customStyle="1" w:styleId="6C1980B6D53644C9984DD41B87F1C341">
    <w:name w:val="6C1980B6D53644C9984DD41B87F1C341"/>
    <w:rsid w:val="002E1294"/>
  </w:style>
  <w:style w:type="paragraph" w:customStyle="1" w:styleId="66AB30115F6A404ABAE5D5458D6482F1">
    <w:name w:val="66AB30115F6A404ABAE5D5458D6482F1"/>
    <w:rsid w:val="003B22FC"/>
  </w:style>
  <w:style w:type="paragraph" w:customStyle="1" w:styleId="6FEA86A427EB4BD29E431DA2FD274E0D">
    <w:name w:val="6FEA86A427EB4BD29E431DA2FD274E0D"/>
    <w:rsid w:val="003B22FC"/>
  </w:style>
  <w:style w:type="paragraph" w:customStyle="1" w:styleId="6B8351713A4A4A31A787C75DE7931492">
    <w:name w:val="6B8351713A4A4A31A787C75DE7931492"/>
    <w:rsid w:val="003B22FC"/>
  </w:style>
  <w:style w:type="paragraph" w:customStyle="1" w:styleId="98B75DEC64FE445581788AD0E568F933">
    <w:name w:val="98B75DEC64FE445581788AD0E568F933"/>
    <w:rsid w:val="003B22FC"/>
  </w:style>
  <w:style w:type="paragraph" w:customStyle="1" w:styleId="7E62DE9FAA974D01972694C2CE341247">
    <w:name w:val="7E62DE9FAA974D01972694C2CE341247"/>
    <w:rsid w:val="003B22FC"/>
  </w:style>
  <w:style w:type="paragraph" w:customStyle="1" w:styleId="07C5829480194D85B62312E2D69B4F9F">
    <w:name w:val="07C5829480194D85B62312E2D69B4F9F"/>
    <w:rsid w:val="003B22FC"/>
  </w:style>
  <w:style w:type="paragraph" w:customStyle="1" w:styleId="48ADD6C4488D4083854B58A304FBD6C0">
    <w:name w:val="48ADD6C4488D4083854B58A304FBD6C0"/>
    <w:rsid w:val="003B22FC"/>
  </w:style>
  <w:style w:type="paragraph" w:customStyle="1" w:styleId="AE9FDAEDFB1649D8913C2546EDC03017">
    <w:name w:val="AE9FDAEDFB1649D8913C2546EDC03017"/>
    <w:rsid w:val="003B22FC"/>
  </w:style>
  <w:style w:type="paragraph" w:customStyle="1" w:styleId="EEEE7F186C87440491A0D2AFA6AB7BA9">
    <w:name w:val="EEEE7F186C87440491A0D2AFA6AB7BA9"/>
    <w:rsid w:val="003B22FC"/>
  </w:style>
  <w:style w:type="paragraph" w:customStyle="1" w:styleId="1B8D622DEBE44C99A09DA6EBD8666673">
    <w:name w:val="1B8D622DEBE44C99A09DA6EBD8666673"/>
    <w:rsid w:val="003B22FC"/>
  </w:style>
  <w:style w:type="paragraph" w:customStyle="1" w:styleId="9E46879BF6A14D3193CCCED95F1CEA01">
    <w:name w:val="9E46879BF6A14D3193CCCED95F1CEA01"/>
    <w:rsid w:val="003B22FC"/>
  </w:style>
  <w:style w:type="paragraph" w:customStyle="1" w:styleId="223FE25A9A1545999879C6DE3C38C67D">
    <w:name w:val="223FE25A9A1545999879C6DE3C38C67D"/>
    <w:rsid w:val="003B22FC"/>
  </w:style>
  <w:style w:type="paragraph" w:customStyle="1" w:styleId="DC4F4F7A7D0142ACA4E71EEAF4319FB5">
    <w:name w:val="DC4F4F7A7D0142ACA4E71EEAF4319FB5"/>
    <w:rsid w:val="003B22FC"/>
  </w:style>
  <w:style w:type="paragraph" w:customStyle="1" w:styleId="F61F04BBCE94465D8B6ADFF82670AEF5">
    <w:name w:val="F61F04BBCE94465D8B6ADFF82670AEF5"/>
    <w:rsid w:val="003B22FC"/>
  </w:style>
  <w:style w:type="paragraph" w:customStyle="1" w:styleId="3513113E9F8E464A9E1F566C74808D31">
    <w:name w:val="3513113E9F8E464A9E1F566C74808D31"/>
    <w:rsid w:val="003B22FC"/>
  </w:style>
  <w:style w:type="paragraph" w:customStyle="1" w:styleId="6DE67DF7B9B448DEA568785180C49DD8">
    <w:name w:val="6DE67DF7B9B448DEA568785180C49DD8"/>
    <w:rsid w:val="003B22FC"/>
  </w:style>
  <w:style w:type="paragraph" w:customStyle="1" w:styleId="B1E2F3687D6C485EB9982FCE4A0636F3">
    <w:name w:val="B1E2F3687D6C485EB9982FCE4A0636F3"/>
    <w:rsid w:val="003B22FC"/>
  </w:style>
  <w:style w:type="paragraph" w:customStyle="1" w:styleId="9CCE4A85A3B24240BB01DD06E550482A">
    <w:name w:val="9CCE4A85A3B24240BB01DD06E550482A"/>
    <w:rsid w:val="003B22FC"/>
  </w:style>
  <w:style w:type="paragraph" w:customStyle="1" w:styleId="41135DE7A6194324914335BDD5E583D5">
    <w:name w:val="41135DE7A6194324914335BDD5E583D5"/>
    <w:rsid w:val="003B22FC"/>
  </w:style>
  <w:style w:type="paragraph" w:customStyle="1" w:styleId="A273E3BC335D40C7ACA884547FDAFF89">
    <w:name w:val="A273E3BC335D40C7ACA884547FDAFF89"/>
    <w:rsid w:val="003B22FC"/>
  </w:style>
  <w:style w:type="paragraph" w:customStyle="1" w:styleId="2DD4B950F04C468394ACE59003412E4F">
    <w:name w:val="2DD4B950F04C468394ACE59003412E4F"/>
    <w:rsid w:val="00AB3133"/>
  </w:style>
  <w:style w:type="paragraph" w:customStyle="1" w:styleId="15B4C0F9C6AA4879B28DC011678045F3">
    <w:name w:val="15B4C0F9C6AA4879B28DC011678045F3"/>
    <w:rsid w:val="00AB3133"/>
  </w:style>
  <w:style w:type="paragraph" w:customStyle="1" w:styleId="ABDC477BF011468AB2ED898AC1512395">
    <w:name w:val="ABDC477BF011468AB2ED898AC1512395"/>
    <w:rsid w:val="00AB3133"/>
  </w:style>
  <w:style w:type="paragraph" w:customStyle="1" w:styleId="58C8401C31DB44A5A41D6B37924A444E">
    <w:name w:val="58C8401C31DB44A5A41D6B37924A444E"/>
    <w:rsid w:val="00AB3133"/>
  </w:style>
  <w:style w:type="paragraph" w:customStyle="1" w:styleId="386F102CF4C3433282650B369EC11739">
    <w:name w:val="386F102CF4C3433282650B369EC11739"/>
    <w:rsid w:val="00AB3133"/>
  </w:style>
  <w:style w:type="paragraph" w:customStyle="1" w:styleId="92ACA5356577462AB58825AB6D103CA5">
    <w:name w:val="92ACA5356577462AB58825AB6D103CA5"/>
    <w:rsid w:val="00AB3133"/>
  </w:style>
  <w:style w:type="paragraph" w:customStyle="1" w:styleId="195158CF11804F1CB9EA22FAA6DCB122">
    <w:name w:val="195158CF11804F1CB9EA22FAA6DCB122"/>
    <w:rsid w:val="00AB3133"/>
  </w:style>
  <w:style w:type="paragraph" w:customStyle="1" w:styleId="5D47A5B4CF414856B035A10D567F6991">
    <w:name w:val="5D47A5B4CF414856B035A10D567F6991"/>
    <w:rsid w:val="00AB3133"/>
  </w:style>
  <w:style w:type="paragraph" w:customStyle="1" w:styleId="1155C32753DE480DBA36A5457878C8A2">
    <w:name w:val="1155C32753DE480DBA36A5457878C8A2"/>
    <w:rsid w:val="00AB3133"/>
  </w:style>
  <w:style w:type="paragraph" w:customStyle="1" w:styleId="8E52D9F4E208480E907876E8F87B02F3">
    <w:name w:val="8E52D9F4E208480E907876E8F87B02F3"/>
    <w:rsid w:val="00AB3133"/>
  </w:style>
  <w:style w:type="paragraph" w:customStyle="1" w:styleId="CE0D1DD10F2D450097461CFD6C4C3594">
    <w:name w:val="CE0D1DD10F2D450097461CFD6C4C3594"/>
    <w:rsid w:val="00AB3133"/>
  </w:style>
  <w:style w:type="paragraph" w:customStyle="1" w:styleId="80ACF0FDDB254DBD850A614BAABE53A8">
    <w:name w:val="80ACF0FDDB254DBD850A614BAABE53A8"/>
    <w:rsid w:val="00AB3133"/>
  </w:style>
  <w:style w:type="paragraph" w:customStyle="1" w:styleId="C43F3E6897E74A8C9AEEDC1FA61C97B1">
    <w:name w:val="C43F3E6897E74A8C9AEEDC1FA61C97B1"/>
    <w:rsid w:val="00AB3133"/>
  </w:style>
  <w:style w:type="paragraph" w:customStyle="1" w:styleId="095D4D05C8F6420A95A0A26CBC419861">
    <w:name w:val="095D4D05C8F6420A95A0A26CBC419861"/>
    <w:rsid w:val="00AB3133"/>
  </w:style>
  <w:style w:type="paragraph" w:customStyle="1" w:styleId="B78F2A80D85F480E95CC29B01E69328B">
    <w:name w:val="B78F2A80D85F480E95CC29B01E69328B"/>
    <w:rsid w:val="00AB3133"/>
  </w:style>
  <w:style w:type="paragraph" w:customStyle="1" w:styleId="8FB410368D9B4D9B920FFBD869D15B69">
    <w:name w:val="8FB410368D9B4D9B920FFBD869D15B69"/>
    <w:rsid w:val="00AB3133"/>
  </w:style>
  <w:style w:type="paragraph" w:customStyle="1" w:styleId="7F6825769B8B4B9BBA68328FF8497320">
    <w:name w:val="7F6825769B8B4B9BBA68328FF8497320"/>
    <w:rsid w:val="00AB3133"/>
  </w:style>
  <w:style w:type="paragraph" w:customStyle="1" w:styleId="5BD398A0207546028B4020E78FAB48CA">
    <w:name w:val="5BD398A0207546028B4020E78FAB48CA"/>
    <w:rsid w:val="00AB3133"/>
  </w:style>
  <w:style w:type="paragraph" w:customStyle="1" w:styleId="259E0F37180D425EBE246CA1FA9186C3">
    <w:name w:val="259E0F37180D425EBE246CA1FA9186C3"/>
    <w:rsid w:val="00AB3133"/>
  </w:style>
  <w:style w:type="paragraph" w:customStyle="1" w:styleId="BA403E0017594B18B3A358AB5C28C490">
    <w:name w:val="BA403E0017594B18B3A358AB5C28C490"/>
    <w:rsid w:val="00AB3133"/>
  </w:style>
  <w:style w:type="paragraph" w:customStyle="1" w:styleId="CE364E81925441D484553594B473D125">
    <w:name w:val="CE364E81925441D484553594B473D125"/>
    <w:rsid w:val="00AB3133"/>
  </w:style>
  <w:style w:type="paragraph" w:customStyle="1" w:styleId="C3753471EA3C4CC8BB281FFC676A8435">
    <w:name w:val="C3753471EA3C4CC8BB281FFC676A8435"/>
    <w:rsid w:val="00AB3133"/>
  </w:style>
  <w:style w:type="paragraph" w:customStyle="1" w:styleId="7B18BEE648794FC7ACFFFCDFFF8FBBDC">
    <w:name w:val="7B18BEE648794FC7ACFFFCDFFF8FBBDC"/>
    <w:rsid w:val="00AB3133"/>
  </w:style>
  <w:style w:type="paragraph" w:customStyle="1" w:styleId="63D30394BF694DBB9666F28D4E967E5F">
    <w:name w:val="63D30394BF694DBB9666F28D4E967E5F"/>
    <w:rsid w:val="00AB3133"/>
  </w:style>
  <w:style w:type="paragraph" w:customStyle="1" w:styleId="A7EEE44E5FAF46B4B4327F767591CEBD">
    <w:name w:val="A7EEE44E5FAF46B4B4327F767591CEBD"/>
    <w:rsid w:val="00AB3133"/>
  </w:style>
  <w:style w:type="paragraph" w:customStyle="1" w:styleId="B06D7BEB69E64DFB82DFD36AB77E24BF">
    <w:name w:val="B06D7BEB69E64DFB82DFD36AB77E24BF"/>
    <w:rsid w:val="00AB3133"/>
  </w:style>
  <w:style w:type="paragraph" w:customStyle="1" w:styleId="40DDC0CD8843496C932E25AB51EDE566">
    <w:name w:val="40DDC0CD8843496C932E25AB51EDE566"/>
    <w:rsid w:val="00AB3133"/>
  </w:style>
  <w:style w:type="paragraph" w:customStyle="1" w:styleId="DE3E099FAFB44AA9AD74FBFD5BB2D31C">
    <w:name w:val="DE3E099FAFB44AA9AD74FBFD5BB2D31C"/>
    <w:rsid w:val="00AB3133"/>
  </w:style>
  <w:style w:type="paragraph" w:customStyle="1" w:styleId="AFC742EE12E04D59AE3B7D12B7262AB2">
    <w:name w:val="AFC742EE12E04D59AE3B7D12B7262AB2"/>
    <w:rsid w:val="006F0DAD"/>
  </w:style>
  <w:style w:type="paragraph" w:customStyle="1" w:styleId="78F043036C504EDF9AF8BC4C513D3E4F">
    <w:name w:val="78F043036C504EDF9AF8BC4C513D3E4F"/>
    <w:rsid w:val="006F0DAD"/>
  </w:style>
  <w:style w:type="paragraph" w:customStyle="1" w:styleId="F64E64CAEE494116B1BE73C87DA94731">
    <w:name w:val="F64E64CAEE494116B1BE73C87DA94731"/>
    <w:rsid w:val="006F0DAD"/>
  </w:style>
  <w:style w:type="paragraph" w:customStyle="1" w:styleId="68C256C8EB254B0CACEE4E1FC803FF63">
    <w:name w:val="68C256C8EB254B0CACEE4E1FC803FF63"/>
    <w:rsid w:val="006F0DAD"/>
  </w:style>
  <w:style w:type="paragraph" w:customStyle="1" w:styleId="40864832369A47DE9C6374F17EA9C0F1">
    <w:name w:val="40864832369A47DE9C6374F17EA9C0F1"/>
    <w:rsid w:val="006F0DAD"/>
  </w:style>
  <w:style w:type="paragraph" w:customStyle="1" w:styleId="729847FDDE3E47D391319261139BC6AC">
    <w:name w:val="729847FDDE3E47D391319261139BC6AC"/>
    <w:rsid w:val="006F0DAD"/>
  </w:style>
  <w:style w:type="paragraph" w:customStyle="1" w:styleId="D00F9F9DFF974989937D74810CF925CD">
    <w:name w:val="D00F9F9DFF974989937D74810CF925CD"/>
    <w:rsid w:val="006F0DAD"/>
  </w:style>
  <w:style w:type="paragraph" w:customStyle="1" w:styleId="2235DF8261A14BB89A53840E8986ACA7">
    <w:name w:val="2235DF8261A14BB89A53840E8986ACA7"/>
    <w:rsid w:val="006F0DAD"/>
  </w:style>
  <w:style w:type="paragraph" w:customStyle="1" w:styleId="B41C25C7885C4E28AB153BE3C8D771E7">
    <w:name w:val="B41C25C7885C4E28AB153BE3C8D771E7"/>
    <w:rsid w:val="006F0DAD"/>
  </w:style>
  <w:style w:type="paragraph" w:customStyle="1" w:styleId="53A17594DFA14D06BD1737C94162E741">
    <w:name w:val="53A17594DFA14D06BD1737C94162E741"/>
    <w:rsid w:val="006F0DAD"/>
  </w:style>
  <w:style w:type="paragraph" w:customStyle="1" w:styleId="3BF169036A5C4C45934DC0C8F1BE3D02">
    <w:name w:val="3BF169036A5C4C45934DC0C8F1BE3D02"/>
    <w:rsid w:val="006F0DAD"/>
  </w:style>
  <w:style w:type="paragraph" w:customStyle="1" w:styleId="7AB7DCD6F3FC4607BE58C915750DB0EE">
    <w:name w:val="7AB7DCD6F3FC4607BE58C915750DB0EE"/>
    <w:rsid w:val="006F0DAD"/>
  </w:style>
  <w:style w:type="paragraph" w:customStyle="1" w:styleId="6C51CD795BE64FB89B4976E06EC6A435">
    <w:name w:val="6C51CD795BE64FB89B4976E06EC6A435"/>
    <w:rsid w:val="006F0DAD"/>
  </w:style>
  <w:style w:type="paragraph" w:customStyle="1" w:styleId="A0549CECCE0A4EF1AF44786BCB27C83A">
    <w:name w:val="A0549CECCE0A4EF1AF44786BCB27C83A"/>
    <w:rsid w:val="006F0DAD"/>
  </w:style>
  <w:style w:type="paragraph" w:customStyle="1" w:styleId="42E74401A16F40CCB73521E210AB4D59">
    <w:name w:val="42E74401A16F40CCB73521E210AB4D59"/>
    <w:rsid w:val="006F0DAD"/>
  </w:style>
  <w:style w:type="paragraph" w:customStyle="1" w:styleId="7134B6EB7C024A56942B69C170F718F7">
    <w:name w:val="7134B6EB7C024A56942B69C170F718F7"/>
    <w:rsid w:val="006F0DAD"/>
  </w:style>
  <w:style w:type="paragraph" w:customStyle="1" w:styleId="DD3B4413C4E04A50B62E72DB33AF9CCD">
    <w:name w:val="DD3B4413C4E04A50B62E72DB33AF9CCD"/>
    <w:rsid w:val="006F0DAD"/>
  </w:style>
  <w:style w:type="paragraph" w:customStyle="1" w:styleId="6D64497C7976406EB2A893583C149D05">
    <w:name w:val="6D64497C7976406EB2A893583C149D05"/>
    <w:rsid w:val="006F0DAD"/>
  </w:style>
  <w:style w:type="paragraph" w:customStyle="1" w:styleId="AAFAEDDFD78148F3AF73E5A8848D1BEC">
    <w:name w:val="AAFAEDDFD78148F3AF73E5A8848D1BEC"/>
    <w:rsid w:val="006F0DAD"/>
  </w:style>
  <w:style w:type="paragraph" w:customStyle="1" w:styleId="A8DE5D5D033742FD8D5E1AA8891803A2">
    <w:name w:val="A8DE5D5D033742FD8D5E1AA8891803A2"/>
    <w:rsid w:val="006F0DAD"/>
  </w:style>
  <w:style w:type="paragraph" w:customStyle="1" w:styleId="86946CE13B4B460C9602D807A8897309">
    <w:name w:val="86946CE13B4B460C9602D807A8897309"/>
    <w:rsid w:val="006F0DAD"/>
  </w:style>
  <w:style w:type="paragraph" w:customStyle="1" w:styleId="C5898CA6DD5B45F69C1D21652F64C0A4">
    <w:name w:val="C5898CA6DD5B45F69C1D21652F64C0A4"/>
    <w:rsid w:val="006F0DAD"/>
  </w:style>
  <w:style w:type="paragraph" w:customStyle="1" w:styleId="62530153D2DA4E4A8862AB54B1868EDB">
    <w:name w:val="62530153D2DA4E4A8862AB54B1868EDB"/>
    <w:rsid w:val="006F0DAD"/>
  </w:style>
  <w:style w:type="paragraph" w:customStyle="1" w:styleId="8E179AE464AE4D04AE17EEE2D4E3298D">
    <w:name w:val="8E179AE464AE4D04AE17EEE2D4E3298D"/>
    <w:rsid w:val="006F0DAD"/>
  </w:style>
  <w:style w:type="paragraph" w:customStyle="1" w:styleId="132D9385137A49E8BA70627B1DD9E54D">
    <w:name w:val="132D9385137A49E8BA70627B1DD9E54D"/>
    <w:rsid w:val="006F0DAD"/>
  </w:style>
  <w:style w:type="paragraph" w:customStyle="1" w:styleId="B03596BFCA534883B05738E133782930">
    <w:name w:val="B03596BFCA534883B05738E133782930"/>
    <w:rsid w:val="006F0DAD"/>
  </w:style>
  <w:style w:type="paragraph" w:customStyle="1" w:styleId="5400669771D742A8961968EDB24CBE2B">
    <w:name w:val="5400669771D742A8961968EDB24CBE2B"/>
    <w:rsid w:val="006F0DAD"/>
  </w:style>
  <w:style w:type="paragraph" w:customStyle="1" w:styleId="B9840C2A51B640D4B746B7468560E315">
    <w:name w:val="B9840C2A51B640D4B746B7468560E315"/>
    <w:rsid w:val="006F0DAD"/>
  </w:style>
  <w:style w:type="paragraph" w:customStyle="1" w:styleId="5F0F4200A03548D68CDD0B2BB04E61D2">
    <w:name w:val="5F0F4200A03548D68CDD0B2BB04E61D2"/>
    <w:rsid w:val="006F0DAD"/>
  </w:style>
  <w:style w:type="paragraph" w:customStyle="1" w:styleId="AC88486B5B0C4BED975DF5D139ECE6CE">
    <w:name w:val="AC88486B5B0C4BED975DF5D139ECE6CE"/>
    <w:rsid w:val="006F0DAD"/>
  </w:style>
  <w:style w:type="paragraph" w:customStyle="1" w:styleId="E6BEA221BC534F90AC3FA5AADCC2048B">
    <w:name w:val="E6BEA221BC534F90AC3FA5AADCC2048B"/>
    <w:rsid w:val="004A1A3C"/>
  </w:style>
  <w:style w:type="paragraph" w:customStyle="1" w:styleId="E7F4ABA65E024161B82DF5DF9512EBA2">
    <w:name w:val="E7F4ABA65E024161B82DF5DF9512EBA2"/>
    <w:rsid w:val="004A1A3C"/>
  </w:style>
  <w:style w:type="paragraph" w:customStyle="1" w:styleId="16D08AE52F0746C7A703A7D6FE7E9598">
    <w:name w:val="16D08AE52F0746C7A703A7D6FE7E9598"/>
    <w:rsid w:val="004A1A3C"/>
  </w:style>
  <w:style w:type="paragraph" w:customStyle="1" w:styleId="48EE244BAC3A4447B9A263EA456A7BBC">
    <w:name w:val="48EE244BAC3A4447B9A263EA456A7BBC"/>
    <w:rsid w:val="004A1A3C"/>
  </w:style>
  <w:style w:type="paragraph" w:customStyle="1" w:styleId="7BD486A8AC1B4885B6538ABA442D02B6">
    <w:name w:val="7BD486A8AC1B4885B6538ABA442D02B6"/>
    <w:rsid w:val="004A1A3C"/>
  </w:style>
  <w:style w:type="paragraph" w:customStyle="1" w:styleId="FA98FD73656B43A4AEBDC6145EBBBD46">
    <w:name w:val="FA98FD73656B43A4AEBDC6145EBBBD46"/>
    <w:rsid w:val="004A1A3C"/>
  </w:style>
  <w:style w:type="paragraph" w:customStyle="1" w:styleId="5292E0AB1C07407B96A375F8E824B57C">
    <w:name w:val="5292E0AB1C07407B96A375F8E824B57C"/>
    <w:rsid w:val="004A1A3C"/>
  </w:style>
  <w:style w:type="paragraph" w:customStyle="1" w:styleId="A26080F623B8403DBB65C64E04AA162C">
    <w:name w:val="A26080F623B8403DBB65C64E04AA162C"/>
    <w:rsid w:val="004A1A3C"/>
  </w:style>
  <w:style w:type="paragraph" w:customStyle="1" w:styleId="BC9165CC10DC4A38B44EDB70FEEFFFC8">
    <w:name w:val="BC9165CC10DC4A38B44EDB70FEEFFFC8"/>
    <w:rsid w:val="004A1A3C"/>
  </w:style>
  <w:style w:type="paragraph" w:customStyle="1" w:styleId="DA83B44C4A6D45EDACD48CFEF1168EC6">
    <w:name w:val="DA83B44C4A6D45EDACD48CFEF1168EC6"/>
    <w:rsid w:val="004A1A3C"/>
  </w:style>
  <w:style w:type="paragraph" w:customStyle="1" w:styleId="EF8C5E73E5634DDFA5A472CC2A80FAD4">
    <w:name w:val="EF8C5E73E5634DDFA5A472CC2A80FAD4"/>
    <w:rsid w:val="004A1A3C"/>
  </w:style>
  <w:style w:type="paragraph" w:customStyle="1" w:styleId="C0C96317F4D84A9D80822C14339894E6">
    <w:name w:val="C0C96317F4D84A9D80822C14339894E6"/>
    <w:rsid w:val="004A1A3C"/>
  </w:style>
  <w:style w:type="paragraph" w:customStyle="1" w:styleId="B7DF857F48414E8BB9A24EFB2DFEA6D4">
    <w:name w:val="B7DF857F48414E8BB9A24EFB2DFEA6D4"/>
    <w:rsid w:val="004A1A3C"/>
  </w:style>
  <w:style w:type="paragraph" w:customStyle="1" w:styleId="D5E8278999A84B9A94F098A4EC9A946F">
    <w:name w:val="D5E8278999A84B9A94F098A4EC9A946F"/>
    <w:rsid w:val="004A1A3C"/>
  </w:style>
  <w:style w:type="paragraph" w:customStyle="1" w:styleId="8F15B065032D4DED87779CCD5CA4A509">
    <w:name w:val="8F15B065032D4DED87779CCD5CA4A509"/>
    <w:rsid w:val="004A1A3C"/>
  </w:style>
  <w:style w:type="paragraph" w:customStyle="1" w:styleId="D09A240F75FE42F2A9CBE9E99979888E">
    <w:name w:val="D09A240F75FE42F2A9CBE9E99979888E"/>
    <w:rsid w:val="004A1A3C"/>
  </w:style>
  <w:style w:type="paragraph" w:customStyle="1" w:styleId="ACE0C3E4057C493AB57C69648F56FBEC">
    <w:name w:val="ACE0C3E4057C493AB57C69648F56FBEC"/>
    <w:rsid w:val="004A1A3C"/>
  </w:style>
  <w:style w:type="paragraph" w:customStyle="1" w:styleId="554912C1D8334E5A8772BC2C729FF699">
    <w:name w:val="554912C1D8334E5A8772BC2C729FF699"/>
    <w:rsid w:val="004A1A3C"/>
  </w:style>
  <w:style w:type="paragraph" w:customStyle="1" w:styleId="095B8F272BE44338ACCEBC2F27E8D100">
    <w:name w:val="095B8F272BE44338ACCEBC2F27E8D100"/>
    <w:rsid w:val="004A1A3C"/>
  </w:style>
  <w:style w:type="paragraph" w:customStyle="1" w:styleId="88E4688BD88E4FCC87E78368120B9DBA">
    <w:name w:val="88E4688BD88E4FCC87E78368120B9DBA"/>
    <w:rsid w:val="004A1A3C"/>
  </w:style>
  <w:style w:type="paragraph" w:customStyle="1" w:styleId="056790FD30D9491590DA0F6B26571B6B">
    <w:name w:val="056790FD30D9491590DA0F6B26571B6B"/>
    <w:rsid w:val="004A1A3C"/>
  </w:style>
  <w:style w:type="paragraph" w:customStyle="1" w:styleId="574F96A8975747CCAF9C4F57DF2F82BE">
    <w:name w:val="574F96A8975747CCAF9C4F57DF2F82BE"/>
    <w:rsid w:val="004A1A3C"/>
  </w:style>
  <w:style w:type="paragraph" w:customStyle="1" w:styleId="F5DA3CB7642E48DC9F06505AC32D66BA">
    <w:name w:val="F5DA3CB7642E48DC9F06505AC32D66BA"/>
    <w:rsid w:val="004A1A3C"/>
  </w:style>
  <w:style w:type="paragraph" w:customStyle="1" w:styleId="0D8A3EA252CE4901BC9F8FD503D1317B">
    <w:name w:val="0D8A3EA252CE4901BC9F8FD503D1317B"/>
    <w:rsid w:val="000219E2"/>
  </w:style>
  <w:style w:type="paragraph" w:customStyle="1" w:styleId="44B7D59D5D2A4AE88B403E8D97D7166A">
    <w:name w:val="44B7D59D5D2A4AE88B403E8D97D7166A"/>
    <w:rsid w:val="000219E2"/>
  </w:style>
  <w:style w:type="paragraph" w:customStyle="1" w:styleId="CA60189ABBCE4A5A8F46BC71D83D19ED">
    <w:name w:val="CA60189ABBCE4A5A8F46BC71D83D19ED"/>
    <w:rsid w:val="00CA33E2"/>
  </w:style>
  <w:style w:type="paragraph" w:customStyle="1" w:styleId="17BF10F12B3047058CDF20F0CFC3240A">
    <w:name w:val="17BF10F12B3047058CDF20F0CFC3240A"/>
    <w:rsid w:val="007714B6"/>
  </w:style>
  <w:style w:type="paragraph" w:customStyle="1" w:styleId="F484E36B017E4679BE2938D4871F5C86">
    <w:name w:val="F484E36B017E4679BE2938D4871F5C86"/>
    <w:rsid w:val="007714B6"/>
  </w:style>
  <w:style w:type="paragraph" w:customStyle="1" w:styleId="363A8369C35244BFB4C25E0AE455A8EB">
    <w:name w:val="363A8369C35244BFB4C25E0AE455A8EB"/>
    <w:rsid w:val="007714B6"/>
  </w:style>
  <w:style w:type="paragraph" w:customStyle="1" w:styleId="C2BCF481F66D4DAF9CB6ECEE4B945A2E">
    <w:name w:val="C2BCF481F66D4DAF9CB6ECEE4B945A2E"/>
    <w:rsid w:val="007714B6"/>
  </w:style>
  <w:style w:type="paragraph" w:customStyle="1" w:styleId="7E971AE20B6B420FBCF1BCB222DF17D4">
    <w:name w:val="7E971AE20B6B420FBCF1BCB222DF17D4"/>
    <w:rsid w:val="007714B6"/>
  </w:style>
  <w:style w:type="paragraph" w:customStyle="1" w:styleId="DDBB94122BC3401B9228F3F1085F1AB7">
    <w:name w:val="DDBB94122BC3401B9228F3F1085F1AB7"/>
    <w:rsid w:val="007714B6"/>
  </w:style>
  <w:style w:type="paragraph" w:customStyle="1" w:styleId="E116AC71B7904065A03815A6803902E6">
    <w:name w:val="E116AC71B7904065A03815A6803902E6"/>
    <w:rsid w:val="007714B6"/>
  </w:style>
  <w:style w:type="paragraph" w:customStyle="1" w:styleId="6F3B11FA4A6246EAAA74AE8ACE14CEB7">
    <w:name w:val="6F3B11FA4A6246EAAA74AE8ACE14CEB7"/>
    <w:rsid w:val="007714B6"/>
  </w:style>
  <w:style w:type="paragraph" w:customStyle="1" w:styleId="E3129149E59C4D5092BF1E48C32933F3">
    <w:name w:val="E3129149E59C4D5092BF1E48C32933F3"/>
    <w:rsid w:val="007714B6"/>
  </w:style>
  <w:style w:type="paragraph" w:customStyle="1" w:styleId="D93D00CAAAFD4F269DC1712C82B99D6F">
    <w:name w:val="D93D00CAAAFD4F269DC1712C82B99D6F"/>
    <w:rsid w:val="007714B6"/>
  </w:style>
  <w:style w:type="paragraph" w:customStyle="1" w:styleId="5B4BE550EF5446A19AC52447313C1C6D">
    <w:name w:val="5B4BE550EF5446A19AC52447313C1C6D"/>
    <w:rsid w:val="007714B6"/>
  </w:style>
  <w:style w:type="paragraph" w:customStyle="1" w:styleId="9F3EC9FAB65749B09B7BF2FBAD354772">
    <w:name w:val="9F3EC9FAB65749B09B7BF2FBAD354772"/>
    <w:rsid w:val="007714B6"/>
  </w:style>
  <w:style w:type="paragraph" w:customStyle="1" w:styleId="09E1B776246A45F9BB68FC81AF3619B9">
    <w:name w:val="09E1B776246A45F9BB68FC81AF3619B9"/>
    <w:rsid w:val="007714B6"/>
  </w:style>
  <w:style w:type="paragraph" w:customStyle="1" w:styleId="3318ABEE3D1E488CB1D3ADFE9FDE11AC">
    <w:name w:val="3318ABEE3D1E488CB1D3ADFE9FDE11AC"/>
    <w:rsid w:val="007714B6"/>
  </w:style>
  <w:style w:type="paragraph" w:customStyle="1" w:styleId="6DB6DF63C21946BA933E2E5E73985DEF">
    <w:name w:val="6DB6DF63C21946BA933E2E5E73985DEF"/>
    <w:rsid w:val="007714B6"/>
  </w:style>
  <w:style w:type="paragraph" w:customStyle="1" w:styleId="E972E254611A4B279656B7415FFA61DB">
    <w:name w:val="E972E254611A4B279656B7415FFA61DB"/>
    <w:rsid w:val="007714B6"/>
  </w:style>
  <w:style w:type="paragraph" w:customStyle="1" w:styleId="C868771A4A084B79A1674E9C3346F471">
    <w:name w:val="C868771A4A084B79A1674E9C3346F471"/>
    <w:rsid w:val="007714B6"/>
  </w:style>
  <w:style w:type="paragraph" w:customStyle="1" w:styleId="E4454F6B8CDE4665954E7AE0D5CD6BB3">
    <w:name w:val="E4454F6B8CDE4665954E7AE0D5CD6BB3"/>
    <w:rsid w:val="007714B6"/>
  </w:style>
  <w:style w:type="paragraph" w:customStyle="1" w:styleId="8B36088889D14A489CF6605016F3598D">
    <w:name w:val="8B36088889D14A489CF6605016F3598D"/>
    <w:rsid w:val="00A40DD4"/>
  </w:style>
  <w:style w:type="paragraph" w:customStyle="1" w:styleId="65DC886CFA8A42629EDD7162532E8A7E">
    <w:name w:val="65DC886CFA8A42629EDD7162532E8A7E"/>
    <w:rsid w:val="00A40DD4"/>
  </w:style>
  <w:style w:type="paragraph" w:customStyle="1" w:styleId="A1FC2657E47C4E21B00770DF55DA0FE9">
    <w:name w:val="A1FC2657E47C4E21B00770DF55DA0FE9"/>
    <w:rsid w:val="00AA344A"/>
  </w:style>
  <w:style w:type="paragraph" w:customStyle="1" w:styleId="76FC987C0BED485980D5DF439224B148">
    <w:name w:val="76FC987C0BED485980D5DF439224B148"/>
    <w:rsid w:val="00AA3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BCDDC53F-DF6D-4B9B-9B9F-B7F357B7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F8AE2AE9</Template>
  <TotalTime>120</TotalTime>
  <Pages>4</Pages>
  <Words>1538</Words>
  <Characters>8770</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Perna, Gabriella</cp:lastModifiedBy>
  <cp:revision>39</cp:revision>
  <cp:lastPrinted>2012-10-01T11:07:00Z</cp:lastPrinted>
  <dcterms:created xsi:type="dcterms:W3CDTF">2023-08-04T12:13:00Z</dcterms:created>
  <dcterms:modified xsi:type="dcterms:W3CDTF">2023-10-19T09:30:00Z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