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Cotral</w:t>
      </w:r>
      <w:proofErr w:type="spellEnd"/>
      <w:r>
        <w:rPr>
          <w:sz w:val="28"/>
          <w:szCs w:val="28"/>
        </w:rPr>
        <w:t xml:space="preserve">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bookmarkStart w:id="0" w:name="_GoBack"/>
          <w:r w:rsidR="00FC0804">
            <w:t>…………………………………………………………………………………………………….</w:t>
          </w:r>
          <w:bookmarkEnd w:id="0"/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F214B1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Ygl9FBqcQvcohxrlhBEHoz3BHzJ75FjlsQI4rKZlf87H1t5RImdhoT+J+pdEu8vXn5085ywL4XvxeFE+BgwARA==" w:salt="9bX0oMukU9aq22A6vR782w==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9255E7"/>
    <w:rsid w:val="00931E99"/>
    <w:rsid w:val="00934EB3"/>
    <w:rsid w:val="00950AD8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B2CA8"/>
    <w:rsid w:val="00DC63D0"/>
    <w:rsid w:val="00E60C58"/>
    <w:rsid w:val="00E967E0"/>
    <w:rsid w:val="00E969EB"/>
    <w:rsid w:val="00F15367"/>
    <w:rsid w:val="00F214B1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A2CFC-A7D6-435D-8E08-4E6AF0BE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C4CB463C</Template>
  <TotalTime>30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23</cp:revision>
  <cp:lastPrinted>2017-04-06T11:04:00Z</cp:lastPrinted>
  <dcterms:created xsi:type="dcterms:W3CDTF">2017-04-06T11:02:00Z</dcterms:created>
  <dcterms:modified xsi:type="dcterms:W3CDTF">2023-05-25T13:43:00Z</dcterms:modified>
</cp:coreProperties>
</file>