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1AE2A536" w14:textId="10070323" w:rsidR="00B36035" w:rsidRDefault="000952EB" w:rsidP="00AD224E">
      <w:pPr>
        <w:jc w:val="both"/>
        <w:rPr>
          <w:rFonts w:ascii="Arial" w:hAnsi="Arial" w:cs="Arial"/>
          <w:b/>
          <w:sz w:val="20"/>
          <w:szCs w:val="20"/>
        </w:rPr>
      </w:pPr>
      <w:r w:rsidRPr="000952EB">
        <w:rPr>
          <w:rFonts w:ascii="Arial" w:hAnsi="Arial" w:cs="Arial"/>
          <w:b/>
          <w:bCs/>
          <w:sz w:val="20"/>
          <w:szCs w:val="20"/>
        </w:rPr>
        <w:t xml:space="preserve">OGGETTO: </w:t>
      </w:r>
      <w:r w:rsidR="00EE05F9" w:rsidRPr="00EE05F9">
        <w:rPr>
          <w:rFonts w:ascii="Arial" w:hAnsi="Arial" w:cs="Arial"/>
          <w:b/>
          <w:bCs/>
          <w:sz w:val="20"/>
          <w:szCs w:val="20"/>
        </w:rPr>
        <w:t>Procedura Aperta n. 06/2024, da esperirsi mediante Richiesta di Offerta in Busta Chiusa Digitale, gestita interamente per via telematica, da aggiudicarsi con il criterio dell’offerta economicamente più vantaggiosa ai sensi degli artt. 25, 59, 71 e 108 comma 1 del D.lgs. n. 36/2023, per l’affidamento, mediante Accordo Quadro, dei servizi di stampa, allestimento e deallestimento per la realizzazione di campagne di pubblicità</w:t>
      </w:r>
      <w:r w:rsidR="00E72487">
        <w:rPr>
          <w:rFonts w:ascii="Arial" w:hAnsi="Arial" w:cs="Arial"/>
          <w:b/>
          <w:bCs/>
          <w:sz w:val="20"/>
          <w:szCs w:val="20"/>
        </w:rPr>
        <w:t xml:space="preserve"> dinamica e </w:t>
      </w:r>
      <w:r w:rsidR="00E72487" w:rsidRPr="00C80740">
        <w:rPr>
          <w:rFonts w:ascii="Arial" w:hAnsi="Arial" w:cs="Arial"/>
          <w:b/>
          <w:bCs/>
          <w:sz w:val="20"/>
          <w:szCs w:val="20"/>
        </w:rPr>
        <w:t xml:space="preserve">decordinamica-  CPV 79824000-6 </w:t>
      </w:r>
      <w:r w:rsidR="00EE05F9" w:rsidRPr="00C80740">
        <w:rPr>
          <w:rFonts w:ascii="Arial" w:hAnsi="Arial" w:cs="Arial"/>
          <w:b/>
          <w:bCs/>
          <w:sz w:val="20"/>
          <w:szCs w:val="20"/>
        </w:rPr>
        <w:t>–</w:t>
      </w:r>
      <w:r w:rsidR="00EE05F9" w:rsidRPr="00EE05F9">
        <w:rPr>
          <w:rFonts w:ascii="Arial" w:hAnsi="Arial" w:cs="Arial"/>
          <w:b/>
          <w:bCs/>
          <w:sz w:val="20"/>
          <w:szCs w:val="20"/>
        </w:rPr>
        <w:t xml:space="preserve"> RUP: Paola Scipioni – </w:t>
      </w:r>
      <w:r w:rsidR="00744AD4" w:rsidRPr="00744AD4">
        <w:rPr>
          <w:rFonts w:ascii="Arial" w:hAnsi="Arial" w:cs="Arial"/>
          <w:b/>
          <w:bCs/>
          <w:sz w:val="20"/>
          <w:szCs w:val="20"/>
        </w:rPr>
        <w:t>CIG: B150A719D9</w:t>
      </w:r>
    </w:p>
    <w:p w14:paraId="69F8CB23" w14:textId="77777777" w:rsidR="00A857E6" w:rsidRPr="00A153F4" w:rsidRDefault="00A857E6" w:rsidP="00406DBE">
      <w:pPr>
        <w:tabs>
          <w:tab w:val="left" w:pos="8908"/>
        </w:tabs>
        <w:jc w:val="center"/>
        <w:rPr>
          <w:rFonts w:ascii="Arial" w:hAnsi="Arial" w:cs="Arial"/>
          <w:b/>
          <w:sz w:val="20"/>
          <w:szCs w:val="20"/>
        </w:rPr>
      </w:pPr>
    </w:p>
    <w:p w14:paraId="38C4EC0A"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9B240FBC600F4D1B8CFB195AAAC327CB"/>
          </w:placeholder>
        </w:sdtPr>
        <w:sdtEndPr/>
        <w:sdtContent>
          <w:bookmarkStart w:id="0" w:name="_GoBack"/>
          <w:r w:rsidRPr="00262AAE">
            <w:rPr>
              <w:rFonts w:ascii="Arial" w:hAnsi="Arial" w:cs="Arial"/>
              <w:sz w:val="20"/>
              <w:szCs w:val="20"/>
            </w:rPr>
            <w:t>.………………………………………..…………………………………………………</w:t>
          </w:r>
          <w:bookmarkEnd w:id="0"/>
        </w:sdtContent>
      </w:sdt>
    </w:p>
    <w:p w14:paraId="759FFC38"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w:t>
      </w:r>
      <w:proofErr w:type="spellStart"/>
      <w:r w:rsidRPr="00262AAE">
        <w:rPr>
          <w:rFonts w:ascii="Arial" w:hAnsi="Arial" w:cs="Arial"/>
          <w:kern w:val="3"/>
          <w:sz w:val="20"/>
          <w:szCs w:val="20"/>
        </w:rPr>
        <w:t>a</w:t>
      </w:r>
      <w:proofErr w:type="spellEnd"/>
      <w:r w:rsidRPr="00262AAE">
        <w:rPr>
          <w:rFonts w:ascii="Arial" w:hAnsi="Arial" w:cs="Arial"/>
          <w:kern w:val="3"/>
          <w:sz w:val="20"/>
          <w:szCs w:val="20"/>
        </w:rPr>
        <w:t xml:space="preserve"> </w:t>
      </w:r>
      <w:r w:rsidRPr="00262AAE">
        <w:rPr>
          <w:rFonts w:ascii="Arial" w:hAnsi="Arial" w:cs="Arial"/>
          <w:i/>
          <w:kern w:val="3"/>
          <w:sz w:val="20"/>
          <w:szCs w:val="20"/>
        </w:rPr>
        <w:t>.</w:t>
      </w:r>
      <w:sdt>
        <w:sdtPr>
          <w:rPr>
            <w:rFonts w:ascii="Arial" w:hAnsi="Arial" w:cs="Arial"/>
            <w:sz w:val="20"/>
            <w:szCs w:val="20"/>
          </w:rPr>
          <w:id w:val="-663246123"/>
          <w:placeholder>
            <w:docPart w:val="F2B0E11347EE4956B75E26006A90E90F"/>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BCEB13BACAF74529B2A4A9A164FF3E9B"/>
          </w:placeholder>
        </w:sdtPr>
        <w:sdtEndPr/>
        <w:sdtContent>
          <w:r w:rsidRPr="00262AAE">
            <w:rPr>
              <w:rFonts w:ascii="Arial" w:hAnsi="Arial" w:cs="Arial"/>
              <w:sz w:val="20"/>
              <w:szCs w:val="20"/>
            </w:rPr>
            <w:t>.……………………………………</w:t>
          </w:r>
        </w:sdtContent>
      </w:sdt>
    </w:p>
    <w:p w14:paraId="159BE03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A6122ADB4B7E4F64BD60874954453A5A"/>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17F558CD"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3FA280CF02DC45B59B8C2C7E482B9C50"/>
          </w:placeholder>
        </w:sdtPr>
        <w:sdtEndPr/>
        <w:sdtContent>
          <w:r w:rsidRPr="00262AAE">
            <w:rPr>
              <w:rFonts w:ascii="Arial" w:hAnsi="Arial" w:cs="Arial"/>
              <w:sz w:val="20"/>
              <w:szCs w:val="20"/>
            </w:rPr>
            <w:t>.……………………………………………………………….………………………………</w:t>
          </w:r>
        </w:sdtContent>
      </w:sdt>
    </w:p>
    <w:p w14:paraId="3A5C7A8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34C6876FC8E5419C904743D5015F3840"/>
          </w:placeholder>
        </w:sdtPr>
        <w:sdtEndPr/>
        <w:sdtContent>
          <w:r w:rsidRPr="00262AAE">
            <w:rPr>
              <w:rFonts w:ascii="Arial" w:hAnsi="Arial" w:cs="Arial"/>
              <w:sz w:val="20"/>
              <w:szCs w:val="20"/>
            </w:rPr>
            <w:t>.…………………………………………………………………….………………………………</w:t>
          </w:r>
        </w:sdtContent>
      </w:sdt>
    </w:p>
    <w:p w14:paraId="08D46C0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A4CE668E4EC045A1A1001DD77967D8C7"/>
          </w:placeholder>
        </w:sdtPr>
        <w:sdtEndPr/>
        <w:sdtContent>
          <w:r w:rsidRPr="00262AAE">
            <w:rPr>
              <w:rFonts w:ascii="Arial" w:hAnsi="Arial" w:cs="Arial"/>
              <w:sz w:val="20"/>
              <w:szCs w:val="20"/>
            </w:rPr>
            <w:t>.……………………………………………………………………………………………</w:t>
          </w:r>
        </w:sdtContent>
      </w:sdt>
    </w:p>
    <w:p w14:paraId="5840EEC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C1DDA3C3484640D1B43480AF9A9F9701"/>
          </w:placeholder>
        </w:sdtPr>
        <w:sdtEndPr/>
        <w:sdtContent>
          <w:r w:rsidRPr="00262AAE">
            <w:rPr>
              <w:rFonts w:ascii="Arial" w:hAnsi="Arial" w:cs="Arial"/>
              <w:sz w:val="20"/>
              <w:szCs w:val="20"/>
            </w:rPr>
            <w:t>.……………………………………………………………………………………………</w:t>
          </w:r>
        </w:sdtContent>
      </w:sdt>
    </w:p>
    <w:p w14:paraId="4E14546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FCEC782A6C8497EBC7FC73090E99E36"/>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100D83D39E2F42959B15FE2AAF716BFB"/>
          </w:placeholder>
        </w:sdtPr>
        <w:sdtEndPr/>
        <w:sdtContent>
          <w:r w:rsidRPr="00262AAE">
            <w:rPr>
              <w:rFonts w:ascii="Arial" w:hAnsi="Arial" w:cs="Arial"/>
              <w:sz w:val="20"/>
              <w:szCs w:val="20"/>
            </w:rPr>
            <w:t>.…………………………………</w:t>
          </w:r>
        </w:sdtContent>
      </w:sdt>
    </w:p>
    <w:p w14:paraId="7CF5E726"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021DE5A0DF746FF869FF4DE6FECB044"/>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9BC1829638C74691B5EE7D3F6E5DC05A"/>
          </w:placeholder>
        </w:sdtPr>
        <w:sdtEndPr/>
        <w:sdtContent>
          <w:r w:rsidRPr="00262AAE">
            <w:rPr>
              <w:rFonts w:ascii="Arial" w:hAnsi="Arial"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77777777" w:rsidR="00F1507F" w:rsidRPr="00262AAE" w:rsidRDefault="00F1507F" w:rsidP="00F1507F">
      <w:pPr>
        <w:spacing w:line="360" w:lineRule="auto"/>
        <w:jc w:val="both"/>
        <w:rPr>
          <w:rFonts w:ascii="Arial" w:hAnsi="Arial" w:cs="Arial"/>
          <w:color w:val="000000"/>
          <w:sz w:val="20"/>
          <w:szCs w:val="20"/>
        </w:rPr>
      </w:pPr>
      <w:r w:rsidRPr="00262AAE">
        <w:rPr>
          <w:rFonts w:ascii="Arial" w:hAnsi="Arial" w:cs="Arial"/>
          <w:b/>
          <w:bCs/>
          <w:color w:val="000000"/>
          <w:sz w:val="20"/>
          <w:szCs w:val="20"/>
        </w:rPr>
        <w:t>Soggetto che presenta l’offerta nella sua qualità di:</w:t>
      </w:r>
      <w:r w:rsidRPr="00262AAE">
        <w:rPr>
          <w:rFonts w:ascii="Arial" w:hAnsi="Arial" w:cs="Arial"/>
          <w:sz w:val="20"/>
          <w:szCs w:val="20"/>
        </w:rPr>
        <w:t xml:space="preserve"> </w:t>
      </w:r>
      <w:r w:rsidRPr="00262AAE">
        <w:rPr>
          <w:rFonts w:ascii="Arial" w:hAnsi="Arial" w:cs="Arial"/>
          <w:color w:val="000000"/>
          <w:sz w:val="20"/>
          <w:szCs w:val="20"/>
        </w:rPr>
        <w:t>(barrare la casella che interessa)</w:t>
      </w:r>
    </w:p>
    <w:p w14:paraId="56764EC0" w14:textId="77777777" w:rsidR="00F1507F" w:rsidRPr="00262AAE" w:rsidRDefault="00F1507F" w:rsidP="00F1507F">
      <w:pPr>
        <w:spacing w:line="360" w:lineRule="auto"/>
        <w:jc w:val="both"/>
        <w:rPr>
          <w:rFonts w:ascii="Arial" w:hAnsi="Arial" w:cs="Arial"/>
          <w:sz w:val="20"/>
          <w:szCs w:val="20"/>
        </w:rPr>
      </w:pPr>
    </w:p>
    <w:p w14:paraId="13B7F1D8" w14:textId="77777777" w:rsidR="00F1507F" w:rsidRPr="00262AAE" w:rsidRDefault="00287AA0"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Titolare o Legale rappresentante </w:t>
      </w:r>
    </w:p>
    <w:p w14:paraId="12C5B9FF" w14:textId="77777777" w:rsidR="00F1507F" w:rsidRPr="00262AAE" w:rsidRDefault="00287AA0"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Procuratore speciale / generale</w:t>
      </w:r>
    </w:p>
    <w:p w14:paraId="467D2CE6" w14:textId="77777777" w:rsidR="00F1507F" w:rsidRDefault="00F1507F" w:rsidP="00F1507F">
      <w:pPr>
        <w:autoSpaceDE w:val="0"/>
        <w:autoSpaceDN w:val="0"/>
        <w:adjustRightInd w:val="0"/>
        <w:jc w:val="center"/>
        <w:rPr>
          <w:rFonts w:ascii="Arial" w:hAnsi="Arial" w:cs="Arial"/>
          <w:b/>
          <w:bCs/>
          <w:color w:val="000000"/>
          <w:sz w:val="20"/>
          <w:szCs w:val="20"/>
        </w:rPr>
      </w:pPr>
    </w:p>
    <w:p w14:paraId="4B305569" w14:textId="77777777" w:rsidR="00F1507F" w:rsidRPr="00262AAE" w:rsidRDefault="00F1507F" w:rsidP="00F1507F">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 xml:space="preserve">per: </w:t>
      </w:r>
      <w:r w:rsidRPr="00262AAE">
        <w:rPr>
          <w:rFonts w:ascii="Arial" w:hAnsi="Arial" w:cs="Arial"/>
          <w:color w:val="000000"/>
          <w:sz w:val="20"/>
          <w:szCs w:val="20"/>
        </w:rPr>
        <w:t>(barrare la casella che interessa)</w:t>
      </w:r>
    </w:p>
    <w:p w14:paraId="18497F87" w14:textId="77777777" w:rsidR="00F1507F" w:rsidRPr="00262AAE" w:rsidRDefault="00F1507F" w:rsidP="00F1507F">
      <w:pPr>
        <w:autoSpaceDE w:val="0"/>
        <w:autoSpaceDN w:val="0"/>
        <w:adjustRightInd w:val="0"/>
        <w:jc w:val="center"/>
        <w:rPr>
          <w:rFonts w:ascii="Arial" w:hAnsi="Arial" w:cs="Arial"/>
          <w:color w:val="000000"/>
          <w:sz w:val="20"/>
          <w:szCs w:val="20"/>
        </w:rPr>
      </w:pPr>
    </w:p>
    <w:p w14:paraId="56AE2479"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p>
    <w:p w14:paraId="71BA2C44" w14:textId="77777777" w:rsidR="00F1507F" w:rsidRPr="00262AAE" w:rsidRDefault="00287AA0"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Impresa individuale (D.Lgs. 36/2023 art. 65 – comma 2 - lett. a);</w:t>
      </w:r>
    </w:p>
    <w:p w14:paraId="0E4125A4" w14:textId="77777777" w:rsidR="00F1507F" w:rsidRPr="00262AAE" w:rsidRDefault="00287AA0"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fra società cooperativa di produzione e lavoro (D.Lgs. 36/2023 art. 65 – comma 2 - lett. b);</w:t>
      </w:r>
    </w:p>
    <w:p w14:paraId="744DBEA5" w14:textId="77777777" w:rsidR="00F1507F" w:rsidRPr="00262AAE" w:rsidRDefault="00287AA0"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tra imprese artigiane (D.Lgs. 36/2023 art. 65 – comma 2 - lett. c);</w:t>
      </w:r>
    </w:p>
    <w:p w14:paraId="6597B760" w14:textId="77777777" w:rsidR="00F1507F" w:rsidRPr="00262AAE" w:rsidRDefault="00287AA0"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stabile (D.Lgs. 36/2023 art. 65 – comma 2 - lett. d);</w:t>
      </w:r>
    </w:p>
    <w:p w14:paraId="0862CC66" w14:textId="77777777" w:rsidR="00F1507F" w:rsidRPr="00262AAE" w:rsidRDefault="00287AA0"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raggruppamento temporaneo (D.Lgs. 36/2023 art. 65 – comma 2 - lett. e);</w:t>
      </w:r>
    </w:p>
    <w:p w14:paraId="51481575"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56C1061"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18212733" w14:textId="77777777" w:rsidR="00F1507F" w:rsidRPr="00262AAE" w:rsidRDefault="00287AA0"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consorzio ordinario (D.Lgs. 36/2023 art. 65 – comma 2 - lett. f);</w:t>
      </w:r>
    </w:p>
    <w:p w14:paraId="4AE98DB8"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7CEE9C8A"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68F84C06" w14:textId="77777777" w:rsidR="00F1507F" w:rsidRPr="00262AAE" w:rsidRDefault="00287AA0"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Aggregazione di imprese di rete (D.Lgs. 36/2023 art. 65 – comma 2 - lett. g);</w:t>
      </w:r>
    </w:p>
    <w:p w14:paraId="18895F9E"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6925F747"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708C588C" w14:textId="77777777" w:rsidR="00F1507F"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lastRenderedPageBreak/>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262AAE" w:rsidRDefault="00287AA0"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 </w:t>
      </w:r>
      <w:r w:rsidR="00F1507F" w:rsidRPr="00262AAE">
        <w:rPr>
          <w:rFonts w:ascii="Arial" w:hAnsi="Arial" w:cs="Arial"/>
          <w:color w:val="000000"/>
          <w:sz w:val="20"/>
          <w:szCs w:val="20"/>
          <w:lang w:val="en-US"/>
        </w:rPr>
        <w:t>GEIE (D.Lgs. 36/2023 art. 65 – comma 2 - lett. h);</w:t>
      </w:r>
    </w:p>
    <w:p w14:paraId="25C6D37E" w14:textId="77777777" w:rsidR="00F1507F" w:rsidRPr="00262AAE" w:rsidRDefault="00F1507F" w:rsidP="00F1507F">
      <w:pPr>
        <w:pStyle w:val="LetteraTipo"/>
        <w:jc w:val="both"/>
        <w:rPr>
          <w:b/>
        </w:rPr>
      </w:pPr>
    </w:p>
    <w:p w14:paraId="57AC5D24"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DICHIARA / DICHIARANO CONGIUNTAMENTE</w:t>
      </w:r>
    </w:p>
    <w:p w14:paraId="0A7E1C27"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CHE LA/E MEDESIMA/E</w:t>
      </w:r>
    </w:p>
    <w:p w14:paraId="230AB121"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SI OBBLIGA/NO</w:t>
      </w:r>
    </w:p>
    <w:p w14:paraId="6C39F1DD" w14:textId="77777777" w:rsidR="00F1507F" w:rsidRDefault="00F1507F" w:rsidP="00F1507F">
      <w:pPr>
        <w:jc w:val="center"/>
        <w:rPr>
          <w:rFonts w:ascii="Arial" w:hAnsi="Arial" w:cs="Arial"/>
          <w:b/>
          <w:sz w:val="20"/>
          <w:szCs w:val="20"/>
        </w:rPr>
      </w:pPr>
    </w:p>
    <w:p w14:paraId="060091F1" w14:textId="77777777" w:rsidR="00F1507F" w:rsidRPr="00262AAE" w:rsidRDefault="00F1507F" w:rsidP="00F1507F">
      <w:pPr>
        <w:rPr>
          <w:rFonts w:ascii="Arial" w:hAnsi="Arial" w:cs="Arial"/>
          <w:sz w:val="20"/>
          <w:szCs w:val="20"/>
        </w:rPr>
      </w:pPr>
    </w:p>
    <w:p w14:paraId="5EEB7855" w14:textId="77777777" w:rsidR="00F1507F" w:rsidRPr="00262AAE" w:rsidRDefault="00F1507F" w:rsidP="00F1507F">
      <w:pPr>
        <w:jc w:val="both"/>
        <w:rPr>
          <w:rFonts w:ascii="Arial" w:hAnsi="Arial" w:cs="Arial"/>
          <w:sz w:val="20"/>
          <w:szCs w:val="20"/>
        </w:rPr>
      </w:pPr>
      <w:r w:rsidRPr="00262AAE">
        <w:rPr>
          <w:rFonts w:ascii="Arial" w:hAnsi="Arial" w:cs="Arial"/>
          <w:sz w:val="20"/>
          <w:szCs w:val="20"/>
        </w:rPr>
        <w:t>ad eseguire l’appalto in oggetto secondo quanto prescritto dalla documentazione tecnica alle seguenti condizioni:</w:t>
      </w:r>
    </w:p>
    <w:p w14:paraId="520665A0" w14:textId="6B85CA2C" w:rsidR="00F8468E" w:rsidRPr="00BA7887" w:rsidRDefault="00F1507F" w:rsidP="00BA7887">
      <w:pPr>
        <w:rPr>
          <w:rFonts w:ascii="Arial" w:hAnsi="Arial" w:cs="Arial"/>
          <w:sz w:val="20"/>
          <w:szCs w:val="20"/>
        </w:rPr>
      </w:pPr>
      <w:r w:rsidRPr="00262AAE">
        <w:rPr>
          <w:rFonts w:ascii="Arial" w:hAnsi="Arial" w:cs="Arial"/>
          <w:sz w:val="20"/>
          <w:szCs w:val="20"/>
        </w:rPr>
        <w:t xml:space="preserve"> </w:t>
      </w:r>
    </w:p>
    <w:p w14:paraId="7375E68A" w14:textId="77777777" w:rsidR="00EE05F9" w:rsidRDefault="00EE05F9" w:rsidP="00EE05F9">
      <w:pPr>
        <w:jc w:val="both"/>
        <w:rPr>
          <w:rFonts w:ascii="Arial" w:hAnsi="Arial" w:cs="Arial"/>
          <w:b/>
          <w:sz w:val="20"/>
          <w:szCs w:val="20"/>
        </w:rPr>
      </w:pPr>
      <w:r>
        <w:rPr>
          <w:rFonts w:ascii="Arial" w:hAnsi="Arial" w:cs="Arial"/>
          <w:b/>
          <w:sz w:val="20"/>
          <w:szCs w:val="20"/>
        </w:rPr>
        <w:t xml:space="preserve">SUBCRITERIO </w:t>
      </w:r>
      <w:r w:rsidRPr="00EB7C65">
        <w:rPr>
          <w:rFonts w:ascii="Arial" w:hAnsi="Arial" w:cs="Arial"/>
          <w:b/>
          <w:sz w:val="20"/>
          <w:szCs w:val="20"/>
        </w:rPr>
        <w:t>A):</w:t>
      </w:r>
    </w:p>
    <w:p w14:paraId="0D1A3838" w14:textId="77777777" w:rsidR="00EE05F9" w:rsidRDefault="00EE05F9" w:rsidP="00EE05F9">
      <w:pPr>
        <w:jc w:val="both"/>
        <w:rPr>
          <w:rFonts w:ascii="Arial" w:hAnsi="Arial" w:cs="Arial"/>
          <w:b/>
          <w:sz w:val="20"/>
          <w:szCs w:val="20"/>
        </w:rPr>
      </w:pPr>
    </w:p>
    <w:p w14:paraId="41EB6807" w14:textId="1C2A430C" w:rsidR="00EE05F9" w:rsidRPr="00FB71AC" w:rsidRDefault="00B43BC5" w:rsidP="00EE05F9">
      <w:pPr>
        <w:jc w:val="both"/>
        <w:rPr>
          <w:rFonts w:ascii="Arial" w:hAnsi="Arial" w:cs="Arial"/>
          <w:sz w:val="20"/>
          <w:szCs w:val="20"/>
        </w:rPr>
      </w:pPr>
      <w:r>
        <w:rPr>
          <w:rFonts w:ascii="Arial" w:hAnsi="Arial" w:cs="Arial"/>
          <w:b/>
          <w:sz w:val="20"/>
          <w:szCs w:val="20"/>
        </w:rPr>
        <w:t>r</w:t>
      </w:r>
      <w:r w:rsidR="00EE05F9" w:rsidRPr="00FB71AC">
        <w:rPr>
          <w:rFonts w:ascii="Arial" w:hAnsi="Arial" w:cs="Arial"/>
          <w:b/>
          <w:sz w:val="20"/>
          <w:szCs w:val="20"/>
        </w:rPr>
        <w:t>ibasso unico offerto</w:t>
      </w:r>
      <w:r w:rsidR="00FE5E64">
        <w:rPr>
          <w:rFonts w:ascii="Arial" w:hAnsi="Arial" w:cs="Arial"/>
          <w:b/>
          <w:sz w:val="20"/>
          <w:szCs w:val="20"/>
        </w:rPr>
        <w:t xml:space="preserve">, </w:t>
      </w:r>
      <w:r w:rsidR="00EE05F9">
        <w:rPr>
          <w:rFonts w:ascii="Arial" w:hAnsi="Arial" w:cs="Arial"/>
          <w:b/>
          <w:sz w:val="20"/>
          <w:szCs w:val="20"/>
        </w:rPr>
        <w:t xml:space="preserve"> </w:t>
      </w:r>
      <w:r w:rsidR="00FE5E64" w:rsidRPr="00FE5E64">
        <w:rPr>
          <w:rFonts w:ascii="Arial" w:hAnsi="Arial" w:cs="Arial"/>
          <w:b/>
          <w:sz w:val="20"/>
          <w:szCs w:val="20"/>
        </w:rPr>
        <w:t xml:space="preserve">espresso in termini percentuali (%) ed approssimato alla seconda cifra decimale </w:t>
      </w:r>
      <w:r w:rsidR="00EE05F9" w:rsidRPr="00FB71AC">
        <w:rPr>
          <w:rFonts w:ascii="Arial" w:hAnsi="Arial" w:cs="Arial"/>
          <w:b/>
          <w:i/>
          <w:sz w:val="20"/>
          <w:szCs w:val="20"/>
        </w:rPr>
        <w:t>(in cifre):</w:t>
      </w:r>
      <w:r w:rsidR="00EE05F9" w:rsidRPr="00FB71AC">
        <w:rPr>
          <w:rFonts w:ascii="Arial" w:hAnsi="Arial" w:cs="Arial"/>
          <w:i/>
          <w:sz w:val="20"/>
          <w:szCs w:val="20"/>
        </w:rPr>
        <w:t xml:space="preserve"> </w:t>
      </w:r>
      <w:sdt>
        <w:sdtPr>
          <w:rPr>
            <w:rFonts w:ascii="Arial" w:hAnsi="Arial" w:cs="Arial"/>
            <w:sz w:val="20"/>
            <w:szCs w:val="20"/>
          </w:rPr>
          <w:id w:val="711007770"/>
          <w:placeholder>
            <w:docPart w:val="2C8533A50C7041DE92FC33A262A85881"/>
          </w:placeholder>
        </w:sdtPr>
        <w:sdtEndPr/>
        <w:sdtContent>
          <w:r w:rsidR="00EE05F9" w:rsidRPr="00FB71AC">
            <w:rPr>
              <w:rFonts w:ascii="Arial" w:hAnsi="Arial" w:cs="Arial"/>
              <w:sz w:val="20"/>
              <w:szCs w:val="20"/>
            </w:rPr>
            <w:t>………………………………….….……………………………………………..………………</w:t>
          </w:r>
        </w:sdtContent>
      </w:sdt>
    </w:p>
    <w:p w14:paraId="7F02AA68" w14:textId="77777777" w:rsidR="00EE05F9" w:rsidRPr="00FB71AC" w:rsidRDefault="00EE05F9" w:rsidP="00EE05F9">
      <w:pPr>
        <w:jc w:val="both"/>
        <w:rPr>
          <w:rFonts w:ascii="Arial" w:hAnsi="Arial" w:cs="Arial"/>
          <w:sz w:val="20"/>
          <w:szCs w:val="20"/>
        </w:rPr>
      </w:pPr>
    </w:p>
    <w:p w14:paraId="24505E21" w14:textId="1539950B" w:rsidR="00EE05F9" w:rsidRPr="00FB71AC" w:rsidRDefault="00FE5E64" w:rsidP="00EE05F9">
      <w:pPr>
        <w:jc w:val="both"/>
        <w:rPr>
          <w:rFonts w:ascii="Arial" w:hAnsi="Arial" w:cs="Arial"/>
          <w:i/>
          <w:sz w:val="20"/>
          <w:szCs w:val="20"/>
        </w:rPr>
      </w:pPr>
      <w:r w:rsidRPr="00FE5E64">
        <w:rPr>
          <w:rFonts w:ascii="Arial" w:hAnsi="Arial" w:cs="Arial"/>
          <w:b/>
          <w:sz w:val="20"/>
          <w:szCs w:val="20"/>
        </w:rPr>
        <w:t xml:space="preserve">ribasso unico offerto,  espresso in termini percentuali (%) ed approssimato alla seconda cifra decimale </w:t>
      </w:r>
      <w:r w:rsidR="00EE05F9" w:rsidRPr="00FB71AC">
        <w:rPr>
          <w:rFonts w:ascii="Arial" w:hAnsi="Arial" w:cs="Arial"/>
          <w:b/>
          <w:i/>
          <w:sz w:val="20"/>
          <w:szCs w:val="20"/>
        </w:rPr>
        <w:t>(in lettere)</w:t>
      </w:r>
    </w:p>
    <w:p w14:paraId="3A37E5B1" w14:textId="77777777" w:rsidR="00EE05F9" w:rsidRPr="00FB71AC" w:rsidRDefault="00287AA0" w:rsidP="00EE05F9">
      <w:pPr>
        <w:jc w:val="both"/>
        <w:rPr>
          <w:rFonts w:ascii="Arial" w:hAnsi="Arial" w:cs="Arial"/>
          <w:b/>
          <w:i/>
          <w:sz w:val="20"/>
          <w:szCs w:val="20"/>
        </w:rPr>
      </w:pPr>
      <w:sdt>
        <w:sdtPr>
          <w:rPr>
            <w:rFonts w:ascii="Arial" w:hAnsi="Arial" w:cs="Arial"/>
            <w:sz w:val="20"/>
            <w:szCs w:val="20"/>
          </w:rPr>
          <w:id w:val="-1175713676"/>
          <w:placeholder>
            <w:docPart w:val="06C3F33B8F6245C880F8D8481E488953"/>
          </w:placeholder>
        </w:sdtPr>
        <w:sdtEndPr/>
        <w:sdtContent>
          <w:r w:rsidR="00EE05F9" w:rsidRPr="00FB71AC">
            <w:rPr>
              <w:rFonts w:ascii="Arial" w:hAnsi="Arial" w:cs="Arial"/>
              <w:sz w:val="20"/>
              <w:szCs w:val="20"/>
            </w:rPr>
            <w:t>………………………………….….……………………………………………..………………</w:t>
          </w:r>
        </w:sdtContent>
      </w:sdt>
    </w:p>
    <w:p w14:paraId="0D7378A4" w14:textId="77777777" w:rsidR="00EE05F9" w:rsidRDefault="00EE05F9" w:rsidP="00EE05F9">
      <w:pPr>
        <w:pStyle w:val="Corpotesto"/>
        <w:widowControl w:val="0"/>
        <w:tabs>
          <w:tab w:val="num" w:pos="540"/>
        </w:tabs>
        <w:ind w:firstLine="0"/>
        <w:rPr>
          <w:rFonts w:ascii="Arial" w:hAnsi="Arial" w:cs="Arial"/>
          <w:sz w:val="20"/>
        </w:rPr>
      </w:pPr>
    </w:p>
    <w:p w14:paraId="21E7EE0B" w14:textId="1D19C896" w:rsidR="00EE05F9" w:rsidRPr="00A90446" w:rsidRDefault="00EE05F9" w:rsidP="00EE05F9">
      <w:pPr>
        <w:pStyle w:val="Corpotesto"/>
        <w:widowControl w:val="0"/>
        <w:tabs>
          <w:tab w:val="num" w:pos="540"/>
        </w:tabs>
        <w:ind w:firstLine="0"/>
        <w:rPr>
          <w:rFonts w:ascii="Arial" w:hAnsi="Arial" w:cs="Arial"/>
          <w:sz w:val="20"/>
          <w:u w:val="single"/>
        </w:rPr>
      </w:pPr>
      <w:r w:rsidRPr="00A90446">
        <w:rPr>
          <w:rFonts w:ascii="Arial" w:hAnsi="Arial" w:cs="Arial"/>
          <w:sz w:val="20"/>
          <w:u w:val="single"/>
        </w:rPr>
        <w:t>da applicarsi ai prezzi unitari posti a base di gara, riportati nell’Allegato A</w:t>
      </w:r>
      <w:r w:rsidR="00880B21">
        <w:rPr>
          <w:rFonts w:ascii="Arial" w:hAnsi="Arial" w:cs="Arial"/>
          <w:sz w:val="20"/>
          <w:u w:val="single"/>
        </w:rPr>
        <w:t xml:space="preserve"> del CS</w:t>
      </w:r>
    </w:p>
    <w:p w14:paraId="7D04BEFF" w14:textId="77777777" w:rsidR="00EE05F9" w:rsidRPr="00FB71AC" w:rsidRDefault="00EE05F9" w:rsidP="00EE05F9">
      <w:pPr>
        <w:pStyle w:val="Corpotesto"/>
        <w:widowControl w:val="0"/>
        <w:tabs>
          <w:tab w:val="num" w:pos="540"/>
        </w:tabs>
        <w:ind w:firstLine="0"/>
        <w:rPr>
          <w:rFonts w:ascii="Arial" w:hAnsi="Arial" w:cs="Arial"/>
          <w:sz w:val="20"/>
        </w:rPr>
      </w:pPr>
    </w:p>
    <w:p w14:paraId="3A202F6D" w14:textId="77777777" w:rsidR="00EE05F9" w:rsidRPr="00EB7C65" w:rsidRDefault="00EE05F9" w:rsidP="00EE05F9">
      <w:pPr>
        <w:jc w:val="both"/>
        <w:rPr>
          <w:rFonts w:ascii="Arial" w:hAnsi="Arial" w:cs="Arial"/>
          <w:b/>
          <w:sz w:val="20"/>
          <w:szCs w:val="20"/>
        </w:rPr>
      </w:pPr>
      <w:r>
        <w:rPr>
          <w:rFonts w:ascii="Arial" w:hAnsi="Arial" w:cs="Arial"/>
          <w:b/>
          <w:sz w:val="20"/>
          <w:szCs w:val="20"/>
        </w:rPr>
        <w:t>SUBCRITERIO B</w:t>
      </w:r>
      <w:r w:rsidRPr="00EB7C65">
        <w:rPr>
          <w:rFonts w:ascii="Arial" w:hAnsi="Arial" w:cs="Arial"/>
          <w:b/>
          <w:sz w:val="20"/>
          <w:szCs w:val="20"/>
        </w:rPr>
        <w:t>):</w:t>
      </w:r>
    </w:p>
    <w:p w14:paraId="7FC84CEC" w14:textId="77777777" w:rsidR="00EE05F9" w:rsidRPr="00A90446" w:rsidRDefault="00EE05F9" w:rsidP="00EE05F9">
      <w:pPr>
        <w:pStyle w:val="Paragrafoelenco"/>
        <w:jc w:val="both"/>
        <w:rPr>
          <w:rFonts w:ascii="Arial" w:hAnsi="Arial" w:cs="Arial"/>
          <w:b/>
          <w:sz w:val="20"/>
          <w:szCs w:val="20"/>
        </w:rPr>
      </w:pPr>
    </w:p>
    <w:p w14:paraId="423C0241" w14:textId="487E624F" w:rsidR="00EE05F9" w:rsidRPr="00EE4D75" w:rsidRDefault="00B43BC5" w:rsidP="00EE05F9">
      <w:pPr>
        <w:jc w:val="both"/>
        <w:rPr>
          <w:rFonts w:ascii="Arial" w:hAnsi="Arial" w:cs="Arial"/>
          <w:sz w:val="20"/>
          <w:szCs w:val="20"/>
        </w:rPr>
      </w:pPr>
      <w:r>
        <w:rPr>
          <w:rFonts w:ascii="Arial" w:hAnsi="Arial" w:cs="Arial"/>
          <w:b/>
          <w:sz w:val="20"/>
          <w:szCs w:val="20"/>
        </w:rPr>
        <w:t>s</w:t>
      </w:r>
      <w:r w:rsidR="00EE05F9" w:rsidRPr="00EE4D75">
        <w:rPr>
          <w:rFonts w:ascii="Arial" w:hAnsi="Arial" w:cs="Arial"/>
          <w:b/>
          <w:sz w:val="20"/>
          <w:szCs w:val="20"/>
        </w:rPr>
        <w:t>conto complessivo offerto</w:t>
      </w:r>
      <w:r>
        <w:rPr>
          <w:rFonts w:ascii="Arial" w:hAnsi="Arial" w:cs="Arial"/>
          <w:b/>
          <w:sz w:val="20"/>
          <w:szCs w:val="20"/>
        </w:rPr>
        <w:t>, espresso in termini percentuali (</w:t>
      </w:r>
      <w:r w:rsidR="00EE05F9">
        <w:rPr>
          <w:rFonts w:ascii="Arial" w:hAnsi="Arial" w:cs="Arial"/>
          <w:b/>
          <w:sz w:val="20"/>
          <w:szCs w:val="20"/>
        </w:rPr>
        <w:t>%</w:t>
      </w:r>
      <w:r>
        <w:rPr>
          <w:rFonts w:ascii="Arial" w:hAnsi="Arial" w:cs="Arial"/>
          <w:b/>
          <w:sz w:val="20"/>
          <w:szCs w:val="20"/>
        </w:rPr>
        <w:t>) ed approssimato alla seconda cifra decimale</w:t>
      </w:r>
      <w:r w:rsidR="00EE05F9" w:rsidRPr="00EE4D75">
        <w:rPr>
          <w:rFonts w:ascii="Arial" w:hAnsi="Arial" w:cs="Arial"/>
          <w:b/>
          <w:sz w:val="20"/>
          <w:szCs w:val="20"/>
        </w:rPr>
        <w:t xml:space="preserve">, </w:t>
      </w:r>
      <w:r>
        <w:rPr>
          <w:rFonts w:ascii="Arial" w:hAnsi="Arial" w:cs="Arial"/>
          <w:b/>
          <w:sz w:val="20"/>
          <w:szCs w:val="20"/>
        </w:rPr>
        <w:t>comprensivo dello sconto indicato con riferimento al subcriterio A) e</w:t>
      </w:r>
      <w:r w:rsidR="00EE05F9" w:rsidRPr="00EE4D75">
        <w:rPr>
          <w:rFonts w:ascii="Arial" w:hAnsi="Arial" w:cs="Arial"/>
          <w:b/>
          <w:sz w:val="20"/>
          <w:szCs w:val="20"/>
        </w:rPr>
        <w:t xml:space="preserve"> dell’ulteriore ribasso percentuale offerto </w:t>
      </w:r>
      <w:r w:rsidR="00EE05F9" w:rsidRPr="00EE4D75">
        <w:rPr>
          <w:rFonts w:ascii="Arial" w:hAnsi="Arial" w:cs="Arial"/>
          <w:b/>
          <w:i/>
          <w:sz w:val="20"/>
          <w:szCs w:val="20"/>
        </w:rPr>
        <w:t>(in cifre):</w:t>
      </w:r>
      <w:r w:rsidR="00EE05F9" w:rsidRPr="00EE4D75">
        <w:rPr>
          <w:rFonts w:ascii="Arial" w:hAnsi="Arial" w:cs="Arial"/>
          <w:i/>
          <w:sz w:val="20"/>
          <w:szCs w:val="20"/>
        </w:rPr>
        <w:t xml:space="preserve"> </w:t>
      </w:r>
      <w:sdt>
        <w:sdtPr>
          <w:rPr>
            <w:rFonts w:ascii="Arial" w:hAnsi="Arial" w:cs="Arial"/>
            <w:sz w:val="20"/>
            <w:szCs w:val="20"/>
          </w:rPr>
          <w:id w:val="793648065"/>
          <w:placeholder>
            <w:docPart w:val="1F85AE92926D4A1BAFA268303A17DD77"/>
          </w:placeholder>
        </w:sdtPr>
        <w:sdtEndPr/>
        <w:sdtContent>
          <w:r w:rsidR="00EE05F9" w:rsidRPr="00EE4D75">
            <w:rPr>
              <w:rFonts w:ascii="Arial" w:hAnsi="Arial" w:cs="Arial"/>
              <w:sz w:val="20"/>
              <w:szCs w:val="20"/>
            </w:rPr>
            <w:t>………………………………….….……………………………………………..………………</w:t>
          </w:r>
        </w:sdtContent>
      </w:sdt>
    </w:p>
    <w:p w14:paraId="132F4FA8" w14:textId="77777777" w:rsidR="00EE05F9" w:rsidRPr="00EE4D75" w:rsidRDefault="00EE05F9" w:rsidP="00EE05F9">
      <w:pPr>
        <w:jc w:val="both"/>
        <w:rPr>
          <w:rFonts w:ascii="Arial" w:hAnsi="Arial" w:cs="Arial"/>
          <w:sz w:val="20"/>
          <w:szCs w:val="20"/>
        </w:rPr>
      </w:pPr>
    </w:p>
    <w:p w14:paraId="190FA3EB" w14:textId="7802B6DD" w:rsidR="00EE05F9" w:rsidRPr="00EE4D75" w:rsidRDefault="00B43BC5" w:rsidP="00EE05F9">
      <w:pPr>
        <w:jc w:val="both"/>
        <w:rPr>
          <w:rFonts w:ascii="Arial" w:hAnsi="Arial" w:cs="Arial"/>
          <w:i/>
          <w:sz w:val="20"/>
          <w:szCs w:val="20"/>
        </w:rPr>
      </w:pPr>
      <w:r w:rsidRPr="00B43BC5">
        <w:rPr>
          <w:rFonts w:ascii="Arial" w:hAnsi="Arial" w:cs="Arial"/>
          <w:b/>
          <w:sz w:val="20"/>
          <w:szCs w:val="20"/>
        </w:rPr>
        <w:t>sconto complessivo offerto, espresso in termini percentuali (%) ed approssimato alla seconda cifra decimale, comprensivo dello sconto indicato con riferimento al subcriterio A) e dell’ulteriore ribasso percentuale offerto</w:t>
      </w:r>
      <w:r w:rsidR="00EE05F9" w:rsidRPr="00EE4D75">
        <w:rPr>
          <w:rFonts w:ascii="Arial" w:hAnsi="Arial" w:cs="Arial"/>
          <w:b/>
          <w:sz w:val="20"/>
          <w:szCs w:val="20"/>
        </w:rPr>
        <w:t xml:space="preserve">) </w:t>
      </w:r>
      <w:r w:rsidR="00EE05F9" w:rsidRPr="00EE4D75">
        <w:rPr>
          <w:rFonts w:ascii="Arial" w:hAnsi="Arial" w:cs="Arial"/>
          <w:b/>
          <w:i/>
          <w:sz w:val="20"/>
          <w:szCs w:val="20"/>
        </w:rPr>
        <w:t>(in lettere)</w:t>
      </w:r>
    </w:p>
    <w:p w14:paraId="08103794" w14:textId="77777777" w:rsidR="00EE05F9" w:rsidRPr="00EE4D75" w:rsidRDefault="00287AA0" w:rsidP="00EE05F9">
      <w:pPr>
        <w:jc w:val="both"/>
        <w:rPr>
          <w:rFonts w:ascii="Arial" w:hAnsi="Arial" w:cs="Arial"/>
          <w:b/>
          <w:i/>
          <w:sz w:val="20"/>
          <w:szCs w:val="20"/>
        </w:rPr>
      </w:pPr>
      <w:sdt>
        <w:sdtPr>
          <w:rPr>
            <w:rFonts w:ascii="Arial" w:hAnsi="Arial" w:cs="Arial"/>
            <w:sz w:val="20"/>
            <w:szCs w:val="20"/>
          </w:rPr>
          <w:id w:val="-67038341"/>
          <w:placeholder>
            <w:docPart w:val="2CDA92641E9B4440A48CF103C91D742F"/>
          </w:placeholder>
        </w:sdtPr>
        <w:sdtEndPr/>
        <w:sdtContent>
          <w:r w:rsidR="00EE05F9" w:rsidRPr="00EE4D75">
            <w:rPr>
              <w:rFonts w:ascii="Arial" w:hAnsi="Arial" w:cs="Arial"/>
              <w:sz w:val="20"/>
              <w:szCs w:val="20"/>
            </w:rPr>
            <w:t>………………………………….….……………………………………………..………………</w:t>
          </w:r>
        </w:sdtContent>
      </w:sdt>
    </w:p>
    <w:p w14:paraId="7130EDFF" w14:textId="77777777" w:rsidR="00EE05F9" w:rsidRDefault="00EE05F9" w:rsidP="00EE05F9">
      <w:pPr>
        <w:pStyle w:val="Corpotesto"/>
        <w:widowControl w:val="0"/>
        <w:tabs>
          <w:tab w:val="num" w:pos="540"/>
        </w:tabs>
        <w:ind w:firstLine="0"/>
        <w:rPr>
          <w:rFonts w:ascii="Arial" w:hAnsi="Arial" w:cs="Arial"/>
          <w:sz w:val="20"/>
        </w:rPr>
      </w:pPr>
    </w:p>
    <w:p w14:paraId="7D27498B" w14:textId="77777777" w:rsidR="00EE05F9" w:rsidRPr="00A90446" w:rsidRDefault="00EE05F9" w:rsidP="00EE05F9">
      <w:pPr>
        <w:pStyle w:val="Corpotesto"/>
        <w:widowControl w:val="0"/>
        <w:tabs>
          <w:tab w:val="num" w:pos="540"/>
        </w:tabs>
        <w:ind w:firstLine="0"/>
        <w:rPr>
          <w:rFonts w:ascii="Arial" w:hAnsi="Arial" w:cs="Arial"/>
          <w:b/>
          <w:sz w:val="20"/>
          <w:u w:val="single"/>
        </w:rPr>
      </w:pPr>
      <w:r w:rsidRPr="00A90446">
        <w:rPr>
          <w:rFonts w:ascii="Arial" w:hAnsi="Arial" w:cs="Arial"/>
          <w:sz w:val="20"/>
          <w:u w:val="single"/>
        </w:rPr>
        <w:t xml:space="preserve">da applicarsi sul fatturato </w:t>
      </w:r>
      <w:r w:rsidRPr="00A90446">
        <w:rPr>
          <w:rFonts w:ascii="Arial" w:hAnsi="Arial" w:cs="Arial"/>
          <w:b/>
          <w:sz w:val="20"/>
          <w:u w:val="single"/>
        </w:rPr>
        <w:t>da € 50.000,01 fino ad € 150.000</w:t>
      </w:r>
      <w:r w:rsidRPr="00A90446">
        <w:rPr>
          <w:rFonts w:ascii="Arial" w:hAnsi="Arial" w:cs="Arial"/>
          <w:sz w:val="20"/>
          <w:u w:val="single"/>
        </w:rPr>
        <w:t>.</w:t>
      </w:r>
    </w:p>
    <w:p w14:paraId="3CE3F67B" w14:textId="381EC0B2" w:rsidR="00EE05F9" w:rsidRDefault="00EE05F9" w:rsidP="00EE05F9">
      <w:pPr>
        <w:tabs>
          <w:tab w:val="left" w:pos="1400"/>
        </w:tabs>
        <w:jc w:val="both"/>
        <w:rPr>
          <w:rFonts w:ascii="Arial" w:hAnsi="Arial" w:cs="Arial"/>
          <w:b/>
          <w:sz w:val="20"/>
          <w:szCs w:val="20"/>
        </w:rPr>
      </w:pPr>
    </w:p>
    <w:p w14:paraId="1073918C" w14:textId="77777777" w:rsidR="00EE05F9" w:rsidRPr="00FB71AC" w:rsidRDefault="00EE05F9" w:rsidP="00EE05F9">
      <w:pPr>
        <w:jc w:val="both"/>
        <w:rPr>
          <w:rFonts w:ascii="Arial" w:hAnsi="Arial" w:cs="Arial"/>
          <w:b/>
          <w:sz w:val="20"/>
          <w:szCs w:val="20"/>
        </w:rPr>
      </w:pPr>
    </w:p>
    <w:p w14:paraId="3CA35890" w14:textId="77777777" w:rsidR="00EE05F9" w:rsidRPr="00EB7C65" w:rsidRDefault="00EE05F9" w:rsidP="00EE05F9">
      <w:pPr>
        <w:jc w:val="both"/>
        <w:rPr>
          <w:rFonts w:ascii="Arial" w:hAnsi="Arial" w:cs="Arial"/>
          <w:b/>
          <w:sz w:val="20"/>
          <w:szCs w:val="20"/>
        </w:rPr>
      </w:pPr>
      <w:r>
        <w:rPr>
          <w:rFonts w:ascii="Arial" w:hAnsi="Arial" w:cs="Arial"/>
          <w:b/>
          <w:sz w:val="20"/>
          <w:szCs w:val="20"/>
        </w:rPr>
        <w:t>SUBCRITERIO C</w:t>
      </w:r>
      <w:r w:rsidRPr="00EB7C65">
        <w:rPr>
          <w:rFonts w:ascii="Arial" w:hAnsi="Arial" w:cs="Arial"/>
          <w:b/>
          <w:sz w:val="20"/>
          <w:szCs w:val="20"/>
        </w:rPr>
        <w:t>):</w:t>
      </w:r>
    </w:p>
    <w:p w14:paraId="6F827371" w14:textId="77777777" w:rsidR="00EE05F9" w:rsidRPr="00A90446" w:rsidRDefault="00EE05F9" w:rsidP="00EE05F9">
      <w:pPr>
        <w:pStyle w:val="Paragrafoelenco"/>
        <w:jc w:val="both"/>
        <w:rPr>
          <w:rFonts w:ascii="Arial" w:hAnsi="Arial" w:cs="Arial"/>
          <w:b/>
          <w:sz w:val="20"/>
          <w:szCs w:val="20"/>
        </w:rPr>
      </w:pPr>
    </w:p>
    <w:p w14:paraId="7A939CC6" w14:textId="5F6A33A7" w:rsidR="00EE05F9" w:rsidRPr="00FB71AC" w:rsidRDefault="00B43BC5" w:rsidP="00EE05F9">
      <w:pPr>
        <w:jc w:val="both"/>
        <w:rPr>
          <w:rFonts w:ascii="Arial" w:hAnsi="Arial" w:cs="Arial"/>
          <w:sz w:val="20"/>
          <w:szCs w:val="20"/>
        </w:rPr>
      </w:pPr>
      <w:r w:rsidRPr="00B43BC5">
        <w:rPr>
          <w:rFonts w:ascii="Arial" w:hAnsi="Arial" w:cs="Arial"/>
          <w:b/>
          <w:sz w:val="20"/>
          <w:szCs w:val="20"/>
        </w:rPr>
        <w:t xml:space="preserve">sconto complessivo offerto, espresso in termini percentuali (%) ed approssimato alla seconda cifra decimale, comprensivo dello sconto indicato </w:t>
      </w:r>
      <w:r>
        <w:rPr>
          <w:rFonts w:ascii="Arial" w:hAnsi="Arial" w:cs="Arial"/>
          <w:b/>
          <w:sz w:val="20"/>
          <w:szCs w:val="20"/>
        </w:rPr>
        <w:t>con riferimento al subcriterio B</w:t>
      </w:r>
      <w:r w:rsidRPr="00B43BC5">
        <w:rPr>
          <w:rFonts w:ascii="Arial" w:hAnsi="Arial" w:cs="Arial"/>
          <w:b/>
          <w:sz w:val="20"/>
          <w:szCs w:val="20"/>
        </w:rPr>
        <w:t>) e dell’ulteriore ribasso percentuale offerto</w:t>
      </w:r>
      <w:r w:rsidR="00EE05F9" w:rsidRPr="00EE4D75">
        <w:rPr>
          <w:rFonts w:ascii="Arial" w:hAnsi="Arial" w:cs="Arial"/>
          <w:b/>
          <w:sz w:val="20"/>
          <w:szCs w:val="20"/>
        </w:rPr>
        <w:t xml:space="preserve"> </w:t>
      </w:r>
      <w:r w:rsidR="00EE05F9" w:rsidRPr="00EE4D75">
        <w:rPr>
          <w:rFonts w:ascii="Arial" w:hAnsi="Arial" w:cs="Arial"/>
          <w:b/>
          <w:i/>
          <w:sz w:val="20"/>
          <w:szCs w:val="20"/>
        </w:rPr>
        <w:t>(in cifre):</w:t>
      </w:r>
      <w:r w:rsidR="00EE05F9" w:rsidRPr="00EE4D75">
        <w:rPr>
          <w:rFonts w:ascii="Arial" w:hAnsi="Arial" w:cs="Arial"/>
          <w:i/>
          <w:sz w:val="20"/>
          <w:szCs w:val="20"/>
        </w:rPr>
        <w:t xml:space="preserve"> </w:t>
      </w:r>
      <w:sdt>
        <w:sdtPr>
          <w:rPr>
            <w:rFonts w:ascii="Arial" w:hAnsi="Arial" w:cs="Arial"/>
            <w:sz w:val="20"/>
            <w:szCs w:val="20"/>
          </w:rPr>
          <w:id w:val="737834845"/>
          <w:placeholder>
            <w:docPart w:val="2FFC6AEDBA964D62B5911C8A613D1065"/>
          </w:placeholder>
        </w:sdtPr>
        <w:sdtEndPr/>
        <w:sdtContent>
          <w:r w:rsidR="00EE05F9" w:rsidRPr="00EE4D75">
            <w:rPr>
              <w:rFonts w:ascii="Arial" w:hAnsi="Arial" w:cs="Arial"/>
              <w:sz w:val="20"/>
              <w:szCs w:val="20"/>
            </w:rPr>
            <w:t>………………………………….….……………………………………………..………………</w:t>
          </w:r>
        </w:sdtContent>
      </w:sdt>
    </w:p>
    <w:p w14:paraId="0BF25956" w14:textId="77777777" w:rsidR="00EE05F9" w:rsidRPr="00FB71AC" w:rsidRDefault="00EE05F9" w:rsidP="00EE05F9">
      <w:pPr>
        <w:jc w:val="both"/>
        <w:rPr>
          <w:rFonts w:ascii="Arial" w:hAnsi="Arial" w:cs="Arial"/>
          <w:sz w:val="20"/>
          <w:szCs w:val="20"/>
        </w:rPr>
      </w:pPr>
      <w:r w:rsidRPr="00FB71AC">
        <w:rPr>
          <w:rFonts w:ascii="Arial" w:hAnsi="Arial" w:cs="Arial"/>
          <w:sz w:val="20"/>
          <w:szCs w:val="20"/>
        </w:rPr>
        <w:t xml:space="preserve"> </w:t>
      </w:r>
    </w:p>
    <w:p w14:paraId="6B59E007" w14:textId="77777777" w:rsidR="00EE05F9" w:rsidRDefault="00EE05F9" w:rsidP="00EE05F9">
      <w:pPr>
        <w:jc w:val="both"/>
        <w:rPr>
          <w:rFonts w:ascii="Arial" w:hAnsi="Arial" w:cs="Arial"/>
          <w:b/>
          <w:sz w:val="20"/>
          <w:szCs w:val="20"/>
        </w:rPr>
      </w:pPr>
    </w:p>
    <w:p w14:paraId="71F457B0" w14:textId="48C35B04" w:rsidR="00EE05F9" w:rsidRPr="00FB71AC" w:rsidRDefault="00B43BC5" w:rsidP="00EE05F9">
      <w:pPr>
        <w:jc w:val="both"/>
        <w:rPr>
          <w:rFonts w:ascii="Arial" w:hAnsi="Arial" w:cs="Arial"/>
          <w:i/>
          <w:sz w:val="20"/>
          <w:szCs w:val="20"/>
        </w:rPr>
      </w:pPr>
      <w:r w:rsidRPr="00B43BC5">
        <w:rPr>
          <w:rFonts w:ascii="Arial" w:hAnsi="Arial" w:cs="Arial"/>
          <w:b/>
          <w:sz w:val="20"/>
          <w:szCs w:val="20"/>
        </w:rPr>
        <w:t xml:space="preserve">sconto complessivo offerto, espresso in termini percentuali (%) ed approssimato alla seconda cifra decimale, comprensivo dello sconto indicato </w:t>
      </w:r>
      <w:r>
        <w:rPr>
          <w:rFonts w:ascii="Arial" w:hAnsi="Arial" w:cs="Arial"/>
          <w:b/>
          <w:sz w:val="20"/>
          <w:szCs w:val="20"/>
        </w:rPr>
        <w:t>con riferimento al subcriterio B</w:t>
      </w:r>
      <w:r w:rsidRPr="00B43BC5">
        <w:rPr>
          <w:rFonts w:ascii="Arial" w:hAnsi="Arial" w:cs="Arial"/>
          <w:b/>
          <w:sz w:val="20"/>
          <w:szCs w:val="20"/>
        </w:rPr>
        <w:t>) e dell’ulteriore ribasso percentuale offerto</w:t>
      </w:r>
      <w:r w:rsidR="00EE05F9" w:rsidRPr="001D6C1C">
        <w:rPr>
          <w:rFonts w:ascii="Arial" w:hAnsi="Arial" w:cs="Arial"/>
          <w:b/>
          <w:sz w:val="20"/>
          <w:szCs w:val="20"/>
        </w:rPr>
        <w:t xml:space="preserve">) </w:t>
      </w:r>
      <w:r w:rsidR="00EE05F9" w:rsidRPr="001D6C1C">
        <w:rPr>
          <w:rFonts w:ascii="Arial" w:hAnsi="Arial" w:cs="Arial"/>
          <w:b/>
          <w:i/>
          <w:sz w:val="20"/>
          <w:szCs w:val="20"/>
        </w:rPr>
        <w:t>(in lettere)</w:t>
      </w:r>
    </w:p>
    <w:p w14:paraId="45D4F18D" w14:textId="77777777" w:rsidR="00EE05F9" w:rsidRPr="00FB71AC" w:rsidRDefault="00287AA0" w:rsidP="00EE05F9">
      <w:pPr>
        <w:jc w:val="both"/>
        <w:rPr>
          <w:rFonts w:ascii="Arial" w:hAnsi="Arial" w:cs="Arial"/>
          <w:b/>
          <w:i/>
          <w:sz w:val="20"/>
          <w:szCs w:val="20"/>
        </w:rPr>
      </w:pPr>
      <w:sdt>
        <w:sdtPr>
          <w:rPr>
            <w:rFonts w:ascii="Arial" w:hAnsi="Arial" w:cs="Arial"/>
            <w:sz w:val="20"/>
            <w:szCs w:val="20"/>
          </w:rPr>
          <w:id w:val="2125959778"/>
          <w:placeholder>
            <w:docPart w:val="F8B397DD5B624434B4E30FADA3B560EC"/>
          </w:placeholder>
        </w:sdtPr>
        <w:sdtEndPr/>
        <w:sdtContent>
          <w:r w:rsidR="00EE05F9" w:rsidRPr="00FB71AC">
            <w:rPr>
              <w:rFonts w:ascii="Arial" w:hAnsi="Arial" w:cs="Arial"/>
              <w:sz w:val="20"/>
              <w:szCs w:val="20"/>
            </w:rPr>
            <w:t>………………………………….….……………………………………………..………………</w:t>
          </w:r>
        </w:sdtContent>
      </w:sdt>
    </w:p>
    <w:p w14:paraId="15437662" w14:textId="77777777" w:rsidR="00EE05F9" w:rsidRDefault="00EE05F9" w:rsidP="00EE05F9">
      <w:pPr>
        <w:pStyle w:val="Corpotesto"/>
        <w:widowControl w:val="0"/>
        <w:tabs>
          <w:tab w:val="num" w:pos="540"/>
        </w:tabs>
        <w:spacing w:line="276" w:lineRule="auto"/>
        <w:ind w:firstLine="0"/>
        <w:rPr>
          <w:rFonts w:ascii="Arial" w:hAnsi="Arial" w:cs="Arial"/>
          <w:sz w:val="20"/>
        </w:rPr>
      </w:pPr>
    </w:p>
    <w:p w14:paraId="58213E01" w14:textId="77777777" w:rsidR="00EE05F9" w:rsidRPr="00A90446" w:rsidRDefault="00EE05F9" w:rsidP="00EE05F9">
      <w:pPr>
        <w:pStyle w:val="Corpotesto"/>
        <w:widowControl w:val="0"/>
        <w:tabs>
          <w:tab w:val="num" w:pos="540"/>
        </w:tabs>
        <w:spacing w:line="276" w:lineRule="auto"/>
        <w:ind w:firstLine="0"/>
        <w:rPr>
          <w:rFonts w:ascii="Arial" w:hAnsi="Arial" w:cs="Arial"/>
          <w:b/>
          <w:sz w:val="20"/>
          <w:u w:val="single"/>
        </w:rPr>
      </w:pPr>
      <w:r w:rsidRPr="00A90446">
        <w:rPr>
          <w:rFonts w:ascii="Arial" w:hAnsi="Arial" w:cs="Arial"/>
          <w:sz w:val="20"/>
          <w:u w:val="single"/>
        </w:rPr>
        <w:t>da applicarsi sul fatturato a partire</w:t>
      </w:r>
      <w:r w:rsidRPr="00A90446">
        <w:rPr>
          <w:rFonts w:ascii="Arial" w:hAnsi="Arial" w:cs="Arial"/>
          <w:b/>
          <w:sz w:val="20"/>
          <w:u w:val="single"/>
        </w:rPr>
        <w:t xml:space="preserve"> da € 151.000,01.</w:t>
      </w:r>
    </w:p>
    <w:p w14:paraId="0E54933E" w14:textId="77777777" w:rsidR="00EE05F9" w:rsidRPr="00A90446" w:rsidRDefault="00EE05F9" w:rsidP="00EE05F9">
      <w:pPr>
        <w:pStyle w:val="Corpotesto"/>
        <w:widowControl w:val="0"/>
        <w:tabs>
          <w:tab w:val="num" w:pos="540"/>
        </w:tabs>
        <w:ind w:firstLine="0"/>
        <w:rPr>
          <w:rFonts w:ascii="Arial" w:hAnsi="Arial" w:cs="Arial"/>
          <w:b/>
          <w:sz w:val="20"/>
          <w:u w:val="single"/>
        </w:rPr>
      </w:pPr>
    </w:p>
    <w:p w14:paraId="25A4FAC7" w14:textId="77777777" w:rsidR="00EE05F9" w:rsidRPr="00CF361D" w:rsidRDefault="00EE05F9" w:rsidP="00EE05F9">
      <w:pPr>
        <w:spacing w:line="280" w:lineRule="exact"/>
        <w:jc w:val="both"/>
        <w:rPr>
          <w:rFonts w:ascii="Arial" w:eastAsia="Calibri" w:hAnsi="Arial" w:cs="Arial"/>
          <w:sz w:val="20"/>
          <w:szCs w:val="20"/>
          <w:lang w:eastAsia="en-US"/>
        </w:rPr>
      </w:pPr>
      <w:r w:rsidRPr="00CF361D">
        <w:rPr>
          <w:rFonts w:ascii="Arial" w:eastAsia="Calibri" w:hAnsi="Arial" w:cs="Arial"/>
          <w:sz w:val="20"/>
          <w:szCs w:val="20"/>
          <w:lang w:eastAsia="en-US"/>
        </w:rPr>
        <w:lastRenderedPageBreak/>
        <w:t xml:space="preserve">Si indicano, ai sensi dell’art. 108, comma 9, del D.lgs. n. 36/2023, i costi della manodopera e gli oneri aziendali concernenti l’adempimenti delle disposizioni in materia di salute e sicurezza sui luoghi di lavoro gravanti sul concorrente per l’espletamento delle attività oggetto di affidamento (si specifica che detti costi devono essere già inclusi nell’importo dell’offerta economica sopra indicato e devono essere specificamente indicati nella apposita sezione sotto riportata. </w:t>
      </w:r>
    </w:p>
    <w:p w14:paraId="453563FB" w14:textId="77777777" w:rsidR="00EE05F9" w:rsidRPr="00CF361D" w:rsidRDefault="00EE05F9" w:rsidP="00EE05F9">
      <w:pPr>
        <w:spacing w:line="280" w:lineRule="exact"/>
        <w:jc w:val="both"/>
        <w:rPr>
          <w:rFonts w:ascii="Arial" w:eastAsia="Calibri" w:hAnsi="Arial" w:cs="Arial"/>
          <w:sz w:val="20"/>
          <w:szCs w:val="20"/>
          <w:lang w:eastAsia="en-US"/>
        </w:rPr>
      </w:pPr>
    </w:p>
    <w:p w14:paraId="2C497D29" w14:textId="6C562D78" w:rsidR="00EE05F9" w:rsidRPr="00CF361D" w:rsidRDefault="00EE05F9" w:rsidP="00EE05F9">
      <w:pPr>
        <w:spacing w:line="280" w:lineRule="exact"/>
        <w:jc w:val="both"/>
        <w:rPr>
          <w:rFonts w:ascii="Arial" w:eastAsia="Calibri" w:hAnsi="Arial" w:cs="Arial"/>
          <w:sz w:val="20"/>
          <w:szCs w:val="20"/>
          <w:lang w:eastAsia="en-US"/>
        </w:rPr>
      </w:pPr>
      <w:r w:rsidRPr="00CF361D">
        <w:rPr>
          <w:rFonts w:ascii="Arial" w:eastAsia="Calibri" w:hAnsi="Arial" w:cs="Arial"/>
          <w:sz w:val="20"/>
          <w:szCs w:val="20"/>
          <w:lang w:eastAsia="en-US"/>
        </w:rPr>
        <w:t xml:space="preserve">Costi della manodopera </w:t>
      </w:r>
      <w:sdt>
        <w:sdtPr>
          <w:rPr>
            <w:rFonts w:ascii="Arial" w:hAnsi="Arial" w:cs="Arial"/>
            <w:sz w:val="20"/>
            <w:szCs w:val="20"/>
          </w:rPr>
          <w:id w:val="-1656673888"/>
          <w:placeholder>
            <w:docPart w:val="BC607895CD834BDEA7BD4B0233688C64"/>
          </w:placeholder>
        </w:sdtPr>
        <w:sdtEndPr/>
        <w:sdtContent>
          <w:r>
            <w:rPr>
              <w:rFonts w:ascii="Arial" w:hAnsi="Arial" w:cs="Arial"/>
              <w:sz w:val="20"/>
              <w:szCs w:val="20"/>
            </w:rPr>
            <w:t>………………………</w:t>
          </w:r>
          <w:r w:rsidR="00ED1214">
            <w:rPr>
              <w:rFonts w:ascii="Arial" w:hAnsi="Arial" w:cs="Arial"/>
              <w:sz w:val="20"/>
              <w:szCs w:val="20"/>
            </w:rPr>
            <w:t>…………………………………</w:t>
          </w:r>
          <w:r w:rsidRPr="00EE4D75">
            <w:rPr>
              <w:rFonts w:ascii="Arial" w:hAnsi="Arial" w:cs="Arial"/>
              <w:sz w:val="20"/>
              <w:szCs w:val="20"/>
            </w:rPr>
            <w:t>.………………</w:t>
          </w:r>
        </w:sdtContent>
      </w:sdt>
    </w:p>
    <w:p w14:paraId="1A5353BB" w14:textId="77777777" w:rsidR="00EE05F9" w:rsidRPr="00CF361D" w:rsidRDefault="00EE05F9" w:rsidP="00EE05F9">
      <w:pPr>
        <w:spacing w:line="280" w:lineRule="exact"/>
        <w:jc w:val="both"/>
        <w:rPr>
          <w:rFonts w:ascii="Arial" w:eastAsia="Calibri" w:hAnsi="Arial" w:cs="Arial"/>
          <w:sz w:val="20"/>
          <w:szCs w:val="20"/>
          <w:lang w:eastAsia="en-US"/>
        </w:rPr>
      </w:pPr>
    </w:p>
    <w:p w14:paraId="09BFEB81" w14:textId="37E43A72" w:rsidR="00EE05F9" w:rsidRPr="00075783" w:rsidRDefault="00EE05F9" w:rsidP="00EE05F9">
      <w:pPr>
        <w:spacing w:line="280" w:lineRule="exact"/>
        <w:jc w:val="both"/>
        <w:rPr>
          <w:rFonts w:ascii="Arial" w:eastAsia="Calibri" w:hAnsi="Arial" w:cs="Arial"/>
          <w:sz w:val="20"/>
          <w:szCs w:val="20"/>
          <w:lang w:eastAsia="en-US"/>
        </w:rPr>
      </w:pPr>
      <w:r w:rsidRPr="00CF361D">
        <w:rPr>
          <w:rFonts w:ascii="Arial" w:eastAsia="Calibri" w:hAnsi="Arial" w:cs="Arial"/>
          <w:sz w:val="20"/>
          <w:szCs w:val="20"/>
          <w:lang w:eastAsia="en-US"/>
        </w:rPr>
        <w:t>Costi della sicurezza da rischio specifico</w:t>
      </w:r>
      <w:r w:rsidRPr="00EE05F9">
        <w:rPr>
          <w:rFonts w:ascii="Arial" w:hAnsi="Arial" w:cs="Arial"/>
          <w:sz w:val="20"/>
          <w:szCs w:val="20"/>
        </w:rPr>
        <w:t xml:space="preserve"> </w:t>
      </w:r>
      <w:sdt>
        <w:sdtPr>
          <w:rPr>
            <w:rFonts w:ascii="Arial" w:hAnsi="Arial" w:cs="Arial"/>
            <w:sz w:val="20"/>
            <w:szCs w:val="20"/>
          </w:rPr>
          <w:id w:val="266284863"/>
          <w:placeholder>
            <w:docPart w:val="80940AFEEE8044F6ADE98BC405A588A7"/>
          </w:placeholder>
        </w:sdtPr>
        <w:sdtEndPr/>
        <w:sdtContent>
          <w:r w:rsidR="00ED1214">
            <w:rPr>
              <w:rFonts w:ascii="Arial" w:hAnsi="Arial" w:cs="Arial"/>
              <w:sz w:val="20"/>
              <w:szCs w:val="20"/>
            </w:rPr>
            <w:t>…………………</w:t>
          </w:r>
          <w:r>
            <w:rPr>
              <w:rFonts w:ascii="Arial" w:hAnsi="Arial" w:cs="Arial"/>
              <w:sz w:val="20"/>
              <w:szCs w:val="20"/>
            </w:rPr>
            <w:t>.</w:t>
          </w:r>
          <w:r w:rsidRPr="00EE4D75">
            <w:rPr>
              <w:rFonts w:ascii="Arial" w:hAnsi="Arial" w:cs="Arial"/>
              <w:sz w:val="20"/>
              <w:szCs w:val="20"/>
            </w:rPr>
            <w:t>…………………..………………</w:t>
          </w:r>
        </w:sdtContent>
      </w:sdt>
      <w:r>
        <w:rPr>
          <w:rFonts w:ascii="Arial" w:eastAsia="Calibri" w:hAnsi="Arial" w:cs="Arial"/>
          <w:sz w:val="20"/>
          <w:szCs w:val="20"/>
          <w:lang w:eastAsia="en-US"/>
        </w:rPr>
        <w:t xml:space="preserve"> </w:t>
      </w:r>
    </w:p>
    <w:p w14:paraId="1DD9B296" w14:textId="53EA4478" w:rsidR="00EE05F9" w:rsidRDefault="00EE05F9" w:rsidP="00EE05F9">
      <w:pPr>
        <w:pStyle w:val="LetteraTipo"/>
        <w:jc w:val="both"/>
      </w:pPr>
    </w:p>
    <w:p w14:paraId="1EF75647" w14:textId="2DE4403C" w:rsidR="0046330A" w:rsidRPr="00761819" w:rsidRDefault="00F36944" w:rsidP="00EE05F9">
      <w:pPr>
        <w:pStyle w:val="LetteraTipo"/>
        <w:jc w:val="both"/>
      </w:pPr>
      <w:r>
        <w:rPr>
          <w:b/>
        </w:rPr>
        <w:t>N.B.</w:t>
      </w:r>
      <w:r w:rsidR="00FF3FE1" w:rsidRPr="00F36944">
        <w:rPr>
          <w:b/>
        </w:rPr>
        <w:t>1</w:t>
      </w:r>
      <w:r>
        <w:rPr>
          <w:b/>
        </w:rPr>
        <w:t>:</w:t>
      </w:r>
      <w:r>
        <w:t xml:space="preserve"> </w:t>
      </w:r>
      <w:r w:rsidR="0046330A" w:rsidRPr="00761819">
        <w:t xml:space="preserve">il periodo di validità dell’offerta, a pena di esclusione dalla gara, non potrà essere inferiore a 180 giorni dalla data di scadenza del termine per la presentazione delle offerte. </w:t>
      </w:r>
    </w:p>
    <w:p w14:paraId="11B5AC33" w14:textId="3B7E2BE3" w:rsidR="0046330A" w:rsidRPr="00761819" w:rsidRDefault="0046330A" w:rsidP="0046330A">
      <w:pPr>
        <w:pStyle w:val="LetteraTipo"/>
        <w:jc w:val="both"/>
      </w:pPr>
      <w:r w:rsidRPr="00761819">
        <w:rPr>
          <w:b/>
        </w:rPr>
        <w:t>N.B.</w:t>
      </w:r>
      <w:r w:rsidR="00EE05F9">
        <w:rPr>
          <w:b/>
        </w:rPr>
        <w:t>2</w:t>
      </w:r>
      <w:r w:rsidRPr="00761819">
        <w:rPr>
          <w:b/>
        </w:rPr>
        <w:t xml:space="preserve">: </w:t>
      </w:r>
      <w:r w:rsidRPr="00761819">
        <w:t>In caso di mancata</w:t>
      </w:r>
      <w:r w:rsidR="00EE05F9">
        <w:t xml:space="preserve"> corrispondenza tra i ribassi </w:t>
      </w:r>
      <w:r w:rsidRPr="00761819">
        <w:t>espressi in cifre e quelli espressi il lettere, preverranno quelli espressi in lettere.</w:t>
      </w:r>
    </w:p>
    <w:p w14:paraId="70E0BA41" w14:textId="3C37ED0D" w:rsidR="005C3172" w:rsidRDefault="00F36944" w:rsidP="0046330A">
      <w:pPr>
        <w:pStyle w:val="LetteraTipo"/>
        <w:jc w:val="both"/>
      </w:pPr>
      <w:r>
        <w:rPr>
          <w:b/>
        </w:rPr>
        <w:t>N.B.4</w:t>
      </w:r>
      <w:r w:rsidR="0046330A" w:rsidRPr="00761819">
        <w:rPr>
          <w:b/>
        </w:rPr>
        <w:t>:</w:t>
      </w:r>
      <w:r w:rsidR="0046330A" w:rsidRPr="00761819">
        <w:t xml:space="preserve"> l’offerta economica presentata si intende omnicomprensiva e compensativa di tutte le attività che verranno poste in essere per l’espletamento dell’appalto secondo quanto prescritto dalla documentazione di gara.</w:t>
      </w:r>
      <w:r w:rsidR="006D0A76">
        <w:t xml:space="preserve"> </w:t>
      </w:r>
      <w:r w:rsidR="007076A9" w:rsidRPr="007076A9">
        <w:t xml:space="preserve">Si </w:t>
      </w:r>
      <w:r w:rsidR="007076A9" w:rsidRPr="00521515">
        <w:t>rimanda all’art.1</w:t>
      </w:r>
      <w:r w:rsidR="00292575" w:rsidRPr="00521515">
        <w:t>6</w:t>
      </w:r>
      <w:r w:rsidR="005C3172" w:rsidRPr="00521515">
        <w:t xml:space="preserve"> del</w:t>
      </w:r>
      <w:r w:rsidR="005C3172" w:rsidRPr="007076A9">
        <w:t xml:space="preserve"> Capitolato Speciale.</w:t>
      </w:r>
    </w:p>
    <w:p w14:paraId="5F0802C9" w14:textId="77777777" w:rsidR="00F1507F" w:rsidRDefault="00F1507F" w:rsidP="00F1507F">
      <w:pPr>
        <w:jc w:val="both"/>
        <w:rPr>
          <w:rFonts w:ascii="Arial" w:hAnsi="Arial" w:cs="Arial"/>
          <w:b/>
          <w:sz w:val="20"/>
          <w:szCs w:val="20"/>
        </w:rPr>
      </w:pPr>
    </w:p>
    <w:p w14:paraId="01821AB7" w14:textId="77777777" w:rsidR="00D4647A" w:rsidRDefault="00D4647A" w:rsidP="00F1507F">
      <w:pPr>
        <w:jc w:val="both"/>
        <w:rPr>
          <w:rFonts w:ascii="Arial" w:hAnsi="Arial" w:cs="Arial"/>
          <w:b/>
          <w:sz w:val="18"/>
          <w:szCs w:val="18"/>
        </w:rPr>
      </w:pPr>
    </w:p>
    <w:p w14:paraId="6F63EC16" w14:textId="77777777" w:rsidR="00F1507F" w:rsidRPr="002F793E" w:rsidRDefault="00F1507F" w:rsidP="00F1507F">
      <w:pPr>
        <w:jc w:val="both"/>
        <w:rPr>
          <w:rFonts w:ascii="Arial" w:hAnsi="Arial" w:cs="Arial"/>
          <w:b/>
          <w:sz w:val="20"/>
          <w:szCs w:val="20"/>
        </w:rPr>
      </w:pPr>
      <w:r w:rsidRPr="002F793E">
        <w:rPr>
          <w:rFonts w:ascii="Arial" w:hAnsi="Arial" w:cs="Arial"/>
          <w:b/>
          <w:sz w:val="20"/>
          <w:szCs w:val="20"/>
        </w:rPr>
        <w:t>Si precisa che il presente Modello è sottoscritto, ai sensi del D.lgs. n. 82/2005:</w:t>
      </w:r>
    </w:p>
    <w:p w14:paraId="6764EC9E" w14:textId="77777777" w:rsidR="00F1507F" w:rsidRPr="002F793E" w:rsidRDefault="00F1507F" w:rsidP="00F1507F">
      <w:pPr>
        <w:jc w:val="both"/>
        <w:rPr>
          <w:rFonts w:ascii="Arial" w:hAnsi="Arial" w:cs="Arial"/>
          <w:b/>
          <w:sz w:val="20"/>
          <w:szCs w:val="20"/>
        </w:rPr>
      </w:pPr>
    </w:p>
    <w:p w14:paraId="25D66781"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dal concorrente che partecipa in forma singola;</w:t>
      </w:r>
    </w:p>
    <w:p w14:paraId="2D4D8E3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costituiti, dalla mandataria/capofila;</w:t>
      </w:r>
    </w:p>
    <w:p w14:paraId="135693DA"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non ancora costituiti, da tutti i soggetti che costituiranno il raggruppamento o il consorzio o il gruppo;</w:t>
      </w:r>
    </w:p>
    <w:p w14:paraId="7B72D5E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aggregazioni di retisti:</w:t>
      </w:r>
    </w:p>
    <w:p w14:paraId="7F85ED17"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FE57F45"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325053E8" w14:textId="02329BE8"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w:t>
      </w:r>
      <w:proofErr w:type="spellStart"/>
      <w:r w:rsidRPr="002F793E">
        <w:rPr>
          <w:rFonts w:ascii="Arial" w:hAnsi="Arial" w:cs="Arial"/>
          <w:sz w:val="20"/>
          <w:szCs w:val="20"/>
        </w:rPr>
        <w:t>partecipazionedeve</w:t>
      </w:r>
      <w:proofErr w:type="spellEnd"/>
      <w:r w:rsidRPr="002F793E">
        <w:rPr>
          <w:rFonts w:ascii="Arial" w:hAnsi="Arial" w:cs="Arial"/>
          <w:sz w:val="20"/>
          <w:szCs w:val="20"/>
        </w:rPr>
        <w:t xml:space="preserve"> essere sottoscritta dal retista che riveste la qualifica di mandatario, ovvero, in caso di partecipazione nelle forme del raggruppamento da costituirsi, da ognuno dei retisti che partecipa alla gara. </w:t>
      </w:r>
    </w:p>
    <w:p w14:paraId="4EAFBCF4" w14:textId="77777777" w:rsidR="00F1507F" w:rsidRPr="002F793E" w:rsidRDefault="00F1507F" w:rsidP="00F1507F">
      <w:pPr>
        <w:pStyle w:val="Paragrafoelenco"/>
        <w:jc w:val="both"/>
        <w:rPr>
          <w:rFonts w:ascii="Arial" w:hAnsi="Arial" w:cs="Arial"/>
          <w:sz w:val="20"/>
          <w:szCs w:val="20"/>
        </w:rPr>
      </w:pPr>
    </w:p>
    <w:p w14:paraId="46F0B608"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consorzio di cooperative e imprese artigiane o di consorzio stabile di cui all’articolo 65, comma 2, lett. b) e c) del Codice, la domanda è sottoscritta digitalmente dal consorzio medesimo.</w:t>
      </w:r>
    </w:p>
    <w:p w14:paraId="1B841F22" w14:textId="77777777" w:rsidR="00F1507F" w:rsidRPr="002F793E" w:rsidRDefault="00F1507F" w:rsidP="00F1507F">
      <w:pPr>
        <w:jc w:val="both"/>
        <w:rPr>
          <w:rFonts w:ascii="Arial" w:hAnsi="Arial" w:cs="Arial"/>
          <w:sz w:val="20"/>
          <w:szCs w:val="20"/>
        </w:rPr>
      </w:pPr>
    </w:p>
    <w:p w14:paraId="715ABECF" w14:textId="671E2998" w:rsidR="00A857E6" w:rsidRPr="00880B21" w:rsidRDefault="00F1507F" w:rsidP="00880B21">
      <w:pPr>
        <w:jc w:val="both"/>
        <w:rPr>
          <w:rFonts w:ascii="Arial" w:hAnsi="Arial" w:cs="Arial"/>
          <w:sz w:val="20"/>
          <w:szCs w:val="20"/>
        </w:rPr>
      </w:pPr>
      <w:r w:rsidRPr="002F793E">
        <w:rPr>
          <w:rFonts w:ascii="Arial" w:hAnsi="Arial" w:cs="Arial"/>
          <w:sz w:val="20"/>
          <w:szCs w:val="20"/>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880B21" w:rsidSect="0027224E">
      <w:headerReference w:type="even" r:id="rId8"/>
      <w:headerReference w:type="default" r:id="rId9"/>
      <w:footerReference w:type="even" r:id="rId10"/>
      <w:footerReference w:type="default" r:id="rId11"/>
      <w:headerReference w:type="first" r:id="rId12"/>
      <w:footerReference w:type="first" r:id="rId13"/>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DB826" w14:textId="77777777" w:rsidR="0068159C" w:rsidRDefault="0068159C">
      <w:r>
        <w:separator/>
      </w:r>
    </w:p>
  </w:endnote>
  <w:endnote w:type="continuationSeparator" w:id="0">
    <w:p w14:paraId="2C74CE50" w14:textId="77777777" w:rsidR="0068159C" w:rsidRDefault="0068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E9E6E" w14:textId="77777777" w:rsidR="00BD1893" w:rsidRDefault="00BD189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287AA0">
      <w:rPr>
        <w:rFonts w:ascii="Arial" w:hAnsi="Arial" w:cs="Arial"/>
        <w:b/>
        <w:noProof/>
        <w:snapToGrid w:val="0"/>
        <w:sz w:val="16"/>
        <w:szCs w:val="16"/>
      </w:rPr>
      <w:t>1</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05239" w14:textId="77777777" w:rsidR="00BD1893" w:rsidRDefault="00BD189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0C93F" w14:textId="77777777" w:rsidR="0068159C" w:rsidRDefault="0068159C">
      <w:r>
        <w:separator/>
      </w:r>
    </w:p>
  </w:footnote>
  <w:footnote w:type="continuationSeparator" w:id="0">
    <w:p w14:paraId="51EA642F" w14:textId="77777777" w:rsidR="0068159C" w:rsidRDefault="006815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F1273" w14:textId="77777777" w:rsidR="00BD1893" w:rsidRDefault="00BD189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05F6027E" w14:textId="44468CAB" w:rsidR="00206085" w:rsidRPr="008C7267" w:rsidRDefault="00BD1893" w:rsidP="00406DBE">
    <w:pPr>
      <w:tabs>
        <w:tab w:val="left" w:pos="9638"/>
      </w:tabs>
      <w:ind w:right="-1"/>
      <w:jc w:val="center"/>
      <w:rPr>
        <w:rFonts w:ascii="Arial" w:hAnsi="Arial" w:cs="Arial"/>
        <w:b/>
        <w:sz w:val="22"/>
        <w:szCs w:val="22"/>
      </w:rPr>
    </w:pPr>
    <w:r w:rsidRPr="00462817">
      <w:rPr>
        <w:rFonts w:ascii="Arial" w:hAnsi="Arial" w:cs="Arial"/>
        <w:b/>
        <w:sz w:val="22"/>
        <w:szCs w:val="22"/>
      </w:rPr>
      <w:t xml:space="preserve"> </w:t>
    </w:r>
    <w:r w:rsidR="00206085" w:rsidRPr="00462817">
      <w:rPr>
        <w:rFonts w:ascii="Arial" w:hAnsi="Arial" w:cs="Arial"/>
        <w:b/>
        <w:sz w:val="22"/>
        <w:szCs w:val="22"/>
      </w:rPr>
      <w:t>Modello</w:t>
    </w:r>
    <w:r>
      <w:rPr>
        <w:rFonts w:ascii="Arial" w:hAnsi="Arial" w:cs="Arial"/>
        <w:b/>
        <w:sz w:val="22"/>
        <w:szCs w:val="22"/>
      </w:rPr>
      <w:t xml:space="preserve"> di Offerta Economica</w:t>
    </w:r>
  </w:p>
  <w:p w14:paraId="49CA4BF4" w14:textId="77777777" w:rsidR="00206085" w:rsidRDefault="00206085" w:rsidP="005749F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4A3BC" w14:textId="77777777" w:rsidR="00BD1893" w:rsidRDefault="00BD189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2"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476865"/>
    <w:multiLevelType w:val="hybridMultilevel"/>
    <w:tmpl w:val="825A18F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5"/>
  </w:num>
  <w:num w:numId="4">
    <w:abstractNumId w:val="19"/>
  </w:num>
  <w:num w:numId="5">
    <w:abstractNumId w:val="17"/>
  </w:num>
  <w:num w:numId="6">
    <w:abstractNumId w:val="20"/>
  </w:num>
  <w:num w:numId="7">
    <w:abstractNumId w:val="2"/>
  </w:num>
  <w:num w:numId="8">
    <w:abstractNumId w:val="12"/>
  </w:num>
  <w:num w:numId="9">
    <w:abstractNumId w:val="1"/>
  </w:num>
  <w:num w:numId="10">
    <w:abstractNumId w:val="23"/>
  </w:num>
  <w:num w:numId="11">
    <w:abstractNumId w:val="15"/>
  </w:num>
  <w:num w:numId="12">
    <w:abstractNumId w:val="16"/>
  </w:num>
  <w:num w:numId="13">
    <w:abstractNumId w:val="7"/>
  </w:num>
  <w:num w:numId="14">
    <w:abstractNumId w:val="4"/>
  </w:num>
  <w:num w:numId="15">
    <w:abstractNumId w:val="13"/>
  </w:num>
  <w:num w:numId="16">
    <w:abstractNumId w:val="24"/>
  </w:num>
  <w:num w:numId="17">
    <w:abstractNumId w:val="18"/>
  </w:num>
  <w:num w:numId="18">
    <w:abstractNumId w:val="25"/>
  </w:num>
  <w:num w:numId="19">
    <w:abstractNumId w:val="14"/>
  </w:num>
  <w:num w:numId="20">
    <w:abstractNumId w:val="9"/>
  </w:num>
  <w:num w:numId="21">
    <w:abstractNumId w:val="6"/>
  </w:num>
  <w:num w:numId="22">
    <w:abstractNumId w:val="0"/>
  </w:num>
  <w:num w:numId="23">
    <w:abstractNumId w:val="10"/>
  </w:num>
  <w:num w:numId="24">
    <w:abstractNumId w:val="21"/>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bwXJV9k2e9D3PS5gbK/lHMu0sZe+CxdJutNiBEDN6dLuC/1YtP1Rq/AV2HyDrRzSxvjV31BS4WGdzHsYqcULA==" w:salt="fvmdD48iyHLq46raXCWNtQ=="/>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7CC4"/>
    <w:rsid w:val="00240CCC"/>
    <w:rsid w:val="002430A6"/>
    <w:rsid w:val="002476AF"/>
    <w:rsid w:val="00247991"/>
    <w:rsid w:val="00251963"/>
    <w:rsid w:val="00251A4D"/>
    <w:rsid w:val="00252F3F"/>
    <w:rsid w:val="00253043"/>
    <w:rsid w:val="0025414D"/>
    <w:rsid w:val="00256734"/>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87AA0"/>
    <w:rsid w:val="00290FE8"/>
    <w:rsid w:val="002919B5"/>
    <w:rsid w:val="0029257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4ADC"/>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515"/>
    <w:rsid w:val="00521741"/>
    <w:rsid w:val="00522B46"/>
    <w:rsid w:val="00524F6F"/>
    <w:rsid w:val="0052503E"/>
    <w:rsid w:val="005313E5"/>
    <w:rsid w:val="00531DCC"/>
    <w:rsid w:val="005325A9"/>
    <w:rsid w:val="0053329D"/>
    <w:rsid w:val="0053433D"/>
    <w:rsid w:val="0053553B"/>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159C"/>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6A9"/>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AD4"/>
    <w:rsid w:val="00744EC5"/>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B21"/>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6252"/>
    <w:rsid w:val="008C7267"/>
    <w:rsid w:val="008D36AF"/>
    <w:rsid w:val="008D4FDC"/>
    <w:rsid w:val="008D7167"/>
    <w:rsid w:val="008D7600"/>
    <w:rsid w:val="008E21F9"/>
    <w:rsid w:val="008E220D"/>
    <w:rsid w:val="008E2478"/>
    <w:rsid w:val="008E4616"/>
    <w:rsid w:val="008E6275"/>
    <w:rsid w:val="008E717E"/>
    <w:rsid w:val="009016D7"/>
    <w:rsid w:val="00901ED2"/>
    <w:rsid w:val="00902106"/>
    <w:rsid w:val="00902E35"/>
    <w:rsid w:val="00910BAF"/>
    <w:rsid w:val="0091180A"/>
    <w:rsid w:val="00912B68"/>
    <w:rsid w:val="00912F41"/>
    <w:rsid w:val="00914070"/>
    <w:rsid w:val="009176F6"/>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5C4A"/>
    <w:rsid w:val="00B2777F"/>
    <w:rsid w:val="00B27DD6"/>
    <w:rsid w:val="00B34A2B"/>
    <w:rsid w:val="00B34C66"/>
    <w:rsid w:val="00B36035"/>
    <w:rsid w:val="00B371E2"/>
    <w:rsid w:val="00B43BC5"/>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1893"/>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0740"/>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E4E"/>
    <w:rsid w:val="00E66EB2"/>
    <w:rsid w:val="00E670ED"/>
    <w:rsid w:val="00E706B6"/>
    <w:rsid w:val="00E72327"/>
    <w:rsid w:val="00E7248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214"/>
    <w:rsid w:val="00ED132E"/>
    <w:rsid w:val="00ED1865"/>
    <w:rsid w:val="00ED2E80"/>
    <w:rsid w:val="00ED4EED"/>
    <w:rsid w:val="00ED4EF2"/>
    <w:rsid w:val="00ED72C2"/>
    <w:rsid w:val="00EE05F9"/>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50F9"/>
    <w:rsid w:val="00F860B6"/>
    <w:rsid w:val="00F877D4"/>
    <w:rsid w:val="00F92F4E"/>
    <w:rsid w:val="00F94010"/>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E5E64"/>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2C8533A50C7041DE92FC33A262A85881"/>
        <w:category>
          <w:name w:val="Generale"/>
          <w:gallery w:val="placeholder"/>
        </w:category>
        <w:types>
          <w:type w:val="bbPlcHdr"/>
        </w:types>
        <w:behaviors>
          <w:behavior w:val="content"/>
        </w:behaviors>
        <w:guid w:val="{2F5EF18B-A709-4135-938F-ACDEC27234EC}"/>
      </w:docPartPr>
      <w:docPartBody>
        <w:p w:rsidR="006A09FD" w:rsidRDefault="003F7D36" w:rsidP="003F7D36">
          <w:pPr>
            <w:pStyle w:val="2C8533A50C7041DE92FC33A262A85881"/>
          </w:pPr>
          <w:r w:rsidRPr="000C4B79">
            <w:rPr>
              <w:rStyle w:val="Testosegnaposto"/>
            </w:rPr>
            <w:t>Fare clic qui per immettere testo.</w:t>
          </w:r>
        </w:p>
      </w:docPartBody>
    </w:docPart>
    <w:docPart>
      <w:docPartPr>
        <w:name w:val="06C3F33B8F6245C880F8D8481E488953"/>
        <w:category>
          <w:name w:val="Generale"/>
          <w:gallery w:val="placeholder"/>
        </w:category>
        <w:types>
          <w:type w:val="bbPlcHdr"/>
        </w:types>
        <w:behaviors>
          <w:behavior w:val="content"/>
        </w:behaviors>
        <w:guid w:val="{486F1637-5352-4848-8302-CE82BE2B1946}"/>
      </w:docPartPr>
      <w:docPartBody>
        <w:p w:rsidR="006A09FD" w:rsidRDefault="003F7D36" w:rsidP="003F7D36">
          <w:pPr>
            <w:pStyle w:val="06C3F33B8F6245C880F8D8481E488953"/>
          </w:pPr>
          <w:r w:rsidRPr="000C4B79">
            <w:rPr>
              <w:rStyle w:val="Testosegnaposto"/>
            </w:rPr>
            <w:t>Fare clic qui per immettere testo.</w:t>
          </w:r>
        </w:p>
      </w:docPartBody>
    </w:docPart>
    <w:docPart>
      <w:docPartPr>
        <w:name w:val="1F85AE92926D4A1BAFA268303A17DD77"/>
        <w:category>
          <w:name w:val="Generale"/>
          <w:gallery w:val="placeholder"/>
        </w:category>
        <w:types>
          <w:type w:val="bbPlcHdr"/>
        </w:types>
        <w:behaviors>
          <w:behavior w:val="content"/>
        </w:behaviors>
        <w:guid w:val="{C193BE72-7B54-4F1A-BBF3-482E12E24CB6}"/>
      </w:docPartPr>
      <w:docPartBody>
        <w:p w:rsidR="006A09FD" w:rsidRDefault="003F7D36" w:rsidP="003F7D36">
          <w:pPr>
            <w:pStyle w:val="1F85AE92926D4A1BAFA268303A17DD77"/>
          </w:pPr>
          <w:r w:rsidRPr="000C4B79">
            <w:rPr>
              <w:rStyle w:val="Testosegnaposto"/>
            </w:rPr>
            <w:t>Fare clic qui per immettere testo.</w:t>
          </w:r>
        </w:p>
      </w:docPartBody>
    </w:docPart>
    <w:docPart>
      <w:docPartPr>
        <w:name w:val="2CDA92641E9B4440A48CF103C91D742F"/>
        <w:category>
          <w:name w:val="Generale"/>
          <w:gallery w:val="placeholder"/>
        </w:category>
        <w:types>
          <w:type w:val="bbPlcHdr"/>
        </w:types>
        <w:behaviors>
          <w:behavior w:val="content"/>
        </w:behaviors>
        <w:guid w:val="{F86595D0-3E4F-443E-8EC9-1957BC70AE34}"/>
      </w:docPartPr>
      <w:docPartBody>
        <w:p w:rsidR="006A09FD" w:rsidRDefault="003F7D36" w:rsidP="003F7D36">
          <w:pPr>
            <w:pStyle w:val="2CDA92641E9B4440A48CF103C91D742F"/>
          </w:pPr>
          <w:r w:rsidRPr="000C4B79">
            <w:rPr>
              <w:rStyle w:val="Testosegnaposto"/>
            </w:rPr>
            <w:t>Fare clic qui per immettere testo.</w:t>
          </w:r>
        </w:p>
      </w:docPartBody>
    </w:docPart>
    <w:docPart>
      <w:docPartPr>
        <w:name w:val="2FFC6AEDBA964D62B5911C8A613D1065"/>
        <w:category>
          <w:name w:val="Generale"/>
          <w:gallery w:val="placeholder"/>
        </w:category>
        <w:types>
          <w:type w:val="bbPlcHdr"/>
        </w:types>
        <w:behaviors>
          <w:behavior w:val="content"/>
        </w:behaviors>
        <w:guid w:val="{6FF5E299-3E39-40F4-8232-9474D5C92C72}"/>
      </w:docPartPr>
      <w:docPartBody>
        <w:p w:rsidR="006A09FD" w:rsidRDefault="003F7D36" w:rsidP="003F7D36">
          <w:pPr>
            <w:pStyle w:val="2FFC6AEDBA964D62B5911C8A613D1065"/>
          </w:pPr>
          <w:r w:rsidRPr="000C4B79">
            <w:rPr>
              <w:rStyle w:val="Testosegnaposto"/>
            </w:rPr>
            <w:t>Fare clic qui per immettere testo.</w:t>
          </w:r>
        </w:p>
      </w:docPartBody>
    </w:docPart>
    <w:docPart>
      <w:docPartPr>
        <w:name w:val="F8B397DD5B624434B4E30FADA3B560EC"/>
        <w:category>
          <w:name w:val="Generale"/>
          <w:gallery w:val="placeholder"/>
        </w:category>
        <w:types>
          <w:type w:val="bbPlcHdr"/>
        </w:types>
        <w:behaviors>
          <w:behavior w:val="content"/>
        </w:behaviors>
        <w:guid w:val="{58780130-00BE-427D-B312-1F0E73F2BA69}"/>
      </w:docPartPr>
      <w:docPartBody>
        <w:p w:rsidR="006A09FD" w:rsidRDefault="003F7D36" w:rsidP="003F7D36">
          <w:pPr>
            <w:pStyle w:val="F8B397DD5B624434B4E30FADA3B560EC"/>
          </w:pPr>
          <w:r w:rsidRPr="000C4B79">
            <w:rPr>
              <w:rStyle w:val="Testosegnaposto"/>
            </w:rPr>
            <w:t>Fare clic qui per immettere testo.</w:t>
          </w:r>
        </w:p>
      </w:docPartBody>
    </w:docPart>
    <w:docPart>
      <w:docPartPr>
        <w:name w:val="BC607895CD834BDEA7BD4B0233688C64"/>
        <w:category>
          <w:name w:val="Generale"/>
          <w:gallery w:val="placeholder"/>
        </w:category>
        <w:types>
          <w:type w:val="bbPlcHdr"/>
        </w:types>
        <w:behaviors>
          <w:behavior w:val="content"/>
        </w:behaviors>
        <w:guid w:val="{07F95BD4-2B14-45D5-89A4-C4D021518372}"/>
      </w:docPartPr>
      <w:docPartBody>
        <w:p w:rsidR="006A09FD" w:rsidRDefault="003F7D36" w:rsidP="003F7D36">
          <w:pPr>
            <w:pStyle w:val="BC607895CD834BDEA7BD4B0233688C64"/>
          </w:pPr>
          <w:r w:rsidRPr="000C4B79">
            <w:rPr>
              <w:rStyle w:val="Testosegnaposto"/>
            </w:rPr>
            <w:t>Fare clic qui per immettere testo.</w:t>
          </w:r>
        </w:p>
      </w:docPartBody>
    </w:docPart>
    <w:docPart>
      <w:docPartPr>
        <w:name w:val="80940AFEEE8044F6ADE98BC405A588A7"/>
        <w:category>
          <w:name w:val="Generale"/>
          <w:gallery w:val="placeholder"/>
        </w:category>
        <w:types>
          <w:type w:val="bbPlcHdr"/>
        </w:types>
        <w:behaviors>
          <w:behavior w:val="content"/>
        </w:behaviors>
        <w:guid w:val="{86A5E3B2-29C2-4C08-8426-D260BE10C5BA}"/>
      </w:docPartPr>
      <w:docPartBody>
        <w:p w:rsidR="006A09FD" w:rsidRDefault="003F7D36" w:rsidP="003F7D36">
          <w:pPr>
            <w:pStyle w:val="80940AFEEE8044F6ADE98BC405A588A7"/>
          </w:pPr>
          <w:r w:rsidRPr="000C4B79">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B73B9"/>
    <w:rsid w:val="002E60E3"/>
    <w:rsid w:val="002F6FDA"/>
    <w:rsid w:val="003609E6"/>
    <w:rsid w:val="003F7D36"/>
    <w:rsid w:val="0042115E"/>
    <w:rsid w:val="0055333A"/>
    <w:rsid w:val="005F0467"/>
    <w:rsid w:val="0060516A"/>
    <w:rsid w:val="006A09FD"/>
    <w:rsid w:val="00702EC3"/>
    <w:rsid w:val="00712E23"/>
    <w:rsid w:val="007557D9"/>
    <w:rsid w:val="008B5DA5"/>
    <w:rsid w:val="0091600E"/>
    <w:rsid w:val="00931F7D"/>
    <w:rsid w:val="00A33B61"/>
    <w:rsid w:val="00A36EA6"/>
    <w:rsid w:val="00BA2CC2"/>
    <w:rsid w:val="00BB799F"/>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3F7D36"/>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2C8533A50C7041DE92FC33A262A85881">
    <w:name w:val="2C8533A50C7041DE92FC33A262A85881"/>
    <w:rsid w:val="003F7D36"/>
  </w:style>
  <w:style w:type="paragraph" w:customStyle="1" w:styleId="06C3F33B8F6245C880F8D8481E488953">
    <w:name w:val="06C3F33B8F6245C880F8D8481E488953"/>
    <w:rsid w:val="003F7D36"/>
  </w:style>
  <w:style w:type="paragraph" w:customStyle="1" w:styleId="1F85AE92926D4A1BAFA268303A17DD77">
    <w:name w:val="1F85AE92926D4A1BAFA268303A17DD77"/>
    <w:rsid w:val="003F7D36"/>
  </w:style>
  <w:style w:type="paragraph" w:customStyle="1" w:styleId="2CDA92641E9B4440A48CF103C91D742F">
    <w:name w:val="2CDA92641E9B4440A48CF103C91D742F"/>
    <w:rsid w:val="003F7D36"/>
  </w:style>
  <w:style w:type="paragraph" w:customStyle="1" w:styleId="2FFC6AEDBA964D62B5911C8A613D1065">
    <w:name w:val="2FFC6AEDBA964D62B5911C8A613D1065"/>
    <w:rsid w:val="003F7D36"/>
  </w:style>
  <w:style w:type="paragraph" w:customStyle="1" w:styleId="F8B397DD5B624434B4E30FADA3B560EC">
    <w:name w:val="F8B397DD5B624434B4E30FADA3B560EC"/>
    <w:rsid w:val="003F7D36"/>
  </w:style>
  <w:style w:type="paragraph" w:customStyle="1" w:styleId="BC607895CD834BDEA7BD4B0233688C64">
    <w:name w:val="BC607895CD834BDEA7BD4B0233688C64"/>
    <w:rsid w:val="003F7D36"/>
  </w:style>
  <w:style w:type="paragraph" w:customStyle="1" w:styleId="49457B8987C84D268B2482DFE67C95EC">
    <w:name w:val="49457B8987C84D268B2482DFE67C95EC"/>
    <w:rsid w:val="003F7D36"/>
  </w:style>
  <w:style w:type="paragraph" w:customStyle="1" w:styleId="80940AFEEE8044F6ADE98BC405A588A7">
    <w:name w:val="80940AFEEE8044F6ADE98BC405A588A7"/>
    <w:rsid w:val="003F7D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5B20F-DDAF-4A76-BACD-358C15435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DE3CA21D</Template>
  <TotalTime>288</TotalTime>
  <Pages>3</Pages>
  <Words>1048</Words>
  <Characters>6755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155</cp:revision>
  <cp:lastPrinted>2017-02-15T13:15:00Z</cp:lastPrinted>
  <dcterms:created xsi:type="dcterms:W3CDTF">2016-11-08T14:49:00Z</dcterms:created>
  <dcterms:modified xsi:type="dcterms:W3CDTF">2024-04-19T07:42:00Z</dcterms:modified>
</cp:coreProperties>
</file>