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DB2CA8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Spa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r w:rsidR="00FC0804">
            <w:t>…………………………………………………………………………………………………….</w:t>
          </w:r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lastRenderedPageBreak/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>della Società che</w:t>
      </w:r>
      <w:r w:rsidR="009A0783" w:rsidRPr="00DB2CA8">
        <w:t>, ai fini</w:t>
      </w:r>
      <w:r w:rsidR="00950AD8" w:rsidRPr="00950AD8">
        <w:t xml:space="preserve"> </w:t>
      </w:r>
      <w:r w:rsidR="009A0783" w:rsidRPr="00950AD8">
        <w:t>d</w:t>
      </w:r>
      <w:r w:rsidR="009A0783">
        <w:t xml:space="preserve">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lastRenderedPageBreak/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bookmarkStart w:id="0" w:name="_GoBack"/>
          <w:r w:rsidRPr="00D56395">
            <w:t>………………….</w:t>
          </w:r>
          <w:bookmarkEnd w:id="0"/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23178F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forms" w:enforcement="1" w:cryptProviderType="rsaAES" w:cryptAlgorithmClass="hash" w:cryptAlgorithmType="typeAny" w:cryptAlgorithmSid="14" w:cryptSpinCount="100000" w:hash="Ygl9FBqcQvcohxrlhBEHoz3BHzJ75FjlsQI4rKZlf87H1t5RImdhoT+J+pdEu8vXn5085ywL4XvxeFE+BgwARA==" w:salt="9bX0oMukU9aq22A6vR782w==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212774"/>
    <w:rsid w:val="0023178F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E0034"/>
    <w:rsid w:val="006E0F7D"/>
    <w:rsid w:val="006E23FC"/>
    <w:rsid w:val="009255E7"/>
    <w:rsid w:val="00931E99"/>
    <w:rsid w:val="00934EB3"/>
    <w:rsid w:val="00950AD8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B2CA8"/>
    <w:rsid w:val="00DC63D0"/>
    <w:rsid w:val="00E60C58"/>
    <w:rsid w:val="00E967E0"/>
    <w:rsid w:val="00E969EB"/>
    <w:rsid w:val="00F15367"/>
    <w:rsid w:val="00F214B1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F7339-0071-4C3F-ABCF-8DCB0A4F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96DA746D</Template>
  <TotalTime>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Filetti, Emanuela</cp:lastModifiedBy>
  <cp:revision>2</cp:revision>
  <cp:lastPrinted>2017-04-06T11:04:00Z</cp:lastPrinted>
  <dcterms:created xsi:type="dcterms:W3CDTF">2024-07-25T15:10:00Z</dcterms:created>
  <dcterms:modified xsi:type="dcterms:W3CDTF">2024-07-25T15:10:00Z</dcterms:modified>
</cp:coreProperties>
</file>